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323" w:rsidRPr="00757622" w:rsidRDefault="00232323" w:rsidP="00E64DB7">
      <w:pPr>
        <w:pStyle w:val="Titledocument"/>
      </w:pPr>
      <w:r w:rsidRPr="00757622">
        <w:t xml:space="preserve">Applying Particle Swarm Optimization to the </w:t>
      </w:r>
    </w:p>
    <w:p w:rsidR="00E64DB7" w:rsidRPr="00757622" w:rsidRDefault="00232323" w:rsidP="00E64DB7">
      <w:pPr>
        <w:pStyle w:val="Titledocument"/>
      </w:pPr>
      <w:r w:rsidRPr="00757622">
        <w:t>Motion-Cueing-Algorithm Tuning Problem</w:t>
      </w:r>
    </w:p>
    <w:tbl>
      <w:tblPr>
        <w:tblW w:w="9070" w:type="dxa"/>
        <w:jc w:val="center"/>
        <w:tblLayout w:type="fixed"/>
        <w:tblLook w:val="0000" w:firstRow="0" w:lastRow="0" w:firstColumn="0" w:lastColumn="0" w:noHBand="0" w:noVBand="0"/>
      </w:tblPr>
      <w:tblGrid>
        <w:gridCol w:w="4535"/>
        <w:gridCol w:w="4535"/>
      </w:tblGrid>
      <w:tr w:rsidR="00090D5D" w:rsidRPr="00757622" w:rsidTr="00090D5D">
        <w:trPr>
          <w:trHeight w:val="1191"/>
          <w:jc w:val="center"/>
        </w:trPr>
        <w:tc>
          <w:tcPr>
            <w:tcW w:w="4535" w:type="dxa"/>
          </w:tcPr>
          <w:p w:rsidR="00090D5D" w:rsidRPr="00757622" w:rsidRDefault="00F62B90" w:rsidP="00F62B90">
            <w:pPr>
              <w:pStyle w:val="Authors"/>
            </w:pPr>
            <w:bookmarkStart w:id="0" w:name="OLE_LINK33"/>
            <w:r w:rsidRPr="00757622">
              <w:rPr>
                <w:rStyle w:val="FirstName"/>
                <w:rFonts w:ascii="Linux Libertine" w:hAnsi="Linux Libertine" w:cs="Linux Libertine"/>
              </w:rPr>
              <w:t>Sergio</w:t>
            </w:r>
            <w:r w:rsidR="00090D5D" w:rsidRPr="00757622">
              <w:rPr>
                <w:rStyle w:val="FirstName"/>
                <w:rFonts w:ascii="Linux Libertine" w:hAnsi="Linux Libertine" w:cs="Linux Libertine"/>
              </w:rPr>
              <w:t xml:space="preserve"> </w:t>
            </w:r>
            <w:r w:rsidRPr="00757622">
              <w:rPr>
                <w:rStyle w:val="FirstName"/>
                <w:rFonts w:ascii="Linux Libertine" w:hAnsi="Linux Libertine" w:cs="Linux Libertine"/>
              </w:rPr>
              <w:t>Casas</w:t>
            </w:r>
            <w:r w:rsidR="00090D5D" w:rsidRPr="00757622">
              <w:br/>
            </w:r>
            <w:r w:rsidRPr="00757622">
              <w:rPr>
                <w:rStyle w:val="OrgDiv"/>
                <w:rFonts w:ascii="Linux Libertine" w:hAnsi="Linux Libertine" w:cs="Linux Libertine"/>
                <w:color w:val="auto"/>
                <w:sz w:val="20"/>
                <w:szCs w:val="18"/>
              </w:rPr>
              <w:t>IRTIC, University of Valencia</w:t>
            </w:r>
            <w:r w:rsidR="00090D5D" w:rsidRPr="00757622">
              <w:br/>
            </w:r>
            <w:r w:rsidRPr="00757622">
              <w:rPr>
                <w:rStyle w:val="Country"/>
                <w:rFonts w:ascii="Linux Libertine" w:hAnsi="Linux Libertine" w:cs="Linux Libertine"/>
                <w:sz w:val="20"/>
              </w:rPr>
              <w:t>Spain</w:t>
            </w:r>
            <w:r w:rsidR="00090D5D" w:rsidRPr="00757622">
              <w:br/>
            </w:r>
            <w:r w:rsidRPr="00757622">
              <w:rPr>
                <w:rStyle w:val="Email"/>
                <w:rFonts w:ascii="Linux Libertine" w:eastAsia="PMingLiU" w:hAnsi="Linux Libertine" w:cs="Linux Libertine"/>
                <w:color w:val="auto"/>
                <w:sz w:val="20"/>
              </w:rPr>
              <w:t>Sergio.Casas</w:t>
            </w:r>
            <w:r w:rsidR="00090D5D" w:rsidRPr="00757622">
              <w:rPr>
                <w:rStyle w:val="Email"/>
                <w:rFonts w:ascii="Linux Libertine" w:eastAsia="PMingLiU" w:hAnsi="Linux Libertine" w:cs="Linux Libertine"/>
                <w:color w:val="auto"/>
                <w:sz w:val="20"/>
              </w:rPr>
              <w:t>@</w:t>
            </w:r>
            <w:bookmarkEnd w:id="0"/>
            <w:r w:rsidRPr="00757622">
              <w:rPr>
                <w:rStyle w:val="Email"/>
                <w:rFonts w:ascii="Linux Libertine" w:eastAsia="PMingLiU" w:hAnsi="Linux Libertine" w:cs="Linux Libertine"/>
                <w:color w:val="auto"/>
                <w:sz w:val="20"/>
              </w:rPr>
              <w:t>uv.es</w:t>
            </w:r>
          </w:p>
        </w:tc>
        <w:tc>
          <w:tcPr>
            <w:tcW w:w="4535" w:type="dxa"/>
          </w:tcPr>
          <w:p w:rsidR="00090D5D" w:rsidRPr="00757622" w:rsidRDefault="00F62B90" w:rsidP="00F62B90">
            <w:pPr>
              <w:pStyle w:val="Authors"/>
            </w:pPr>
            <w:r w:rsidRPr="00757622">
              <w:rPr>
                <w:rStyle w:val="FirstName"/>
                <w:rFonts w:ascii="Linux Libertine" w:hAnsi="Linux Libertine" w:cs="Linux Libertine"/>
              </w:rPr>
              <w:t>Cristina Portalés</w:t>
            </w:r>
            <w:r w:rsidR="00090D5D" w:rsidRPr="00757622">
              <w:br/>
            </w:r>
            <w:r w:rsidRPr="00757622">
              <w:rPr>
                <w:rStyle w:val="OrgDiv"/>
                <w:rFonts w:ascii="Linux Libertine" w:hAnsi="Linux Libertine" w:cs="Linux Libertine"/>
                <w:color w:val="auto"/>
                <w:sz w:val="20"/>
                <w:szCs w:val="18"/>
              </w:rPr>
              <w:t>IRTIC, University of Valencia</w:t>
            </w:r>
            <w:r w:rsidR="00090D5D" w:rsidRPr="00757622">
              <w:br/>
            </w:r>
            <w:r w:rsidRPr="00757622">
              <w:rPr>
                <w:rStyle w:val="Country"/>
                <w:rFonts w:ascii="Linux Libertine" w:hAnsi="Linux Libertine" w:cs="Linux Libertine"/>
                <w:sz w:val="20"/>
              </w:rPr>
              <w:t>Spain</w:t>
            </w:r>
            <w:r w:rsidR="00090D5D" w:rsidRPr="00757622">
              <w:br/>
            </w:r>
            <w:r w:rsidRPr="00757622">
              <w:rPr>
                <w:rStyle w:val="Email"/>
                <w:rFonts w:ascii="Linux Libertine" w:eastAsia="PMingLiU" w:hAnsi="Linux Libertine" w:cs="Linux Libertine"/>
                <w:color w:val="auto"/>
                <w:sz w:val="20"/>
              </w:rPr>
              <w:t>Cristina.Portales@uv.es</w:t>
            </w:r>
          </w:p>
        </w:tc>
      </w:tr>
      <w:tr w:rsidR="00090D5D" w:rsidRPr="00757622" w:rsidTr="00090D5D">
        <w:trPr>
          <w:trHeight w:val="1191"/>
          <w:jc w:val="center"/>
        </w:trPr>
        <w:tc>
          <w:tcPr>
            <w:tcW w:w="4535" w:type="dxa"/>
          </w:tcPr>
          <w:p w:rsidR="00090D5D" w:rsidRPr="000E7A95" w:rsidRDefault="00F62B90" w:rsidP="00F62B90">
            <w:pPr>
              <w:pStyle w:val="Authors"/>
              <w:rPr>
                <w:lang w:val="es-ES"/>
              </w:rPr>
            </w:pPr>
            <w:r w:rsidRPr="000E7A95">
              <w:rPr>
                <w:rStyle w:val="FirstName"/>
                <w:rFonts w:ascii="Linux Libertine" w:hAnsi="Linux Libertine" w:cs="Linux Libertine"/>
                <w:lang w:val="es-ES"/>
              </w:rPr>
              <w:t>Inmaculada</w:t>
            </w:r>
            <w:r w:rsidR="00090D5D" w:rsidRPr="000E7A95">
              <w:rPr>
                <w:rStyle w:val="FirstName"/>
                <w:rFonts w:ascii="Linux Libertine" w:hAnsi="Linux Libertine" w:cs="Linux Libertine"/>
                <w:lang w:val="es-ES"/>
              </w:rPr>
              <w:t xml:space="preserve"> </w:t>
            </w:r>
            <w:r w:rsidRPr="000E7A95">
              <w:rPr>
                <w:rStyle w:val="FirstName"/>
                <w:rFonts w:ascii="Linux Libertine" w:hAnsi="Linux Libertine" w:cs="Linux Libertine"/>
                <w:lang w:val="es-ES"/>
              </w:rPr>
              <w:t>Coma</w:t>
            </w:r>
            <w:r w:rsidR="00090D5D" w:rsidRPr="000E7A95">
              <w:rPr>
                <w:lang w:val="es-ES"/>
              </w:rPr>
              <w:br/>
            </w:r>
            <w:r w:rsidRPr="000E7A95">
              <w:rPr>
                <w:rStyle w:val="OrgDiv"/>
                <w:rFonts w:ascii="Linux Libertine" w:hAnsi="Linux Libertine" w:cs="Linux Libertine"/>
                <w:color w:val="auto"/>
                <w:sz w:val="20"/>
                <w:szCs w:val="18"/>
                <w:lang w:val="es-ES"/>
              </w:rPr>
              <w:t>IRTIC, University of Valencia</w:t>
            </w:r>
            <w:r w:rsidR="00090D5D" w:rsidRPr="000E7A95">
              <w:rPr>
                <w:lang w:val="es-ES"/>
              </w:rPr>
              <w:br/>
            </w:r>
            <w:r w:rsidRPr="000E7A95">
              <w:rPr>
                <w:rStyle w:val="Country"/>
                <w:rFonts w:ascii="Linux Libertine" w:hAnsi="Linux Libertine" w:cs="Linux Libertine"/>
                <w:sz w:val="20"/>
                <w:lang w:val="es-ES"/>
              </w:rPr>
              <w:t>Spain</w:t>
            </w:r>
            <w:r w:rsidR="00090D5D" w:rsidRPr="000E7A95">
              <w:rPr>
                <w:lang w:val="es-ES"/>
              </w:rPr>
              <w:br/>
            </w:r>
            <w:r w:rsidRPr="000E7A95">
              <w:rPr>
                <w:rStyle w:val="Email"/>
                <w:rFonts w:ascii="Linux Libertine" w:eastAsia="PMingLiU" w:hAnsi="Linux Libertine" w:cs="Linux Libertine"/>
                <w:color w:val="auto"/>
                <w:sz w:val="20"/>
                <w:lang w:val="es-ES"/>
              </w:rPr>
              <w:t>Inmaculada.Coma@uv.es</w:t>
            </w:r>
          </w:p>
        </w:tc>
        <w:tc>
          <w:tcPr>
            <w:tcW w:w="4535" w:type="dxa"/>
          </w:tcPr>
          <w:p w:rsidR="00090D5D" w:rsidRPr="00757622" w:rsidRDefault="00F62B90" w:rsidP="002234D4">
            <w:pPr>
              <w:pStyle w:val="Authors"/>
              <w:rPr>
                <w:rStyle w:val="Email"/>
                <w:rFonts w:ascii="Linux Libertine" w:eastAsia="PMingLiU" w:hAnsi="Linux Libertine" w:cs="Linux Libertine"/>
                <w:color w:val="auto"/>
                <w:sz w:val="20"/>
              </w:rPr>
            </w:pPr>
            <w:r w:rsidRPr="00757622">
              <w:rPr>
                <w:rStyle w:val="FirstName"/>
                <w:rFonts w:ascii="Linux Libertine" w:hAnsi="Linux Libertine" w:cs="Linux Libertine"/>
              </w:rPr>
              <w:t>Marcos Fernández</w:t>
            </w:r>
            <w:r w:rsidR="00090D5D" w:rsidRPr="00757622">
              <w:br/>
            </w:r>
            <w:r w:rsidRPr="00757622">
              <w:rPr>
                <w:rStyle w:val="OrgDiv"/>
                <w:rFonts w:ascii="Linux Libertine" w:hAnsi="Linux Libertine" w:cs="Linux Libertine"/>
                <w:color w:val="auto"/>
                <w:sz w:val="20"/>
                <w:szCs w:val="18"/>
              </w:rPr>
              <w:t>IRTIC, University of Valencia</w:t>
            </w:r>
            <w:r w:rsidR="00090D5D" w:rsidRPr="00757622">
              <w:br/>
            </w:r>
            <w:r w:rsidRPr="00757622">
              <w:rPr>
                <w:rStyle w:val="Country"/>
                <w:rFonts w:ascii="Linux Libertine" w:hAnsi="Linux Libertine" w:cs="Linux Libertine"/>
                <w:sz w:val="20"/>
              </w:rPr>
              <w:t>Spain</w:t>
            </w:r>
            <w:r w:rsidR="00090D5D" w:rsidRPr="00757622">
              <w:br/>
            </w:r>
            <w:r w:rsidRPr="00757622">
              <w:rPr>
                <w:rStyle w:val="Email"/>
                <w:rFonts w:ascii="Linux Libertine" w:eastAsia="PMingLiU" w:hAnsi="Linux Libertine" w:cs="Linux Libertine"/>
                <w:color w:val="auto"/>
                <w:sz w:val="20"/>
              </w:rPr>
              <w:t>Marcos.Fernandez@uv.es</w:t>
            </w:r>
          </w:p>
          <w:p w:rsidR="00090D5D" w:rsidRPr="00757622" w:rsidRDefault="00090D5D" w:rsidP="002234D4">
            <w:pPr>
              <w:pStyle w:val="Authors"/>
            </w:pPr>
          </w:p>
        </w:tc>
      </w:tr>
    </w:tbl>
    <w:p w:rsidR="00DA041E" w:rsidRPr="00757622" w:rsidRDefault="00DA041E" w:rsidP="00E64DB7">
      <w:pPr>
        <w:pStyle w:val="AbsHead"/>
        <w:rPr>
          <w:bCs/>
          <w:lang w:val="en-US" w:eastAsia="ja-JP"/>
        </w:rPr>
        <w:sectPr w:rsidR="00DA041E" w:rsidRPr="00757622" w:rsidSect="00DA041E">
          <w:headerReference w:type="even" r:id="rId9"/>
          <w:headerReference w:type="default" r:id="rId10"/>
          <w:footerReference w:type="even" r:id="rId11"/>
          <w:endnotePr>
            <w:numFmt w:val="decimal"/>
          </w:endnotePr>
          <w:type w:val="continuous"/>
          <w:pgSz w:w="12240" w:h="15840" w:code="9"/>
          <w:pgMar w:top="1500" w:right="1080" w:bottom="1600" w:left="1080" w:header="1080" w:footer="1080" w:gutter="0"/>
          <w:pgNumType w:start="1"/>
          <w:cols w:space="480"/>
          <w:titlePg/>
          <w:docGrid w:linePitch="360"/>
        </w:sectPr>
      </w:pPr>
    </w:p>
    <w:p w:rsidR="00E64DB7" w:rsidRPr="00757622" w:rsidRDefault="00E64DB7" w:rsidP="00E64DB7">
      <w:pPr>
        <w:pStyle w:val="AbsHead"/>
        <w:rPr>
          <w:lang w:val="en-US" w:eastAsia="ja-JP"/>
        </w:rPr>
      </w:pPr>
      <w:r w:rsidRPr="00757622">
        <w:rPr>
          <w:bCs/>
          <w:lang w:val="en-US" w:eastAsia="ja-JP"/>
        </w:rPr>
        <w:t>ABSTRACT</w:t>
      </w:r>
      <w:r w:rsidR="008E63FB" w:rsidRPr="00757622">
        <w:rPr>
          <w:rStyle w:val="Refdenotaalpie"/>
          <w:color w:val="FFFFFF" w:themeColor="background1"/>
          <w:lang w:val="en-US"/>
        </w:rPr>
        <w:footnoteReference w:id="2"/>
      </w:r>
    </w:p>
    <w:p w:rsidR="0011253A" w:rsidRPr="00757622" w:rsidRDefault="0011253A" w:rsidP="00DF4F67">
      <w:pPr>
        <w:pStyle w:val="Abstract"/>
      </w:pPr>
      <w:r w:rsidRPr="00757622">
        <w:t>The MCA tuning problem consists in finding the</w:t>
      </w:r>
      <w:r w:rsidR="00DD2A17" w:rsidRPr="00757622">
        <w:t xml:space="preserve"> best values for the parameters</w:t>
      </w:r>
      <w:r w:rsidR="00D8491F" w:rsidRPr="00757622">
        <w:t>/coefficients</w:t>
      </w:r>
      <w:r w:rsidRPr="00757622">
        <w:t xml:space="preserve"> of Motion Cueing Algorithms (MCA).</w:t>
      </w:r>
      <w:r w:rsidR="00DF4F67" w:rsidRPr="00757622">
        <w:t xml:space="preserve"> MCA are used to control the movements of robotic motion platforms employed to generate inertial cues in vehicle simulators. </w:t>
      </w:r>
      <w:r w:rsidRPr="00757622">
        <w:t xml:space="preserve">This problem </w:t>
      </w:r>
      <w:r w:rsidR="00722DF7" w:rsidRPr="00757622">
        <w:t>is</w:t>
      </w:r>
      <w:r w:rsidRPr="00757622">
        <w:t xml:space="preserve"> traditional</w:t>
      </w:r>
      <w:r w:rsidR="00782449" w:rsidRPr="00757622">
        <w:t>ly</w:t>
      </w:r>
      <w:r w:rsidRPr="00757622">
        <w:t xml:space="preserve"> approach</w:t>
      </w:r>
      <w:r w:rsidR="00722DF7" w:rsidRPr="00757622">
        <w:t>ed</w:t>
      </w:r>
      <w:r w:rsidRPr="00757622">
        <w:t xml:space="preserve"> </w:t>
      </w:r>
      <w:r w:rsidR="00722DF7" w:rsidRPr="00757622">
        <w:t>with</w:t>
      </w:r>
      <w:r w:rsidRPr="00757622">
        <w:t xml:space="preserve"> a manual </w:t>
      </w:r>
      <w:r w:rsidRPr="00757622">
        <w:rPr>
          <w:i/>
        </w:rPr>
        <w:t>pilot-in-the-loop</w:t>
      </w:r>
      <w:r w:rsidRPr="00757622">
        <w:t xml:space="preserve"> subjective tuning, based on the opinion of several pilots/drivers</w:t>
      </w:r>
      <w:r w:rsidR="00722DF7" w:rsidRPr="00757622">
        <w:t xml:space="preserve">. </w:t>
      </w:r>
      <w:r w:rsidR="00DF4F67" w:rsidRPr="00757622">
        <w:t>Instead, t</w:t>
      </w:r>
      <w:r w:rsidRPr="00757622">
        <w:t xml:space="preserve">his paper proposes applying Particle Swarm Optimization (PSO) to solve </w:t>
      </w:r>
      <w:r w:rsidR="00627D6A" w:rsidRPr="00757622">
        <w:t>this</w:t>
      </w:r>
      <w:r w:rsidRPr="00757622">
        <w:t xml:space="preserve"> problem</w:t>
      </w:r>
      <w:r w:rsidR="00305DBF" w:rsidRPr="00757622">
        <w:t xml:space="preserve">, using </w:t>
      </w:r>
      <w:r w:rsidR="00BC02ED" w:rsidRPr="00757622">
        <w:t xml:space="preserve">simulated motion platforms and </w:t>
      </w:r>
      <w:r w:rsidR="00305DBF" w:rsidRPr="00757622">
        <w:t xml:space="preserve">objective indicators </w:t>
      </w:r>
      <w:r w:rsidR="00E34757" w:rsidRPr="00757622">
        <w:t>rather than</w:t>
      </w:r>
      <w:r w:rsidR="00305DBF" w:rsidRPr="00757622">
        <w:t xml:space="preserve"> subjective opinions</w:t>
      </w:r>
      <w:r w:rsidRPr="00757622">
        <w:t xml:space="preserve">. Results show that PSO-based </w:t>
      </w:r>
      <w:r w:rsidR="00DD2A17" w:rsidRPr="00757622">
        <w:t xml:space="preserve">tuning </w:t>
      </w:r>
      <w:r w:rsidRPr="00757622">
        <w:t xml:space="preserve">can </w:t>
      </w:r>
      <w:r w:rsidR="00722DF7" w:rsidRPr="00757622">
        <w:t xml:space="preserve">provide a suitable solution for this </w:t>
      </w:r>
      <w:r w:rsidR="0020353D" w:rsidRPr="00757622">
        <w:t xml:space="preserve">complex </w:t>
      </w:r>
      <w:r w:rsidR="00722DF7" w:rsidRPr="00757622">
        <w:t>optimization problem</w:t>
      </w:r>
      <w:r w:rsidRPr="00757622">
        <w:t>.</w:t>
      </w:r>
    </w:p>
    <w:p w:rsidR="00B53EAE" w:rsidRPr="00757622" w:rsidRDefault="00B53EAE" w:rsidP="00B53EAE">
      <w:pPr>
        <w:pStyle w:val="CCSHead"/>
        <w:rPr>
          <w:lang w:eastAsia="it-IT"/>
        </w:rPr>
      </w:pPr>
      <w:r w:rsidRPr="00757622">
        <w:rPr>
          <w:lang w:eastAsia="it-IT"/>
        </w:rPr>
        <w:t>CCS CONCEPTS</w:t>
      </w:r>
    </w:p>
    <w:p w:rsidR="00B53EAE" w:rsidRPr="00757622" w:rsidRDefault="00B53EAE" w:rsidP="00785AD4">
      <w:pPr>
        <w:pStyle w:val="CCSDescription"/>
        <w:rPr>
          <w:lang w:eastAsia="it-IT"/>
        </w:rPr>
      </w:pPr>
      <w:bookmarkStart w:id="2" w:name="OLE_LINK66"/>
      <w:bookmarkStart w:id="3" w:name="OLE_LINK69"/>
      <w:r w:rsidRPr="00757622">
        <w:rPr>
          <w:lang w:eastAsia="it-IT"/>
        </w:rPr>
        <w:t>•</w:t>
      </w:r>
      <w:bookmarkEnd w:id="2"/>
      <w:bookmarkEnd w:id="3"/>
      <w:r w:rsidRPr="00757622">
        <w:rPr>
          <w:lang w:eastAsia="it-IT"/>
        </w:rPr>
        <w:t xml:space="preserve"> </w:t>
      </w:r>
      <w:r w:rsidRPr="00757622">
        <w:rPr>
          <w:b/>
          <w:lang w:eastAsia="it-IT"/>
        </w:rPr>
        <w:t xml:space="preserve">Theory of computation </w:t>
      </w:r>
      <w:r w:rsidRPr="00757622">
        <w:rPr>
          <w:b/>
          <w:iCs/>
          <w:lang w:eastAsia="it-IT"/>
        </w:rPr>
        <w:t>~</w:t>
      </w:r>
      <w:r w:rsidRPr="00757622">
        <w:rPr>
          <w:lang w:eastAsia="it-IT"/>
        </w:rPr>
        <w:t xml:space="preserve"> </w:t>
      </w:r>
      <w:r w:rsidRPr="00757622">
        <w:rPr>
          <w:b/>
          <w:lang w:eastAsia="it-IT"/>
        </w:rPr>
        <w:t>Optimization with randomized search heuristics</w:t>
      </w:r>
      <w:r w:rsidRPr="00757622">
        <w:rPr>
          <w:lang w:eastAsia="it-IT"/>
        </w:rPr>
        <w:t xml:space="preserve"> </w:t>
      </w:r>
      <w:r w:rsidR="00785AD4" w:rsidRPr="00757622">
        <w:rPr>
          <w:i/>
          <w:lang w:eastAsia="it-IT"/>
        </w:rPr>
        <w:t xml:space="preserve">• </w:t>
      </w:r>
      <w:r w:rsidRPr="00757622">
        <w:rPr>
          <w:i/>
          <w:iCs/>
          <w:lang w:eastAsia="it-IT"/>
        </w:rPr>
        <w:t>Computing methodologies</w:t>
      </w:r>
      <w:bookmarkStart w:id="4" w:name="OLE_LINK72"/>
      <w:bookmarkStart w:id="5" w:name="OLE_LINK73"/>
      <w:r w:rsidR="00B57D91" w:rsidRPr="00757622">
        <w:rPr>
          <w:i/>
          <w:iCs/>
          <w:lang w:eastAsia="it-IT"/>
        </w:rPr>
        <w:t xml:space="preserve"> </w:t>
      </w:r>
      <w:r w:rsidRPr="00757622">
        <w:rPr>
          <w:i/>
          <w:iCs/>
          <w:lang w:eastAsia="it-IT"/>
        </w:rPr>
        <w:t>~</w:t>
      </w:r>
      <w:bookmarkEnd w:id="4"/>
      <w:bookmarkEnd w:id="5"/>
      <w:r w:rsidR="00B57D91" w:rsidRPr="00757622">
        <w:rPr>
          <w:i/>
          <w:iCs/>
          <w:lang w:eastAsia="it-IT"/>
        </w:rPr>
        <w:t xml:space="preserve"> </w:t>
      </w:r>
      <w:r w:rsidRPr="00757622">
        <w:rPr>
          <w:i/>
          <w:iCs/>
          <w:lang w:eastAsia="it-IT"/>
        </w:rPr>
        <w:t>Real-time simulation</w:t>
      </w:r>
      <w:r w:rsidR="00785AD4" w:rsidRPr="00757622">
        <w:rPr>
          <w:i/>
          <w:iCs/>
          <w:lang w:eastAsia="it-IT"/>
        </w:rPr>
        <w:t xml:space="preserve"> </w:t>
      </w:r>
      <w:r w:rsidR="00785AD4" w:rsidRPr="00757622">
        <w:rPr>
          <w:i/>
          <w:lang w:eastAsia="it-IT"/>
        </w:rPr>
        <w:t xml:space="preserve">• </w:t>
      </w:r>
      <w:r w:rsidRPr="00757622">
        <w:rPr>
          <w:i/>
          <w:iCs/>
          <w:lang w:eastAsia="it-IT"/>
        </w:rPr>
        <w:t>Computer systems organization ~ Robotic control</w:t>
      </w:r>
    </w:p>
    <w:p w:rsidR="00BB6D68" w:rsidRPr="00757622" w:rsidRDefault="00BB6D68" w:rsidP="00BB6D68">
      <w:pPr>
        <w:pStyle w:val="KeyWordHead"/>
        <w:rPr>
          <w:lang w:eastAsia="it-IT"/>
        </w:rPr>
      </w:pPr>
      <w:r w:rsidRPr="00757622">
        <w:rPr>
          <w:lang w:eastAsia="it-IT"/>
        </w:rPr>
        <w:t>KEYWORDS</w:t>
      </w:r>
    </w:p>
    <w:p w:rsidR="00BB6D68" w:rsidRPr="00757622" w:rsidRDefault="00840E0B" w:rsidP="00BB6D68">
      <w:pPr>
        <w:pStyle w:val="KeyWords"/>
        <w:rPr>
          <w:lang w:eastAsia="it-IT"/>
        </w:rPr>
      </w:pPr>
      <w:r w:rsidRPr="00757622">
        <w:rPr>
          <w:lang w:eastAsia="it-IT"/>
        </w:rPr>
        <w:t>Optimization, particle swarm</w:t>
      </w:r>
      <w:r w:rsidR="000E09C3" w:rsidRPr="00757622">
        <w:rPr>
          <w:lang w:eastAsia="it-IT"/>
        </w:rPr>
        <w:t xml:space="preserve">, </w:t>
      </w:r>
      <w:r w:rsidR="00402DC1" w:rsidRPr="00757622">
        <w:rPr>
          <w:lang w:eastAsia="it-IT"/>
        </w:rPr>
        <w:t xml:space="preserve">PSO, </w:t>
      </w:r>
      <w:r w:rsidR="00C84F22" w:rsidRPr="00757622">
        <w:rPr>
          <w:lang w:eastAsia="it-IT"/>
        </w:rPr>
        <w:t>MCA,</w:t>
      </w:r>
      <w:r w:rsidR="000E09C3" w:rsidRPr="00757622">
        <w:rPr>
          <w:lang w:eastAsia="it-IT"/>
        </w:rPr>
        <w:t xml:space="preserve"> </w:t>
      </w:r>
      <w:r w:rsidRPr="00757622">
        <w:rPr>
          <w:lang w:eastAsia="it-IT"/>
        </w:rPr>
        <w:t>tuning</w:t>
      </w:r>
      <w:r w:rsidR="000E09C3" w:rsidRPr="00757622">
        <w:rPr>
          <w:lang w:eastAsia="it-IT"/>
        </w:rPr>
        <w:t>, simulation.</w:t>
      </w:r>
    </w:p>
    <w:p w:rsidR="00040AE8" w:rsidRPr="00757622" w:rsidRDefault="00614A8A" w:rsidP="00FF7D7B">
      <w:pPr>
        <w:pStyle w:val="Head1"/>
      </w:pPr>
      <w:r w:rsidRPr="00757622">
        <w:t>1</w:t>
      </w:r>
      <w:r w:rsidR="00FF1AC1" w:rsidRPr="00757622">
        <w:rPr>
          <w:szCs w:val="22"/>
        </w:rPr>
        <w:t> </w:t>
      </w:r>
      <w:r w:rsidR="00DF2AA0" w:rsidRPr="00757622">
        <w:t>INTRODUCTION</w:t>
      </w:r>
      <w:r w:rsidR="00782449" w:rsidRPr="00757622">
        <w:t xml:space="preserve"> AND RELATED WORK</w:t>
      </w:r>
    </w:p>
    <w:p w:rsidR="00112CD5" w:rsidRPr="00757622" w:rsidRDefault="002E378B" w:rsidP="00543817">
      <w:pPr>
        <w:pStyle w:val="Abstract"/>
        <w:spacing w:before="0" w:after="0"/>
      </w:pPr>
      <w:bookmarkStart w:id="6" w:name="OLE_LINK9"/>
      <w:bookmarkStart w:id="7" w:name="OLE_LINK10"/>
      <w:bookmarkStart w:id="8" w:name="OLE_LINK11"/>
      <w:bookmarkStart w:id="9" w:name="OLE_LINK37"/>
      <w:bookmarkStart w:id="10" w:name="OLE_LINK43"/>
      <w:r w:rsidRPr="00757622">
        <w:t xml:space="preserve">Motion Cueing Algorithms (MCA) </w:t>
      </w:r>
      <w:r w:rsidR="00543817" w:rsidRPr="00757622">
        <w:t>are used in vehicle simulators to control the behavior of motion platforms.</w:t>
      </w:r>
      <w:r w:rsidRPr="00757622">
        <w:t xml:space="preserve"> They take (as input) the simulated physical state of the vehicle and they provide (as output) the desired pose for the motion platform in the form of rotational and translational degrees of freedom (DOF)</w:t>
      </w:r>
      <w:r w:rsidR="00124BF7" w:rsidRPr="00757622">
        <w:t xml:space="preserve"> </w:t>
      </w:r>
      <w:r w:rsidR="00124BF7" w:rsidRPr="00757622">
        <w:fldChar w:fldCharType="begin"/>
      </w:r>
      <w:r w:rsidR="00124BF7" w:rsidRPr="00757622">
        <w:instrText xml:space="preserve"> ADDIN EN.CITE &lt;EndNote&gt;&lt;Cite&gt;&lt;Author&gt;Reymond&lt;/Author&gt;&lt;Year&gt;2000&lt;/Year&gt;&lt;RecNum&gt;146&lt;/RecNum&gt;&lt;DisplayText&gt;[1]&lt;/DisplayText&gt;&lt;record&gt;&lt;rec-number&gt;146&lt;/rec-number&gt;&lt;foreign-keys&gt;&lt;key app="EN" db-id="zwe09ede9pd0vpewf08pttdnwzart5zs9srp"&gt;146&lt;/key&gt;&lt;/foreign-keys&gt;&lt;ref-type name="Journal Article"&gt;17&lt;/ref-type&gt;&lt;contributors&gt;&lt;authors&gt;&lt;author&gt;Reymond, G.&lt;/author&gt;&lt;author&gt;Kemeny, A.&lt;/author&gt;&lt;/authors&gt;&lt;/contributors&gt;&lt;titles&gt;&lt;title&gt;Motion Cueing in the Renault Driving Simulator&lt;/title&gt;&lt;secondary-title&gt;Vehicle System Dynamics: International Journal of Vehicle Mechanics and Mobility&lt;/secondary-title&gt;&lt;/titles&gt;&lt;periodical&gt;&lt;full-title&gt;Vehicle System Dynamics: International Journal of Vehicle Mechanics and Mobility&lt;/full-title&gt;&lt;/periodical&gt;&lt;pages&gt;249-259&lt;/pages&gt;&lt;volume&gt;34&lt;/volume&gt;&lt;dates&gt;&lt;year&gt;2000&lt;/year&gt;&lt;/dates&gt;&lt;urls&gt;&lt;/urls&gt;&lt;/record&gt;&lt;/Cite&gt;&lt;/EndNote&gt;</w:instrText>
      </w:r>
      <w:r w:rsidR="00124BF7" w:rsidRPr="00757622">
        <w:fldChar w:fldCharType="separate"/>
      </w:r>
      <w:r w:rsidR="00124BF7" w:rsidRPr="00757622">
        <w:rPr>
          <w:noProof/>
        </w:rPr>
        <w:t>[1]</w:t>
      </w:r>
      <w:r w:rsidR="00124BF7" w:rsidRPr="00757622">
        <w:fldChar w:fldCharType="end"/>
      </w:r>
      <w:r w:rsidRPr="00757622">
        <w:t>.</w:t>
      </w:r>
      <w:bookmarkStart w:id="11" w:name="OLE_LINK12"/>
      <w:bookmarkStart w:id="12" w:name="OLE_LINK13"/>
      <w:bookmarkStart w:id="13" w:name="OLE_LINK14"/>
      <w:bookmarkStart w:id="14" w:name="OLE_LINK44"/>
      <w:bookmarkEnd w:id="6"/>
      <w:bookmarkEnd w:id="7"/>
      <w:bookmarkEnd w:id="8"/>
      <w:bookmarkEnd w:id="9"/>
      <w:bookmarkEnd w:id="10"/>
    </w:p>
    <w:p w:rsidR="00112CD5" w:rsidRPr="00757622" w:rsidRDefault="00870E29" w:rsidP="00A56D0C">
      <w:pPr>
        <w:pStyle w:val="Abstract"/>
        <w:spacing w:before="0" w:after="0"/>
        <w:ind w:firstLine="284"/>
      </w:pPr>
      <w:r w:rsidRPr="00757622">
        <w:t xml:space="preserve">The evaluation of these algorithms is based on a measure of </w:t>
      </w:r>
      <w:r w:rsidRPr="00757622">
        <w:rPr>
          <w:i/>
        </w:rPr>
        <w:t>motion fidelity</w:t>
      </w:r>
      <w:r w:rsidRPr="00757622">
        <w:t xml:space="preserve"> </w:t>
      </w:r>
      <w:r w:rsidRPr="00757622">
        <w:fldChar w:fldCharType="begin"/>
      </w:r>
      <w:r w:rsidR="00124BF7" w:rsidRPr="00757622">
        <w:instrText xml:space="preserve"> ADDIN EN.CITE &lt;EndNote&gt;&lt;Cite&gt;&lt;Author&gt;Sinacori&lt;/Author&gt;&lt;Year&gt;1977&lt;/Year&gt;&lt;RecNum&gt;150&lt;/RecNum&gt;&lt;DisplayText&gt;[2]&lt;/DisplayText&gt;&lt;record&gt;&lt;rec-number&gt;150&lt;/rec-number&gt;&lt;foreign-keys&gt;&lt;key app="EN" db-id="zwe09ede9pd0vpewf08pttdnwzart5zs9srp"&gt;150&lt;/key&gt;&lt;/foreign-keys&gt;&lt;ref-type name="Report"&gt;27&lt;/ref-type&gt;&lt;contributors&gt;&lt;authors&gt;&lt;author&gt;Sinacori, J. B.&lt;/author&gt;&lt;/authors&gt;&lt;/contributors&gt;&lt;titles&gt;&lt;title&gt;The Determination of Some Requirements for a Helicopter Flight Research Simulation Facility&lt;/title&gt;&lt;/titles&gt;&lt;volume&gt;7805&lt;/volume&gt;&lt;number&gt;Report&lt;/number&gt;&lt;dates&gt;&lt;year&gt;1977&lt;/year&gt;&lt;/dates&gt;&lt;pub-location&gt;CA, USA&lt;/pub-location&gt;&lt;publisher&gt;Moffet Field&lt;/publisher&gt;&lt;urls&gt;&lt;/urls&gt;&lt;/record&gt;&lt;/Cite&gt;&lt;/EndNote&gt;</w:instrText>
      </w:r>
      <w:r w:rsidRPr="00757622">
        <w:fldChar w:fldCharType="separate"/>
      </w:r>
      <w:r w:rsidR="00124BF7" w:rsidRPr="00757622">
        <w:rPr>
          <w:noProof/>
        </w:rPr>
        <w:t>[2]</w:t>
      </w:r>
      <w:r w:rsidRPr="00757622">
        <w:fldChar w:fldCharType="end"/>
      </w:r>
      <w:r w:rsidR="00543817" w:rsidRPr="00757622">
        <w:t xml:space="preserve">. </w:t>
      </w:r>
      <w:r w:rsidRPr="00757622">
        <w:t xml:space="preserve">Since the motion platform is unable to replicate the motion of the simulated vehicle, the </w:t>
      </w:r>
      <w:r w:rsidR="00782449" w:rsidRPr="00757622">
        <w:t xml:space="preserve">self-motion </w:t>
      </w:r>
      <w:r w:rsidRPr="00757622">
        <w:t xml:space="preserve">system needs to control what parts of </w:t>
      </w:r>
      <w:r w:rsidR="005F2462" w:rsidRPr="00757622">
        <w:t>this</w:t>
      </w:r>
      <w:r w:rsidR="00782449" w:rsidRPr="00757622">
        <w:t xml:space="preserve"> </w:t>
      </w:r>
      <w:r w:rsidRPr="00757622">
        <w:t xml:space="preserve">motion are eliminated and what parts are not. This is almost always controlled by a series of parameters/coefficients of the MCA that need to be tuned before it is used in the simulator. </w:t>
      </w:r>
      <w:r w:rsidR="00B04758" w:rsidRPr="00757622">
        <w:t>These</w:t>
      </w:r>
      <w:r w:rsidRPr="00757622">
        <w:t xml:space="preserve"> parameters </w:t>
      </w:r>
      <w:r w:rsidR="00A66C2A" w:rsidRPr="00757622">
        <w:t xml:space="preserve">substantially </w:t>
      </w:r>
      <w:r w:rsidRPr="00757622">
        <w:t xml:space="preserve">modify the behavior of the MCA, so it is </w:t>
      </w:r>
      <w:r w:rsidR="00A66C2A" w:rsidRPr="00757622">
        <w:t>essential</w:t>
      </w:r>
      <w:r w:rsidRPr="00757622">
        <w:t xml:space="preserve"> to find a method to tune them. In the case of the </w:t>
      </w:r>
      <w:r w:rsidRPr="00757622">
        <w:rPr>
          <w:i/>
        </w:rPr>
        <w:t xml:space="preserve">classical </w:t>
      </w:r>
      <w:r w:rsidR="005F2462" w:rsidRPr="00757622">
        <w:rPr>
          <w:i/>
        </w:rPr>
        <w:t>MCA</w:t>
      </w:r>
      <w:r w:rsidRPr="00757622">
        <w:t xml:space="preserve"> algorithm</w:t>
      </w:r>
      <w:r w:rsidR="00B04758" w:rsidRPr="00757622">
        <w:t xml:space="preserve"> </w:t>
      </w:r>
      <w:r w:rsidR="00B04758" w:rsidRPr="00757622">
        <w:fldChar w:fldCharType="begin"/>
      </w:r>
      <w:r w:rsidR="00124BF7" w:rsidRPr="00757622">
        <w:instrText xml:space="preserve"> ADDIN EN.CITE &lt;EndNote&gt;&lt;Cite&gt;&lt;Author&gt;Reid&lt;/Author&gt;&lt;Year&gt;1985&lt;/Year&gt;&lt;RecNum&gt;144&lt;/RecNum&gt;&lt;DisplayText&gt;[3]&lt;/DisplayText&gt;&lt;record&gt;&lt;rec-number&gt;144&lt;/rec-number&gt;&lt;foreign-keys&gt;&lt;key app="EN" db-id="zwe09ede9pd0vpewf08pttdnwzart5zs9srp"&gt;144&lt;/key&gt;&lt;/foreign-keys&gt;&lt;ref-type name="Report"&gt;27&lt;/ref-type&gt;&lt;contributors&gt;&lt;authors&gt;&lt;author&gt;Reid, L. D.&lt;/author&gt;&lt;author&gt;Nahon, M. A.&lt;/author&gt;&lt;/authors&gt;&lt;/contributors&gt;&lt;titles&gt;&lt;title&gt;Flight Simulation Motion-Base Drive Algorithms: Part 1 - Developing and Testing the Equations&lt;/title&gt;&lt;/titles&gt;&lt;volume&gt;296&lt;/volume&gt;&lt;number&gt;Report&lt;/number&gt;&lt;keywords&gt;&lt;keyword&gt;flight_simulation&lt;/keyword&gt;&lt;keyword&gt;motion_cueing&lt;/keyword&gt;&lt;keyword&gt;motion_cueing_algorithm&lt;/keyword&gt;&lt;keyword&gt;simulation&lt;/keyword&gt;&lt;/keywords&gt;&lt;dates&gt;&lt;year&gt;1985&lt;/year&gt;&lt;/dates&gt;&lt;pub-location&gt;University of Toronto&lt;/pub-location&gt;&lt;publisher&gt;UTIAS&lt;/publisher&gt;&lt;urls&gt;&lt;related-urls&gt;&lt;url&gt;citeulike-article-id:6565510&lt;/url&gt;&lt;/related-urls&gt;&lt;/urls&gt;&lt;access-date&gt;12&lt;/access-date&gt;&lt;/record&gt;&lt;/Cite&gt;&lt;/EndNote&gt;</w:instrText>
      </w:r>
      <w:r w:rsidR="00B04758" w:rsidRPr="00757622">
        <w:fldChar w:fldCharType="separate"/>
      </w:r>
      <w:r w:rsidR="00124BF7" w:rsidRPr="00757622">
        <w:rPr>
          <w:noProof/>
        </w:rPr>
        <w:t>[3]</w:t>
      </w:r>
      <w:r w:rsidR="00B04758" w:rsidRPr="00757622">
        <w:fldChar w:fldCharType="end"/>
      </w:r>
      <w:r w:rsidRPr="00757622">
        <w:t xml:space="preserve">, which is the one used in the experiments of this work, the parameters and their meanings can be found </w:t>
      </w:r>
      <w:bookmarkStart w:id="15" w:name="OLE_LINK64"/>
      <w:r w:rsidRPr="00757622">
        <w:t xml:space="preserve">in </w:t>
      </w:r>
      <w:r w:rsidRPr="00757622">
        <w:fldChar w:fldCharType="begin"/>
      </w:r>
      <w:r w:rsidR="00124BF7" w:rsidRPr="00757622">
        <w:instrText xml:space="preserve"> ADDIN EN.CITE &lt;EndNote&gt;&lt;Cite&gt;&lt;Author&gt;Reid&lt;/Author&gt;&lt;Year&gt;1986&lt;/Year&gt;&lt;RecNum&gt;143&lt;/RecNum&gt;&lt;DisplayText&gt;[4]&lt;/DisplayText&gt;&lt;record&gt;&lt;rec-number&gt;143&lt;/rec-number&gt;&lt;foreign-keys&gt;&lt;key app="EN" db-id="zwe09ede9pd0vpewf08pttdnwzart5zs9srp"&gt;143&lt;/key&gt;&lt;/foreign-keys&gt;&lt;ref-type name="Report"&gt;27&lt;/ref-type&gt;&lt;contributors&gt;&lt;authors&gt;&lt;author&gt;Reid, L. D.&lt;/author&gt;&lt;author&gt;Nahon, M. A.&lt;/author&gt;&lt;/authors&gt;&lt;/contributors&gt;&lt;titles&gt;&lt;title&gt;Flight Simulation Motion-Base Drive Algorithms: Part 2 - Selecting the System Parameters&lt;/title&gt;&lt;/titles&gt;&lt;volume&gt;307&lt;/volume&gt;&lt;number&gt;Report&lt;/number&gt;&lt;dates&gt;&lt;year&gt;1986&lt;/year&gt;&lt;/dates&gt;&lt;pub-location&gt;University of Toronto&lt;/pub-location&gt;&lt;publisher&gt;UTIAS&lt;/publisher&gt;&lt;urls&gt;&lt;/urls&gt;&lt;/record&gt;&lt;/Cite&gt;&lt;/EndNote&gt;</w:instrText>
      </w:r>
      <w:r w:rsidRPr="00757622">
        <w:fldChar w:fldCharType="separate"/>
      </w:r>
      <w:r w:rsidR="00124BF7" w:rsidRPr="00757622">
        <w:rPr>
          <w:noProof/>
        </w:rPr>
        <w:t>[4]</w:t>
      </w:r>
      <w:r w:rsidRPr="00757622">
        <w:fldChar w:fldCharType="end"/>
      </w:r>
      <w:r w:rsidRPr="00757622">
        <w:t xml:space="preserve">, </w:t>
      </w:r>
      <w:bookmarkEnd w:id="15"/>
      <w:r w:rsidRPr="00757622">
        <w:fldChar w:fldCharType="begin"/>
      </w:r>
      <w:r w:rsidR="00124BF7" w:rsidRPr="00757622">
        <w:instrText xml:space="preserve"> ADDIN EN.CITE &lt;EndNote&gt;&lt;Cite&gt;&lt;Author&gt;Casas&lt;/Author&gt;&lt;Year&gt;2015&lt;/Year&gt;&lt;RecNum&gt;123&lt;/RecNum&gt;&lt;DisplayText&gt;[5]&lt;/DisplayText&gt;&lt;record&gt;&lt;rec-number&gt;123&lt;/rec-number&gt;&lt;foreign-keys&gt;&lt;key app="EN" db-id="zwe09ede9pd0vpewf08pttdnwzart5zs9srp"&gt;123&lt;/key&gt;&lt;/foreign-keys&gt;&lt;ref-type name="Journal Article"&gt;17&lt;/ref-type&gt;&lt;contributors&gt;&lt;authors&gt;&lt;author&gt;Casas, S.&lt;/author&gt;&lt;author&gt;Coma, I.&lt;/author&gt;&lt;author&gt;Riera, J. V.&lt;/author&gt;&lt;author&gt;Fernández, M.&lt;/author&gt;&lt;/authors&gt;&lt;/contributors&gt;&lt;titles&gt;&lt;title&gt;Motion-Cuing Algorithms: Characterization of Users&amp;apos; Perception&lt;/title&gt;&lt;secondary-title&gt;Human Factors: The Journal of the Human Factors and Ergonomics Society&lt;/secondary-title&gt;&lt;/titles&gt;&lt;periodical&gt;&lt;full-title&gt;Human Factors: The Journal of the Human Factors and Ergonomics Society&lt;/full-title&gt;&lt;/periodical&gt;&lt;pages&gt;144-162&lt;/pages&gt;&lt;volume&gt;57&lt;/volume&gt;&lt;number&gt;1&lt;/number&gt;&lt;dates&gt;&lt;year&gt;2015&lt;/year&gt;&lt;/dates&gt;&lt;urls&gt;&lt;related-urls&gt;&lt;url&gt;http://hfs.sagepub.com/content/57/1/144.full.pdf&lt;/url&gt;&lt;/related-urls&gt;&lt;/urls&gt;&lt;electronic-resource-num&gt;10.1177/0018720814538281&lt;/electronic-resource-num&gt;&lt;/record&gt;&lt;/Cite&gt;&lt;/EndNote&gt;</w:instrText>
      </w:r>
      <w:r w:rsidRPr="00757622">
        <w:fldChar w:fldCharType="separate"/>
      </w:r>
      <w:r w:rsidR="00124BF7" w:rsidRPr="00757622">
        <w:rPr>
          <w:noProof/>
        </w:rPr>
        <w:t>[5]</w:t>
      </w:r>
      <w:r w:rsidRPr="00757622">
        <w:fldChar w:fldCharType="end"/>
      </w:r>
      <w:r w:rsidR="00B04758" w:rsidRPr="00757622">
        <w:t>.</w:t>
      </w:r>
    </w:p>
    <w:p w:rsidR="008C36A4" w:rsidRPr="00757622" w:rsidRDefault="00870E29" w:rsidP="00A56D0C">
      <w:pPr>
        <w:pStyle w:val="Abstract"/>
        <w:spacing w:before="0" w:after="0"/>
        <w:ind w:firstLine="284"/>
      </w:pPr>
      <w:r w:rsidRPr="00757622">
        <w:t xml:space="preserve">The tuning of MCA is usually performed with the </w:t>
      </w:r>
      <w:r w:rsidRPr="00757622">
        <w:rPr>
          <w:i/>
        </w:rPr>
        <w:t>pilot-in-the-loop</w:t>
      </w:r>
      <w:r w:rsidRPr="00757622">
        <w:t xml:space="preserve"> approach. This method implies executing successive tests on the simulator with a pilot/driver and an expert changing</w:t>
      </w:r>
      <w:r w:rsidR="0079503F" w:rsidRPr="00757622">
        <w:t>, in real-time,</w:t>
      </w:r>
      <w:r w:rsidRPr="00757622">
        <w:t xml:space="preserve"> the parameters of the MCA in reaction to the comments of the pilot/driver. The process is</w:t>
      </w:r>
      <w:r w:rsidR="00C54093" w:rsidRPr="00757622">
        <w:t xml:space="preserve"> not systematic and is</w:t>
      </w:r>
      <w:r w:rsidRPr="00757622">
        <w:t xml:space="preserve"> repeated until the use</w:t>
      </w:r>
      <w:r w:rsidR="00C54093" w:rsidRPr="00757622">
        <w:t>r is satisfied with the result</w:t>
      </w:r>
      <w:r w:rsidR="000B3045" w:rsidRPr="00757622">
        <w:t xml:space="preserve"> (if that happens)</w:t>
      </w:r>
      <w:r w:rsidR="00C54093" w:rsidRPr="00757622">
        <w:t>.</w:t>
      </w:r>
      <w:bookmarkEnd w:id="11"/>
      <w:bookmarkEnd w:id="12"/>
      <w:bookmarkEnd w:id="13"/>
      <w:bookmarkEnd w:id="14"/>
      <w:r w:rsidR="00C54093" w:rsidRPr="00757622">
        <w:t xml:space="preserve"> </w:t>
      </w:r>
      <w:r w:rsidR="008C36A4" w:rsidRPr="00757622">
        <w:t>F</w:t>
      </w:r>
      <w:r w:rsidR="00C54093" w:rsidRPr="00757622">
        <w:t>or this</w:t>
      </w:r>
      <w:r w:rsidR="008C36A4" w:rsidRPr="00757622">
        <w:t xml:space="preserve"> reason, a systematic automatic solution based on objective evaluations is proposed in </w:t>
      </w:r>
      <w:r w:rsidR="008C36A4" w:rsidRPr="00757622">
        <w:fldChar w:fldCharType="begin"/>
      </w:r>
      <w:r w:rsidR="00124BF7" w:rsidRPr="00757622">
        <w:instrText xml:space="preserve"> ADDIN EN.CITE &lt;EndNote&gt;&lt;Cite&gt;&lt;Author&gt;Casas&lt;/Author&gt;&lt;Year&gt;2016&lt;/Year&gt;&lt;RecNum&gt;280&lt;/RecNum&gt;&lt;DisplayText&gt;[6]&lt;/DisplayText&gt;&lt;record&gt;&lt;rec-number&gt;280&lt;/rec-number&gt;&lt;foreign-keys&gt;&lt;key app="EN" db-id="zwe09ede9pd0vpewf08pttdnwzart5zs9srp"&gt;280&lt;/key&gt;&lt;/foreign-keys&gt;&lt;ref-type name="Journal Article"&gt;17&lt;/ref-type&gt;&lt;contributors&gt;&lt;authors&gt;&lt;author&gt;Casas, S.&lt;/author&gt;&lt;author&gt;Coma, I.&lt;/author&gt;&lt;author&gt;Portalés, C.&lt;/author&gt;&lt;author&gt;Fernández, M.&lt;/author&gt;&lt;/authors&gt;&lt;/contributors&gt;&lt;titles&gt;&lt;title&gt;Towards a simulation-based tuning of motion cueing algorithms&lt;/title&gt;&lt;secondary-title&gt;Simulation Modelling Practice and Theory&lt;/secondary-title&gt;&lt;/titles&gt;&lt;periodical&gt;&lt;full-title&gt;Simulation Modelling Practice and Theory&lt;/full-title&gt;&lt;/periodical&gt;&lt;pages&gt;137–154&lt;/pages&gt;&lt;volume&gt;67&lt;/volume&gt;&lt;dates&gt;&lt;year&gt;2016&lt;/year&gt;&lt;/dates&gt;&lt;urls&gt;&lt;/urls&gt;&lt;electronic-resource-num&gt;10.1016/j.simpat.2016.06.002&lt;/electronic-resource-num&gt;&lt;/record&gt;&lt;/Cite&gt;&lt;/EndNote&gt;</w:instrText>
      </w:r>
      <w:r w:rsidR="008C36A4" w:rsidRPr="00757622">
        <w:fldChar w:fldCharType="separate"/>
      </w:r>
      <w:r w:rsidR="00124BF7" w:rsidRPr="00757622">
        <w:rPr>
          <w:noProof/>
        </w:rPr>
        <w:t>[6]</w:t>
      </w:r>
      <w:r w:rsidR="008C36A4" w:rsidRPr="00757622">
        <w:fldChar w:fldCharType="end"/>
      </w:r>
      <w:r w:rsidR="008C36A4" w:rsidRPr="00757622">
        <w:t>. This proposal substitutes the subjective evaluation by the calculation of objective mot</w:t>
      </w:r>
      <w:r w:rsidR="000B3045" w:rsidRPr="00757622">
        <w:t>ion fidelity metrics/indicators, which</w:t>
      </w:r>
      <w:r w:rsidR="008C36A4" w:rsidRPr="00757622">
        <w:t xml:space="preserve"> are calculated upon the execution of a simulation of the motion platform movements</w:t>
      </w:r>
      <w:r w:rsidR="005E4727" w:rsidRPr="00757622">
        <w:t xml:space="preserve"> with a Genetic Algorithm (GA)</w:t>
      </w:r>
      <w:r w:rsidR="008C36A4" w:rsidRPr="00757622">
        <w:t>.</w:t>
      </w:r>
      <w:r w:rsidR="00C54093" w:rsidRPr="00757622">
        <w:t xml:space="preserve"> This solution </w:t>
      </w:r>
      <w:r w:rsidR="008C36A4" w:rsidRPr="00757622">
        <w:t>represents a promising approach,</w:t>
      </w:r>
      <w:r w:rsidR="00C54093" w:rsidRPr="00757622">
        <w:t xml:space="preserve"> but</w:t>
      </w:r>
      <w:r w:rsidR="008C36A4" w:rsidRPr="00757622">
        <w:t xml:space="preserve"> it would be advisable to test if better optimization strategies can be found</w:t>
      </w:r>
      <w:r w:rsidR="00B04758" w:rsidRPr="00757622">
        <w:t xml:space="preserve">. </w:t>
      </w:r>
      <w:r w:rsidR="008C36A4" w:rsidRPr="00757622">
        <w:t xml:space="preserve">For this reason, this work proposes to use a different heuristic that has </w:t>
      </w:r>
      <w:r w:rsidR="005E4727" w:rsidRPr="00757622">
        <w:t xml:space="preserve">also </w:t>
      </w:r>
      <w:r w:rsidR="008C36A4" w:rsidRPr="00757622">
        <w:t xml:space="preserve">proven to be capable of solving optimization problems with vast search spaces: Particle Swarm Optimization (PSO) </w:t>
      </w:r>
      <w:r w:rsidR="008C36A4" w:rsidRPr="00757622">
        <w:fldChar w:fldCharType="begin"/>
      </w:r>
      <w:r w:rsidR="00124BF7" w:rsidRPr="00757622">
        <w:instrText xml:space="preserve"> ADDIN EN.CITE &lt;EndNote&gt;&lt;Cite&gt;&lt;Author&gt;Kennedy&lt;/Author&gt;&lt;Year&gt;1995&lt;/Year&gt;&lt;RecNum&gt;281&lt;/RecNum&gt;&lt;DisplayText&gt;[7]&lt;/DisplayText&gt;&lt;record&gt;&lt;rec-number&gt;281&lt;/rec-number&gt;&lt;foreign-keys&gt;&lt;key app="EN" db-id="zwe09ede9pd0vpewf08pttdnwzart5zs9srp"&gt;281&lt;/key&gt;&lt;/foreign-keys&gt;&lt;ref-type name="Conference Proceedings"&gt;10&lt;/ref-type&gt;&lt;contributors&gt;&lt;authors&gt;&lt;author&gt;Kennedy, J.&lt;/author&gt;&lt;author&gt;Eberhart, R.&lt;/author&gt;&lt;/authors&gt;&lt;/contributors&gt;&lt;titles&gt;&lt;title&gt;Particle Swarm Optimization&lt;/title&gt;&lt;secondary-title&gt;IEEE International Conference. on Neural Networks&lt;/secondary-title&gt;&lt;/titles&gt;&lt;pages&gt;1942-1948&lt;/pages&gt;&lt;dates&gt;&lt;year&gt;1995&lt;/year&gt;&lt;/dates&gt;&lt;pub-location&gt;Perth, WA, Australia&lt;/pub-location&gt;&lt;publisher&gt;IEEE Service Center, Piscataway, NJ, USA&lt;/publisher&gt;&lt;isbn&gt;0-7803-2768-3/95&lt;/isbn&gt;&lt;urls&gt;&lt;/urls&gt;&lt;/record&gt;&lt;/Cite&gt;&lt;/EndNote&gt;</w:instrText>
      </w:r>
      <w:r w:rsidR="008C36A4" w:rsidRPr="00757622">
        <w:fldChar w:fldCharType="separate"/>
      </w:r>
      <w:r w:rsidR="00124BF7" w:rsidRPr="00757622">
        <w:rPr>
          <w:noProof/>
        </w:rPr>
        <w:t>[7]</w:t>
      </w:r>
      <w:r w:rsidR="008C36A4" w:rsidRPr="00757622">
        <w:fldChar w:fldCharType="end"/>
      </w:r>
      <w:r w:rsidR="008C36A4" w:rsidRPr="00757622">
        <w:t xml:space="preserve">. PSO has been used for parameter tuning in other algorithms </w:t>
      </w:r>
      <w:r w:rsidR="008C36A4" w:rsidRPr="00757622">
        <w:fldChar w:fldCharType="begin"/>
      </w:r>
      <w:r w:rsidR="00124BF7" w:rsidRPr="00757622">
        <w:instrText xml:space="preserve"> ADDIN EN.CITE &lt;EndNote&gt;&lt;Cite&gt;&lt;Author&gt;Shih-Wei&lt;/Author&gt;&lt;Year&gt;2008&lt;/Year&gt;&lt;RecNum&gt;282&lt;/RecNum&gt;&lt;DisplayText&gt;[8]&lt;/DisplayText&gt;&lt;record&gt;&lt;rec-number&gt;282&lt;/rec-number&gt;&lt;foreign-keys&gt;&lt;key app="EN" db-id="zwe09ede9pd0vpewf08pttdnwzart5zs9srp"&gt;282&lt;/key&gt;&lt;/foreign-keys&gt;&lt;ref-type name="Journal Article"&gt;17&lt;/ref-type&gt;&lt;contributors&gt;&lt;authors&gt;&lt;author&gt;Shih-Wei, L.&lt;/author&gt;&lt;author&gt;Kuo-Ching, Y.&lt;/author&gt;&lt;author&gt;Shih-Chieh, C.&lt;/author&gt;&lt;author&gt;Zne-Jung, L.&lt;/author&gt;&lt;/authors&gt;&lt;/contributors&gt;&lt;titles&gt;&lt;title&gt;Particle swarm optimization for parameter determination and feature selection of support vector machines&lt;/title&gt;&lt;secondary-title&gt;Expert Systems with Applications&lt;/secondary-title&gt;&lt;/titles&gt;&lt;periodical&gt;&lt;full-title&gt;Expert Systems with Applications&lt;/full-title&gt;&lt;/periodical&gt;&lt;pages&gt;1817–1824&lt;/pages&gt;&lt;volume&gt;35&lt;/volume&gt;&lt;dates&gt;&lt;year&gt;2008&lt;/year&gt;&lt;/dates&gt;&lt;isbn&gt;0957-4174&lt;/isbn&gt;&lt;urls&gt;&lt;/urls&gt;&lt;electronic-resource-num&gt;10.1016/j.eswa.2007.08.088&lt;/electronic-resource-num&gt;&lt;/record&gt;&lt;/Cite&gt;&lt;/EndNote&gt;</w:instrText>
      </w:r>
      <w:r w:rsidR="008C36A4" w:rsidRPr="00757622">
        <w:fldChar w:fldCharType="separate"/>
      </w:r>
      <w:r w:rsidR="00124BF7" w:rsidRPr="00757622">
        <w:rPr>
          <w:noProof/>
        </w:rPr>
        <w:t>[8]</w:t>
      </w:r>
      <w:r w:rsidR="008C36A4" w:rsidRPr="00757622">
        <w:fldChar w:fldCharType="end"/>
      </w:r>
      <w:r w:rsidR="00153A42" w:rsidRPr="00757622">
        <w:t xml:space="preserve"> and</w:t>
      </w:r>
      <w:r w:rsidR="00036C91" w:rsidRPr="00757622">
        <w:t xml:space="preserve"> even for MCA </w:t>
      </w:r>
      <w:r w:rsidR="00036C91" w:rsidRPr="00757622">
        <w:fldChar w:fldCharType="begin"/>
      </w:r>
      <w:r w:rsidR="00036C91" w:rsidRPr="00757622">
        <w:instrText xml:space="preserve"> ADDIN EN.CITE &lt;EndNote&gt;&lt;Cite&gt;&lt;Author&gt;Asadi&lt;/Author&gt;&lt;Year&gt;2016&lt;/Year&gt;&lt;RecNum&gt;322&lt;/RecNum&gt;&lt;DisplayText&gt;[9]&lt;/DisplayText&gt;&lt;record&gt;&lt;rec-number&gt;322&lt;/rec-number&gt;&lt;foreign-keys&gt;&lt;key app="EN" db-id="zwe09ede9pd0vpewf08pttdnwzart5zs9srp"&gt;322&lt;/key&gt;&lt;/foreign-keys&gt;&lt;ref-type name="Conference Proceedings"&gt;10&lt;/ref-type&gt;&lt;contributors&gt;&lt;authors&gt;&lt;author&gt;Asadi, H.&lt;/author&gt;&lt;author&gt;Mohammadi, A.&lt;/author&gt;&lt;author&gt;Mohamed, S.&lt;/author&gt;&lt;author&gt;Lim, C. P.&lt;/author&gt;&lt;author&gt;Khatami, A.&lt;/author&gt;&lt;author&gt;Khosravi, A.&lt;/author&gt;&lt;author&gt;Nahavandi, S.&lt;/author&gt;&lt;/authors&gt;&lt;/contributors&gt;&lt;titles&gt;&lt;title&gt;A Particle Swarm Optimization-based washout filter for improving simulator motion fidelity&lt;/title&gt;&lt;secondary-title&gt;Systems, Man, and Cybernetics (SMC), 2016 IEEE International Conference on&lt;/secondary-title&gt;&lt;/titles&gt;&lt;pages&gt;001963-001968&lt;/pages&gt;&lt;dates&gt;&lt;year&gt;2016&lt;/year&gt;&lt;/dates&gt;&lt;publisher&gt;IEEE&lt;/publisher&gt;&lt;isbn&gt;1509018972&lt;/isbn&gt;&lt;urls&gt;&lt;/urls&gt;&lt;/record&gt;&lt;/Cite&gt;&lt;/EndNote&gt;</w:instrText>
      </w:r>
      <w:r w:rsidR="00036C91" w:rsidRPr="00757622">
        <w:fldChar w:fldCharType="separate"/>
      </w:r>
      <w:r w:rsidR="00036C91" w:rsidRPr="00757622">
        <w:rPr>
          <w:noProof/>
        </w:rPr>
        <w:t>[9]</w:t>
      </w:r>
      <w:r w:rsidR="00036C91" w:rsidRPr="00757622">
        <w:fldChar w:fldCharType="end"/>
      </w:r>
      <w:r w:rsidR="00036C91" w:rsidRPr="00757622">
        <w:t xml:space="preserve"> with a different approach</w:t>
      </w:r>
      <w:r w:rsidR="008C36A4" w:rsidRPr="00757622">
        <w:t xml:space="preserve">. </w:t>
      </w:r>
      <w:r w:rsidR="00036C91" w:rsidRPr="00757622">
        <w:t>PSO</w:t>
      </w:r>
      <w:r w:rsidR="00660BEA" w:rsidRPr="00757622">
        <w:t xml:space="preserve"> is easy to implement, </w:t>
      </w:r>
      <w:r w:rsidR="008C36A4" w:rsidRPr="00757622">
        <w:t>and the adaptation of this heuristic to this problem is feasible.</w:t>
      </w:r>
    </w:p>
    <w:p w:rsidR="00C44874" w:rsidRPr="00757622" w:rsidRDefault="00B8067B" w:rsidP="00FF7D7B">
      <w:pPr>
        <w:pStyle w:val="Head1"/>
      </w:pPr>
      <w:bookmarkStart w:id="16" w:name="OLE_LINK24"/>
      <w:bookmarkStart w:id="17" w:name="OLE_LINK25"/>
      <w:bookmarkStart w:id="18" w:name="OLE_LINK26"/>
      <w:bookmarkStart w:id="19" w:name="OLE_LINK27"/>
      <w:r w:rsidRPr="00757622">
        <w:t>2</w:t>
      </w:r>
      <w:r w:rsidR="00C44874" w:rsidRPr="00757622">
        <w:rPr>
          <w:szCs w:val="22"/>
        </w:rPr>
        <w:t> </w:t>
      </w:r>
      <w:r w:rsidR="00C44874" w:rsidRPr="00757622">
        <w:t>MATERIALS AND METHODS</w:t>
      </w:r>
    </w:p>
    <w:p w:rsidR="007D6AF5" w:rsidRPr="00757622" w:rsidRDefault="007D6AF5" w:rsidP="00E86CD0">
      <w:pPr>
        <w:pStyle w:val="Abstract"/>
        <w:spacing w:before="0" w:after="0"/>
      </w:pPr>
      <w:r w:rsidRPr="00757622">
        <w:t xml:space="preserve">The PSO heuristic can be adapted to the MCA tuning problem. Let us consider each t-uple </w:t>
      </w:r>
      <w:r w:rsidRPr="00757622">
        <w:rPr>
          <w:i/>
        </w:rPr>
        <w:t>t</w:t>
      </w:r>
      <w:r w:rsidRPr="00757622">
        <w:t xml:space="preserve"> of parameters of the </w:t>
      </w:r>
      <w:r w:rsidR="007E40E6" w:rsidRPr="00757622">
        <w:t xml:space="preserve">MCA as a particle, which </w:t>
      </w:r>
      <w:r w:rsidRPr="00757622">
        <w:t xml:space="preserve">contains possible values for each of the parameters of the MCA. The particle can be represented by a sorted sequence of the MCA parameter values: </w:t>
      </w:r>
      <w:r w:rsidRPr="00757622">
        <w:rPr>
          <w:i/>
        </w:rPr>
        <w:t>t[1]</w:t>
      </w:r>
      <w:r w:rsidR="00ED1F11" w:rsidRPr="00757622">
        <w:rPr>
          <w:i/>
        </w:rPr>
        <w:t>,</w:t>
      </w:r>
      <w:r w:rsidRPr="00757622">
        <w:rPr>
          <w:i/>
        </w:rPr>
        <w:t xml:space="preserve"> t[2]</w:t>
      </w:r>
      <w:r w:rsidR="00ED1F11" w:rsidRPr="00757622">
        <w:rPr>
          <w:i/>
        </w:rPr>
        <w:t>,</w:t>
      </w:r>
      <w:r w:rsidRPr="00757622">
        <w:rPr>
          <w:i/>
        </w:rPr>
        <w:t xml:space="preserve"> … t[i]</w:t>
      </w:r>
      <w:r w:rsidR="00ED1F11" w:rsidRPr="00757622">
        <w:rPr>
          <w:i/>
        </w:rPr>
        <w:t>,</w:t>
      </w:r>
      <w:r w:rsidRPr="00757622">
        <w:rPr>
          <w:i/>
        </w:rPr>
        <w:t xml:space="preserve"> … t[n]</w:t>
      </w:r>
      <w:r w:rsidRPr="00757622">
        <w:t xml:space="preserve">. Thus, the </w:t>
      </w:r>
      <w:r w:rsidRPr="00757622">
        <w:lastRenderedPageBreak/>
        <w:t xml:space="preserve">values of </w:t>
      </w:r>
      <w:r w:rsidRPr="00757622">
        <w:rPr>
          <w:i/>
        </w:rPr>
        <w:t>t</w:t>
      </w:r>
      <w:r w:rsidRPr="00757622" w:rsidDel="005925C0">
        <w:t xml:space="preserve"> </w:t>
      </w:r>
      <w:r w:rsidRPr="00757622">
        <w:t>can be seen as a vector representing the position of the particle in the parameter space in which the o</w:t>
      </w:r>
      <w:r w:rsidR="00E868E4" w:rsidRPr="00757622">
        <w:t>ptimization algorithm searches.</w:t>
      </w:r>
      <w:r w:rsidR="007E40E6" w:rsidRPr="00757622">
        <w:t xml:space="preserve"> </w:t>
      </w:r>
      <w:r w:rsidRPr="00757622">
        <w:t xml:space="preserve">To perform the optimization and search for the best set of values for the parameters, an evaluation/fitness function </w:t>
      </w:r>
      <w:r w:rsidR="00ED1F11" w:rsidRPr="00757622">
        <w:rPr>
          <w:i/>
        </w:rPr>
        <w:t xml:space="preserve">f(w, </w:t>
      </w:r>
      <w:r w:rsidRPr="00757622">
        <w:rPr>
          <w:i/>
        </w:rPr>
        <w:t xml:space="preserve">t) </w:t>
      </w:r>
      <w:r w:rsidRPr="00757622">
        <w:t xml:space="preserve">is needed, where </w:t>
      </w:r>
      <w:r w:rsidRPr="00757622">
        <w:rPr>
          <w:i/>
        </w:rPr>
        <w:t>w</w:t>
      </w:r>
      <w:r w:rsidRPr="00757622">
        <w:t xml:space="preserve"> is the </w:t>
      </w:r>
      <w:r w:rsidR="00B81FA4" w:rsidRPr="00757622">
        <w:t>MCA</w:t>
      </w:r>
      <w:r w:rsidRPr="00757622">
        <w:t xml:space="preserve"> used, and </w:t>
      </w:r>
      <w:r w:rsidRPr="00757622">
        <w:rPr>
          <w:i/>
        </w:rPr>
        <w:t>t</w:t>
      </w:r>
      <w:r w:rsidRPr="00757622">
        <w:t xml:space="preserve"> is the t-uple of parameters. The evaluation function returns a motion fidelity indicator for the </w:t>
      </w:r>
      <w:r w:rsidR="00B81FA4" w:rsidRPr="00757622">
        <w:t>MCA</w:t>
      </w:r>
      <w:r w:rsidRPr="00757622">
        <w:t xml:space="preserve"> with this configuration (i.e., with this set of values for the parameters). </w:t>
      </w:r>
      <w:r w:rsidR="007E40E6" w:rsidRPr="00757622">
        <w:t xml:space="preserve">The rationale and details of </w:t>
      </w:r>
      <w:r w:rsidR="00A241AB" w:rsidRPr="00757622">
        <w:t xml:space="preserve">the motion fidelity indicators </w:t>
      </w:r>
      <w:r w:rsidR="007E40E6" w:rsidRPr="00757622">
        <w:t xml:space="preserve">used in this paper </w:t>
      </w:r>
      <w:r w:rsidR="00A241AB" w:rsidRPr="00757622">
        <w:t xml:space="preserve">are explained in </w:t>
      </w:r>
      <w:r w:rsidR="00A241AB" w:rsidRPr="00757622">
        <w:fldChar w:fldCharType="begin"/>
      </w:r>
      <w:r w:rsidR="00124BF7" w:rsidRPr="00757622">
        <w:instrText xml:space="preserve"> ADDIN EN.CITE &lt;EndNote&gt;&lt;Cite&gt;&lt;Author&gt;Casas&lt;/Author&gt;&lt;Year&gt;2015&lt;/Year&gt;&lt;RecNum&gt;123&lt;/RecNum&gt;&lt;DisplayText&gt;[5]&lt;/DisplayText&gt;&lt;record&gt;&lt;rec-number&gt;123&lt;/rec-number&gt;&lt;foreign-keys&gt;&lt;key app="EN" db-id="zwe09ede9pd0vpewf08pttdnwzart5zs9srp"&gt;123&lt;/key&gt;&lt;/foreign-keys&gt;&lt;ref-type name="Journal Article"&gt;17&lt;/ref-type&gt;&lt;contributors&gt;&lt;authors&gt;&lt;author&gt;Casas, S.&lt;/author&gt;&lt;author&gt;Coma, I.&lt;/author&gt;&lt;author&gt;Riera, J. V.&lt;/author&gt;&lt;author&gt;Fernández, M.&lt;/author&gt;&lt;/authors&gt;&lt;/contributors&gt;&lt;titles&gt;&lt;title&gt;Motion-Cuing Algorithms: Characterization of Users&amp;apos; Perception&lt;/title&gt;&lt;secondary-title&gt;Human Factors: The Journal of the Human Factors and Ergonomics Society&lt;/secondary-title&gt;&lt;/titles&gt;&lt;periodical&gt;&lt;full-title&gt;Human Factors: The Journal of the Human Factors and Ergonomics Society&lt;/full-title&gt;&lt;/periodical&gt;&lt;pages&gt;144-162&lt;/pages&gt;&lt;volume&gt;57&lt;/volume&gt;&lt;number&gt;1&lt;/number&gt;&lt;dates&gt;&lt;year&gt;2015&lt;/year&gt;&lt;/dates&gt;&lt;urls&gt;&lt;related-urls&gt;&lt;url&gt;http://hfs.sagepub.com/content/57/1/144.full.pdf&lt;/url&gt;&lt;/related-urls&gt;&lt;/urls&gt;&lt;electronic-resource-num&gt;10.1177/0018720814538281&lt;/electronic-resource-num&gt;&lt;/record&gt;&lt;/Cite&gt;&lt;/EndNote&gt;</w:instrText>
      </w:r>
      <w:r w:rsidR="00A241AB" w:rsidRPr="00757622">
        <w:fldChar w:fldCharType="separate"/>
      </w:r>
      <w:r w:rsidR="00124BF7" w:rsidRPr="00757622">
        <w:rPr>
          <w:noProof/>
        </w:rPr>
        <w:t>[5]</w:t>
      </w:r>
      <w:r w:rsidR="00A241AB" w:rsidRPr="00757622">
        <w:fldChar w:fldCharType="end"/>
      </w:r>
      <w:r w:rsidR="00A241AB" w:rsidRPr="00757622">
        <w:t>.</w:t>
      </w:r>
      <w:r w:rsidR="00C60D71" w:rsidRPr="00757622">
        <w:t xml:space="preserve"> </w:t>
      </w:r>
      <w:r w:rsidRPr="00757622">
        <w:t>Although an actual motion platform can be used</w:t>
      </w:r>
      <w:r w:rsidR="00660BEA" w:rsidRPr="00757622">
        <w:t xml:space="preserve"> to</w:t>
      </w:r>
      <w:r w:rsidRPr="00757622">
        <w:t xml:space="preserve"> eval</w:t>
      </w:r>
      <w:r w:rsidR="00660BEA" w:rsidRPr="00757622">
        <w:t>uate</w:t>
      </w:r>
      <w:r w:rsidRPr="00757622">
        <w:t xml:space="preserve"> its performance by means of objective indicators, the proposed method is to use a virtual motion platform instead of a physical one. With this decision, the motion fidelity indicators can be calculated faster than real-time</w:t>
      </w:r>
      <w:r w:rsidR="00E86CD0" w:rsidRPr="00757622">
        <w:t>.</w:t>
      </w:r>
      <w:r w:rsidRPr="00757622">
        <w:t xml:space="preserve"> The details of the motion platform simulator can be found in </w:t>
      </w:r>
      <w:r w:rsidRPr="00757622">
        <w:fldChar w:fldCharType="begin"/>
      </w:r>
      <w:r w:rsidR="00036C91" w:rsidRPr="00757622">
        <w:instrText xml:space="preserve"> ADDIN EN.CITE &lt;EndNote&gt;&lt;Cite&gt;&lt;Author&gt;Casas&lt;/Author&gt;&lt;Year&gt;2014&lt;/Year&gt;&lt;RecNum&gt;125&lt;/RecNum&gt;&lt;DisplayText&gt;[10]&lt;/DisplayText&gt;&lt;record&gt;&lt;rec-number&gt;125&lt;/rec-number&gt;&lt;foreign-keys&gt;&lt;key app="EN" db-id="zwe09ede9pd0vpewf08pttdnwzart5zs9srp"&gt;125&lt;/key&gt;&lt;/foreign-keys&gt;&lt;ref-type name="Journal Article"&gt;17&lt;/ref-type&gt;&lt;contributors&gt;&lt;authors&gt;&lt;author&gt;Casas, S.&lt;/author&gt;&lt;author&gt;Alcaraz, J. M.&lt;/author&gt;&lt;author&gt;Olanda, R.&lt;/author&gt;&lt;author&gt;Coma, I.&lt;/author&gt;&lt;author&gt;Fernández, M.&lt;/author&gt;&lt;/authors&gt;&lt;/contributors&gt;&lt;titles&gt;&lt;title&gt;Towards an extensible simulator of real motion platforms&lt;/title&gt;&lt;secondary-title&gt;Simulation Modelling Practice and Theory&lt;/secondary-title&gt;&lt;/titles&gt;&lt;periodical&gt;&lt;full-title&gt;Simulation Modelling Practice and Theory&lt;/full-title&gt;&lt;/periodical&gt;&lt;pages&gt;50-61&lt;/pages&gt;&lt;volume&gt;45&lt;/volume&gt;&lt;number&gt;0&lt;/number&gt;&lt;keywords&gt;&lt;keyword&gt;Motion platform&lt;/keyword&gt;&lt;keyword&gt;Simulation&lt;/keyword&gt;&lt;keyword&gt;Real-time&lt;/keyword&gt;&lt;keyword&gt;Immersion&lt;/keyword&gt;&lt;keyword&gt;Virtual motion platform&lt;/keyword&gt;&lt;/keywords&gt;&lt;dates&gt;&lt;year&gt;2014&lt;/year&gt;&lt;/dates&gt;&lt;isbn&gt;1569-190X&lt;/isbn&gt;&lt;urls&gt;&lt;related-urls&gt;&lt;url&gt;http://www.sciencedirect.com/science/article/pii/S1569190X14000495&lt;/url&gt;&lt;url&gt;http://ac.els-cdn.com/S1569190X14000495/1-s2.0-S1569190X14000495-main.pdf?_tid=4256ec2a-cb89-11e5-bae5-00000aacb35f&amp;amp;acdnat=1454622788_6942c7b19d3f39f9023d343a8ce7dd58&lt;/url&gt;&lt;/related-urls&gt;&lt;/urls&gt;&lt;electronic-resource-num&gt;http://dx.doi.org/10.1016/j.simpat.2014.03.011&lt;/electronic-resource-num&gt;&lt;access-date&gt;6&lt;/access-date&gt;&lt;/record&gt;&lt;/Cite&gt;&lt;/EndNote&gt;</w:instrText>
      </w:r>
      <w:r w:rsidRPr="00757622">
        <w:fldChar w:fldCharType="separate"/>
      </w:r>
      <w:r w:rsidR="00036C91" w:rsidRPr="00757622">
        <w:rPr>
          <w:noProof/>
        </w:rPr>
        <w:t>[10]</w:t>
      </w:r>
      <w:r w:rsidRPr="00757622">
        <w:fldChar w:fldCharType="end"/>
      </w:r>
      <w:r w:rsidRPr="00757622">
        <w:t xml:space="preserve"> and are not the focus of this paper.</w:t>
      </w:r>
    </w:p>
    <w:p w:rsidR="007D6AF5" w:rsidRPr="00757622" w:rsidRDefault="007D6AF5" w:rsidP="00254E3A">
      <w:pPr>
        <w:pStyle w:val="Abstract"/>
        <w:spacing w:before="0" w:after="0"/>
        <w:ind w:firstLine="284"/>
      </w:pPr>
      <w:r w:rsidRPr="00757622">
        <w:t xml:space="preserve">The PSO-based solution implements the PSO algorithm as described in </w:t>
      </w:r>
      <w:r w:rsidRPr="00757622">
        <w:fldChar w:fldCharType="begin"/>
      </w:r>
      <w:r w:rsidR="00124BF7" w:rsidRPr="00757622">
        <w:instrText xml:space="preserve"> ADDIN EN.CITE &lt;EndNote&gt;&lt;Cite&gt;&lt;Author&gt;Kennedy&lt;/Author&gt;&lt;Year&gt;1995&lt;/Year&gt;&lt;RecNum&gt;281&lt;/RecNum&gt;&lt;DisplayText&gt;[7]&lt;/DisplayText&gt;&lt;record&gt;&lt;rec-number&gt;281&lt;/rec-number&gt;&lt;foreign-keys&gt;&lt;key app="EN" db-id="zwe09ede9pd0vpewf08pttdnwzart5zs9srp"&gt;281&lt;/key&gt;&lt;/foreign-keys&gt;&lt;ref-type name="Conference Proceedings"&gt;10&lt;/ref-type&gt;&lt;contributors&gt;&lt;authors&gt;&lt;author&gt;Kennedy, J.&lt;/author&gt;&lt;author&gt;Eberhart, R.&lt;/author&gt;&lt;/authors&gt;&lt;/contributors&gt;&lt;titles&gt;&lt;title&gt;Particle Swarm Optimization&lt;/title&gt;&lt;secondary-title&gt;IEEE International Conference. on Neural Networks&lt;/secondary-title&gt;&lt;/titles&gt;&lt;pages&gt;1942-1948&lt;/pages&gt;&lt;dates&gt;&lt;year&gt;1995&lt;/year&gt;&lt;/dates&gt;&lt;pub-location&gt;Perth, WA, Australia&lt;/pub-location&gt;&lt;publisher&gt;IEEE Service Center, Piscataway, NJ, USA&lt;/publisher&gt;&lt;isbn&gt;0-7803-2768-3/95&lt;/isbn&gt;&lt;urls&gt;&lt;/urls&gt;&lt;/record&gt;&lt;/Cite&gt;&lt;/EndNote&gt;</w:instrText>
      </w:r>
      <w:r w:rsidRPr="00757622">
        <w:fldChar w:fldCharType="separate"/>
      </w:r>
      <w:r w:rsidR="00124BF7" w:rsidRPr="00757622">
        <w:t>[7]</w:t>
      </w:r>
      <w:r w:rsidRPr="00757622">
        <w:fldChar w:fldCharType="end"/>
      </w:r>
      <w:r w:rsidRPr="00757622">
        <w:t xml:space="preserve">. It evaluates each </w:t>
      </w:r>
      <w:r w:rsidR="004F1A3E" w:rsidRPr="00757622">
        <w:t>particle</w:t>
      </w:r>
      <w:r w:rsidR="00246B4D" w:rsidRPr="00757622">
        <w:t xml:space="preserve"> and</w:t>
      </w:r>
      <w:r w:rsidRPr="00757622">
        <w:t xml:space="preserve"> stores</w:t>
      </w:r>
      <w:r w:rsidR="00246B4D" w:rsidRPr="00757622">
        <w:t xml:space="preserve"> the following information:</w:t>
      </w:r>
      <w:r w:rsidRPr="00757622">
        <w:t xml:space="preserve"> the position of the particle that pro</w:t>
      </w:r>
      <w:r w:rsidR="004F1A3E" w:rsidRPr="00757622">
        <w:t>vides the best global indicator,</w:t>
      </w:r>
      <w:r w:rsidRPr="00757622">
        <w:t xml:space="preserve"> </w:t>
      </w:r>
      <w:r w:rsidR="00246B4D" w:rsidRPr="00757622">
        <w:t xml:space="preserve">the indicator itself, </w:t>
      </w:r>
      <w:r w:rsidRPr="00757622">
        <w:t>the best local indicator and its position. The positions of the parti</w:t>
      </w:r>
      <w:r w:rsidR="004F1A3E" w:rsidRPr="00757622">
        <w:t xml:space="preserve">cles are updated following the </w:t>
      </w:r>
      <w:r w:rsidR="004069CE" w:rsidRPr="00757622">
        <w:t xml:space="preserve">best </w:t>
      </w:r>
      <w:r w:rsidRPr="00757622">
        <w:t xml:space="preserve">rule </w:t>
      </w:r>
      <w:r w:rsidR="004069CE" w:rsidRPr="00757622">
        <w:t>proposed</w:t>
      </w:r>
      <w:r w:rsidRPr="00757622">
        <w:t xml:space="preserve"> </w:t>
      </w:r>
      <w:r w:rsidR="00CA03B8" w:rsidRPr="00757622">
        <w:t xml:space="preserve">by Kennedy &amp; Eberhart </w:t>
      </w:r>
      <w:r w:rsidR="004F1A3E" w:rsidRPr="00757622">
        <w:t xml:space="preserve">in </w:t>
      </w:r>
      <w:r w:rsidR="004F1A3E" w:rsidRPr="00757622">
        <w:fldChar w:fldCharType="begin"/>
      </w:r>
      <w:r w:rsidR="00124BF7" w:rsidRPr="00757622">
        <w:instrText xml:space="preserve"> ADDIN EN.CITE &lt;EndNote&gt;&lt;Cite&gt;&lt;Author&gt;Kennedy&lt;/Author&gt;&lt;Year&gt;1995&lt;/Year&gt;&lt;RecNum&gt;281&lt;/RecNum&gt;&lt;DisplayText&gt;[7]&lt;/DisplayText&gt;&lt;record&gt;&lt;rec-number&gt;281&lt;/rec-number&gt;&lt;foreign-keys&gt;&lt;key app="EN" db-id="zwe09ede9pd0vpewf08pttdnwzart5zs9srp"&gt;281&lt;/key&gt;&lt;/foreign-keys&gt;&lt;ref-type name="Conference Proceedings"&gt;10&lt;/ref-type&gt;&lt;contributors&gt;&lt;authors&gt;&lt;author&gt;Kennedy, J.&lt;/author&gt;&lt;author&gt;Eberhart, R.&lt;/author&gt;&lt;/authors&gt;&lt;/contributors&gt;&lt;titles&gt;&lt;title&gt;Particle Swarm Optimization&lt;/title&gt;&lt;secondary-title&gt;IEEE International Conference. on Neural Networks&lt;/secondary-title&gt;&lt;/titles&gt;&lt;pages&gt;1942-1948&lt;/pages&gt;&lt;dates&gt;&lt;year&gt;1995&lt;/year&gt;&lt;/dates&gt;&lt;pub-location&gt;Perth, WA, Australia&lt;/pub-location&gt;&lt;publisher&gt;IEEE Service Center, Piscataway, NJ, USA&lt;/publisher&gt;&lt;isbn&gt;0-7803-2768-3/95&lt;/isbn&gt;&lt;urls&gt;&lt;/urls&gt;&lt;/record&gt;&lt;/Cite&gt;&lt;/EndNote&gt;</w:instrText>
      </w:r>
      <w:r w:rsidR="004F1A3E" w:rsidRPr="00757622">
        <w:fldChar w:fldCharType="separate"/>
      </w:r>
      <w:r w:rsidR="00124BF7" w:rsidRPr="00757622">
        <w:t>[7]</w:t>
      </w:r>
      <w:r w:rsidR="004F1A3E" w:rsidRPr="00757622">
        <w:fldChar w:fldCharType="end"/>
      </w:r>
      <w:r w:rsidR="004F1A3E" w:rsidRPr="00757622">
        <w:t>.</w:t>
      </w:r>
    </w:p>
    <w:bookmarkEnd w:id="16"/>
    <w:bookmarkEnd w:id="17"/>
    <w:bookmarkEnd w:id="18"/>
    <w:bookmarkEnd w:id="19"/>
    <w:p w:rsidR="00040AE8" w:rsidRPr="00757622" w:rsidRDefault="00B8067B" w:rsidP="00FF7D7B">
      <w:pPr>
        <w:pStyle w:val="Head1"/>
      </w:pPr>
      <w:r w:rsidRPr="00757622">
        <w:t>3</w:t>
      </w:r>
      <w:r w:rsidR="00FF1AC1" w:rsidRPr="00757622">
        <w:rPr>
          <w:szCs w:val="22"/>
        </w:rPr>
        <w:t> </w:t>
      </w:r>
      <w:r w:rsidR="00776472" w:rsidRPr="00757622">
        <w:t>EXPERIMENTS AND RESULTS</w:t>
      </w:r>
    </w:p>
    <w:p w:rsidR="00627B89" w:rsidRPr="00757622" w:rsidRDefault="00627B89" w:rsidP="00627B89">
      <w:pPr>
        <w:pStyle w:val="Abstract"/>
        <w:spacing w:before="0" w:after="0"/>
      </w:pPr>
      <w:bookmarkStart w:id="20" w:name="OLE_LINK29"/>
      <w:bookmarkStart w:id="21" w:name="OLE_LINK30"/>
      <w:bookmarkStart w:id="22" w:name="OLE_LINK31"/>
      <w:r w:rsidRPr="00757622">
        <w:t xml:space="preserve">After performing </w:t>
      </w:r>
      <w:r w:rsidR="003B18BF" w:rsidRPr="00757622">
        <w:t xml:space="preserve">successful </w:t>
      </w:r>
      <w:r w:rsidRPr="00757622">
        <w:t>correctness test</w:t>
      </w:r>
      <w:r w:rsidR="003D3B57" w:rsidRPr="00757622">
        <w:t>s</w:t>
      </w:r>
      <w:r w:rsidR="003B18BF" w:rsidRPr="00757622">
        <w:t xml:space="preserve"> that demonstrate that the PSO implementation is correct</w:t>
      </w:r>
      <w:r w:rsidRPr="00757622">
        <w:t xml:space="preserve"> and analyze the effect of population size, this value was set to 30 particles.</w:t>
      </w:r>
      <w:r w:rsidR="003B18BF" w:rsidRPr="00757622">
        <w:t xml:space="preserve"> This is the only parameter that needs to be setup for PSO, compared with four</w:t>
      </w:r>
      <w:r w:rsidR="004E768C" w:rsidRPr="00757622">
        <w:t>,</w:t>
      </w:r>
      <w:r w:rsidR="00E1291B" w:rsidRPr="00757622">
        <w:t xml:space="preserve"> in the case of </w:t>
      </w:r>
      <w:r w:rsidR="003B18BF" w:rsidRPr="00757622">
        <w:t xml:space="preserve">the GA implementation in </w:t>
      </w:r>
      <w:r w:rsidR="003B18BF" w:rsidRPr="00757622">
        <w:fldChar w:fldCharType="begin"/>
      </w:r>
      <w:r w:rsidR="00124BF7" w:rsidRPr="00757622">
        <w:instrText xml:space="preserve"> ADDIN EN.CITE &lt;EndNote&gt;&lt;Cite&gt;&lt;Author&gt;Casas&lt;/Author&gt;&lt;Year&gt;2016&lt;/Year&gt;&lt;RecNum&gt;280&lt;/RecNum&gt;&lt;DisplayText&gt;[6]&lt;/DisplayText&gt;&lt;record&gt;&lt;rec-number&gt;280&lt;/rec-number&gt;&lt;foreign-keys&gt;&lt;key app="EN" db-id="zwe09ede9pd0vpewf08pttdnwzart5zs9srp"&gt;280&lt;/key&gt;&lt;/foreign-keys&gt;&lt;ref-type name="Journal Article"&gt;17&lt;/ref-type&gt;&lt;contributors&gt;&lt;authors&gt;&lt;author&gt;Casas, S.&lt;/author&gt;&lt;author&gt;Coma, I.&lt;/author&gt;&lt;author&gt;Portalés, C.&lt;/author&gt;&lt;author&gt;Fernández, M.&lt;/author&gt;&lt;/authors&gt;&lt;/contributors&gt;&lt;titles&gt;&lt;title&gt;Towards a simulation-based tuning of motion cueing algorithms&lt;/title&gt;&lt;secondary-title&gt;Simulation Modelling Practice and Theory&lt;/secondary-title&gt;&lt;/titles&gt;&lt;periodical&gt;&lt;full-title&gt;Simulation Modelling Practice and Theory&lt;/full-title&gt;&lt;/periodical&gt;&lt;pages&gt;137–154&lt;/pages&gt;&lt;volume&gt;67&lt;/volume&gt;&lt;dates&gt;&lt;year&gt;2016&lt;/year&gt;&lt;/dates&gt;&lt;urls&gt;&lt;/urls&gt;&lt;electronic-resource-num&gt;10.1016/j.simpat.2016.06.002&lt;/electronic-resource-num&gt;&lt;/record&gt;&lt;/Cite&gt;&lt;/EndNote&gt;</w:instrText>
      </w:r>
      <w:r w:rsidR="003B18BF" w:rsidRPr="00757622">
        <w:fldChar w:fldCharType="separate"/>
      </w:r>
      <w:r w:rsidR="00124BF7" w:rsidRPr="00757622">
        <w:rPr>
          <w:noProof/>
        </w:rPr>
        <w:t>[6]</w:t>
      </w:r>
      <w:r w:rsidR="003B18BF" w:rsidRPr="00757622">
        <w:fldChar w:fldCharType="end"/>
      </w:r>
      <w:r w:rsidR="003B18BF" w:rsidRPr="00757622">
        <w:t>.</w:t>
      </w:r>
    </w:p>
    <w:p w:rsidR="003D3B57" w:rsidRPr="00757622" w:rsidRDefault="005F7CA2" w:rsidP="00A56D0C">
      <w:pPr>
        <w:pStyle w:val="Abstract"/>
        <w:spacing w:before="0" w:after="0"/>
        <w:ind w:firstLine="284"/>
      </w:pPr>
      <w:bookmarkStart w:id="23" w:name="OLE_LINK41"/>
      <w:bookmarkStart w:id="24" w:name="OLE_LINK42"/>
      <w:bookmarkStart w:id="25" w:name="OLE_LINK45"/>
      <w:bookmarkStart w:id="26" w:name="OLE_LINK46"/>
      <w:bookmarkEnd w:id="20"/>
      <w:bookmarkEnd w:id="21"/>
      <w:bookmarkEnd w:id="22"/>
      <w:r w:rsidRPr="00757622">
        <w:t xml:space="preserve">In order to draw conclusions on the performance of the PSO and analyze its behavior for different motion fidelity indicators, a comparative test is presented. For this experiment, </w:t>
      </w:r>
      <w:r w:rsidR="003D3B57" w:rsidRPr="00757622">
        <w:t>a virtual 6</w:t>
      </w:r>
      <w:r w:rsidR="00693397" w:rsidRPr="00757622">
        <w:t>-DOF motion platform</w:t>
      </w:r>
      <w:r w:rsidR="00B216B9" w:rsidRPr="00757622">
        <w:t>,</w:t>
      </w:r>
      <w:r w:rsidR="00693397" w:rsidRPr="00757622">
        <w:t xml:space="preserve"> with</w:t>
      </w:r>
      <w:r w:rsidR="003D3B57" w:rsidRPr="00757622">
        <w:t xml:space="preserve"> 96-second </w:t>
      </w:r>
      <w:r w:rsidR="00693397" w:rsidRPr="00757622">
        <w:t xml:space="preserve">MCA </w:t>
      </w:r>
      <w:r w:rsidR="003D3B57" w:rsidRPr="00757622">
        <w:t>input signals</w:t>
      </w:r>
      <w:r w:rsidR="00B216B9" w:rsidRPr="00757622">
        <w:t>,</w:t>
      </w:r>
      <w:r w:rsidR="003D3B57" w:rsidRPr="00757622">
        <w:t xml:space="preserve"> </w:t>
      </w:r>
      <w:r w:rsidR="00693397" w:rsidRPr="00757622">
        <w:t xml:space="preserve">is used. These signals </w:t>
      </w:r>
      <w:r w:rsidR="0080680E" w:rsidRPr="00757622">
        <w:t>(</w:t>
      </w:r>
      <w:r w:rsidR="001371CF" w:rsidRPr="00757622">
        <w:t xml:space="preserve">only </w:t>
      </w:r>
      <w:r w:rsidR="0080680E" w:rsidRPr="00757622">
        <w:t xml:space="preserve">specific force and angular velocity are recorded) </w:t>
      </w:r>
      <w:r w:rsidR="00693397" w:rsidRPr="00757622">
        <w:t xml:space="preserve">are </w:t>
      </w:r>
      <w:r w:rsidR="003D3B57" w:rsidRPr="00757622">
        <w:t xml:space="preserve">extracted from an open-wheel Formula 3 vehicle in one lap of the Monaco Grand Prix circuit using the </w:t>
      </w:r>
      <w:r w:rsidR="003D3B57" w:rsidRPr="00757622">
        <w:rPr>
          <w:i/>
        </w:rPr>
        <w:t>rFactor</w:t>
      </w:r>
      <w:r w:rsidR="003D3B57" w:rsidRPr="00757622">
        <w:t xml:space="preserve"> racing simulator. </w:t>
      </w:r>
      <w:r w:rsidR="006A2456" w:rsidRPr="00757622">
        <w:t>18</w:t>
      </w:r>
      <w:r w:rsidRPr="00757622">
        <w:t xml:space="preserve"> parameters of the MCA are allowed to be varied/tuned, and the search time is set to 1000 seconds. </w:t>
      </w:r>
      <w:r w:rsidR="004611B0" w:rsidRPr="00757622">
        <w:t>The computer running the experiments is an Intel Pentium G840</w:t>
      </w:r>
      <w:r w:rsidR="00474963" w:rsidRPr="00757622">
        <w:t xml:space="preserve"> at</w:t>
      </w:r>
      <w:r w:rsidR="004611B0" w:rsidRPr="00757622">
        <w:t xml:space="preserve"> 2.80 GHz, with 8 GB of RAM and Windows 7 operating system.</w:t>
      </w:r>
      <w:r w:rsidR="00FB2351" w:rsidRPr="00757622">
        <w:t xml:space="preserve"> </w:t>
      </w:r>
      <w:r w:rsidRPr="00757622">
        <w:t>Several motion fidelity indicators are used: NPC, NAAD, AAS, ED and a multiplicative combination of AAS, NAAD and NPC</w:t>
      </w:r>
      <w:r w:rsidR="00A82DDE" w:rsidRPr="00757622">
        <w:t xml:space="preserve"> </w:t>
      </w:r>
      <w:r w:rsidR="00A82DDE" w:rsidRPr="00757622">
        <w:fldChar w:fldCharType="begin"/>
      </w:r>
      <w:r w:rsidR="00A82DDE" w:rsidRPr="00757622">
        <w:instrText xml:space="preserve"> ADDIN EN.CITE &lt;EndNote&gt;&lt;Cite&gt;&lt;Author&gt;Casas&lt;/Author&gt;&lt;Year&gt;2015&lt;/Year&gt;&lt;RecNum&gt;123&lt;/RecNum&gt;&lt;DisplayText&gt;[5]&lt;/DisplayText&gt;&lt;record&gt;&lt;rec-number&gt;123&lt;/rec-number&gt;&lt;foreign-keys&gt;&lt;key app="EN" db-id="zwe09ede9pd0vpewf08pttdnwzart5zs9srp"&gt;123&lt;/key&gt;&lt;/foreign-keys&gt;&lt;ref-type name="Journal Article"&gt;17&lt;/ref-type&gt;&lt;contributors&gt;&lt;authors&gt;&lt;author&gt;Casas, S.&lt;/author&gt;&lt;author&gt;Coma, I.&lt;/author&gt;&lt;author&gt;Riera, J. V.&lt;/author&gt;&lt;author&gt;Fernández, M.&lt;/author&gt;&lt;/authors&gt;&lt;/contributors&gt;&lt;titles&gt;&lt;title&gt;Motion-Cuing Algorithms: Characterization of Users&amp;apos; Perception&lt;/title&gt;&lt;secondary-title&gt;Human Factors: The Journal of the Human Factors and Ergonomics Society&lt;/secondary-title&gt;&lt;/titles&gt;&lt;periodical&gt;&lt;full-title&gt;Human Factors: The Journal of the Human Factors and Ergonomics Society&lt;/full-title&gt;&lt;/periodical&gt;&lt;pages&gt;144-162&lt;/pages&gt;&lt;volume&gt;57&lt;/volume&gt;&lt;number&gt;1&lt;/number&gt;&lt;dates&gt;&lt;year&gt;2015&lt;/year&gt;&lt;/dates&gt;&lt;urls&gt;&lt;related-urls&gt;&lt;url&gt;http://hfs.sagepub.com/content/57/1/144.full.pdf&lt;/url&gt;&lt;/related-urls&gt;&lt;/urls&gt;&lt;electronic-resource-num&gt;10.1177/0018720814538281&lt;/electronic-resource-num&gt;&lt;/record&gt;&lt;/Cite&gt;&lt;/EndNote&gt;</w:instrText>
      </w:r>
      <w:r w:rsidR="00A82DDE" w:rsidRPr="00757622">
        <w:fldChar w:fldCharType="separate"/>
      </w:r>
      <w:r w:rsidR="00A82DDE" w:rsidRPr="00757622">
        <w:rPr>
          <w:noProof/>
        </w:rPr>
        <w:t>[5]</w:t>
      </w:r>
      <w:r w:rsidR="00A82DDE" w:rsidRPr="00757622">
        <w:fldChar w:fldCharType="end"/>
      </w:r>
      <w:r w:rsidRPr="00757622">
        <w:t xml:space="preserve">. </w:t>
      </w:r>
      <w:r w:rsidR="003D3B57" w:rsidRPr="00757622">
        <w:t>T</w:t>
      </w:r>
      <w:r w:rsidRPr="00757622">
        <w:t xml:space="preserve">he 6-DOF motion platform capabilities can </w:t>
      </w:r>
      <w:r w:rsidR="00A82DDE" w:rsidRPr="00757622">
        <w:t xml:space="preserve">also </w:t>
      </w:r>
      <w:r w:rsidRPr="00757622">
        <w:t xml:space="preserve">be seen in </w:t>
      </w:r>
      <w:r w:rsidRPr="00757622">
        <w:fldChar w:fldCharType="begin"/>
      </w:r>
      <w:r w:rsidR="00124BF7" w:rsidRPr="00757622">
        <w:instrText xml:space="preserve"> ADDIN EN.CITE &lt;EndNote&gt;&lt;Cite&gt;&lt;Author&gt;Casas&lt;/Author&gt;&lt;Year&gt;2015&lt;/Year&gt;&lt;RecNum&gt;123&lt;/RecNum&gt;&lt;DisplayText&gt;[5]&lt;/DisplayText&gt;&lt;record&gt;&lt;rec-number&gt;123&lt;/rec-number&gt;&lt;foreign-keys&gt;&lt;key app="EN" db-id="zwe09ede9pd0vpewf08pttdnwzart5zs9srp"&gt;123&lt;/key&gt;&lt;/foreign-keys&gt;&lt;ref-type name="Journal Article"&gt;17&lt;/ref-type&gt;&lt;contributors&gt;&lt;authors&gt;&lt;author&gt;Casas, S.&lt;/author&gt;&lt;author&gt;Coma, I.&lt;/author&gt;&lt;author&gt;Riera, J. V.&lt;/author&gt;&lt;author&gt;Fernández, M.&lt;/author&gt;&lt;/authors&gt;&lt;/contributors&gt;&lt;titles&gt;&lt;title&gt;Motion-Cuing Algorithms: Characterization of Users&amp;apos; Perception&lt;/title&gt;&lt;secondary-title&gt;Human Factors: The Journal of the Human Factors and Ergonomics Society&lt;/secondary-title&gt;&lt;/titles&gt;&lt;periodical&gt;&lt;full-title&gt;Human Factors: The Journal of the Human Factors and Ergonomics Society&lt;/full-title&gt;&lt;/periodical&gt;&lt;pages&gt;144-162&lt;/pages&gt;&lt;volume&gt;57&lt;/volume&gt;&lt;number&gt;1&lt;/number&gt;&lt;dates&gt;&lt;year&gt;2015&lt;/year&gt;&lt;/dates&gt;&lt;urls&gt;&lt;related-urls&gt;&lt;url&gt;http://hfs.sagepub.com/content/57/1/144.full.pdf&lt;/url&gt;&lt;/related-urls&gt;&lt;/urls&gt;&lt;electronic-resource-num&gt;10.1177/0018720814538281&lt;/electronic-resource-num&gt;&lt;/record&gt;&lt;/Cite&gt;&lt;/EndNote&gt;</w:instrText>
      </w:r>
      <w:r w:rsidRPr="00757622">
        <w:fldChar w:fldCharType="separate"/>
      </w:r>
      <w:r w:rsidR="00124BF7" w:rsidRPr="00757622">
        <w:rPr>
          <w:noProof/>
        </w:rPr>
        <w:t>[5]</w:t>
      </w:r>
      <w:r w:rsidRPr="00757622">
        <w:fldChar w:fldCharType="end"/>
      </w:r>
      <w:r w:rsidR="002420F8" w:rsidRPr="00757622">
        <w:t>.</w:t>
      </w:r>
      <w:r w:rsidR="003D3B57" w:rsidRPr="00757622">
        <w:t xml:space="preserve"> </w:t>
      </w:r>
      <w:r w:rsidRPr="00757622">
        <w:t xml:space="preserve">For this experiment, PSO </w:t>
      </w:r>
      <w:r w:rsidR="003D3B57" w:rsidRPr="00757622">
        <w:t>is</w:t>
      </w:r>
      <w:r w:rsidRPr="00757622">
        <w:t xml:space="preserve"> compared against the GA (set-up as in </w:t>
      </w:r>
      <w:r w:rsidRPr="00757622">
        <w:fldChar w:fldCharType="begin"/>
      </w:r>
      <w:r w:rsidR="00124BF7" w:rsidRPr="00757622">
        <w:instrText xml:space="preserve"> ADDIN EN.CITE &lt;EndNote&gt;&lt;Cite&gt;&lt;Author&gt;Casas&lt;/Author&gt;&lt;Year&gt;2016&lt;/Year&gt;&lt;RecNum&gt;280&lt;/RecNum&gt;&lt;DisplayText&gt;[6]&lt;/DisplayText&gt;&lt;record&gt;&lt;rec-number&gt;280&lt;/rec-number&gt;&lt;foreign-keys&gt;&lt;key app="EN" db-id="zwe09ede9pd0vpewf08pttdnwzart5zs9srp"&gt;280&lt;/key&gt;&lt;/foreign-keys&gt;&lt;ref-type name="Journal Article"&gt;17&lt;/ref-type&gt;&lt;contributors&gt;&lt;authors&gt;&lt;author&gt;Casas, S.&lt;/author&gt;&lt;author&gt;Coma, I.&lt;/author&gt;&lt;author&gt;Portalés, C.&lt;/author&gt;&lt;author&gt;Fernández, M.&lt;/author&gt;&lt;/authors&gt;&lt;/contributors&gt;&lt;titles&gt;&lt;title&gt;Towards a simulation-based tuning of motion cueing algorithms&lt;/title&gt;&lt;secondary-title&gt;Simulation Modelling Practice and Theory&lt;/secondary-title&gt;&lt;/titles&gt;&lt;periodical&gt;&lt;full-title&gt;Simulation Modelling Practice and Theory&lt;/full-title&gt;&lt;/periodical&gt;&lt;pages&gt;137–154&lt;/pages&gt;&lt;volume&gt;67&lt;/volume&gt;&lt;dates&gt;&lt;year&gt;2016&lt;/year&gt;&lt;/dates&gt;&lt;urls&gt;&lt;/urls&gt;&lt;electronic-resource-num&gt;10.1016/j.simpat.2016.06.002&lt;/electronic-resource-num&gt;&lt;/record&gt;&lt;/Cite&gt;&lt;/EndNote&gt;</w:instrText>
      </w:r>
      <w:r w:rsidRPr="00757622">
        <w:fldChar w:fldCharType="separate"/>
      </w:r>
      <w:r w:rsidR="00124BF7" w:rsidRPr="00757622">
        <w:rPr>
          <w:noProof/>
        </w:rPr>
        <w:t>[6]</w:t>
      </w:r>
      <w:r w:rsidRPr="00757622">
        <w:fldChar w:fldCharType="end"/>
      </w:r>
      <w:r w:rsidRPr="00757622">
        <w:t>) and a Monte-Carlo algorithm</w:t>
      </w:r>
      <w:r w:rsidR="00FF1B02" w:rsidRPr="00757622">
        <w:t xml:space="preserve"> (MC)</w:t>
      </w:r>
      <w:r w:rsidRPr="00757622">
        <w:t xml:space="preserve">. The results of </w:t>
      </w:r>
      <w:r w:rsidR="00CD2065" w:rsidRPr="00757622">
        <w:t>the experiment are depicted in T</w:t>
      </w:r>
      <w:r w:rsidR="003D3B57" w:rsidRPr="00757622">
        <w:t>able 1</w:t>
      </w:r>
      <w:r w:rsidRPr="00757622">
        <w:t>.</w:t>
      </w:r>
      <w:bookmarkEnd w:id="23"/>
      <w:bookmarkEnd w:id="24"/>
      <w:bookmarkEnd w:id="25"/>
      <w:bookmarkEnd w:id="26"/>
      <w:r w:rsidR="002420F8" w:rsidRPr="00757622">
        <w:t xml:space="preserve"> Since the three optimization algorithms are probabilistic, 50 repetitions of each test are performed in order to calculate average values.</w:t>
      </w:r>
      <w:bookmarkStart w:id="27" w:name="OLE_LINK47"/>
      <w:bookmarkStart w:id="28" w:name="OLE_LINK48"/>
    </w:p>
    <w:p w:rsidR="00D0217D" w:rsidRPr="00757622" w:rsidRDefault="00D0217D" w:rsidP="00A56D0C">
      <w:pPr>
        <w:pStyle w:val="Abstract"/>
        <w:spacing w:before="0" w:after="0"/>
        <w:ind w:firstLine="284"/>
      </w:pPr>
      <w:r w:rsidRPr="00757622">
        <w:rPr>
          <w:rFonts w:cs="Linux Libertine"/>
          <w:szCs w:val="18"/>
        </w:rPr>
        <w:t>Results show that the PSO-based solution is the preferred choice in every case</w:t>
      </w:r>
      <w:r w:rsidR="003D3B57" w:rsidRPr="00757622">
        <w:rPr>
          <w:rFonts w:cs="Linux Libertine"/>
          <w:szCs w:val="18"/>
        </w:rPr>
        <w:t xml:space="preserve">. </w:t>
      </w:r>
      <w:r w:rsidR="003D3B57" w:rsidRPr="00757622">
        <w:t>With the</w:t>
      </w:r>
      <w:r w:rsidRPr="00757622">
        <w:t xml:space="preserve"> combined indicator, </w:t>
      </w:r>
      <w:r w:rsidR="003D3B57" w:rsidRPr="00757622">
        <w:t xml:space="preserve">the </w:t>
      </w:r>
      <w:r w:rsidRPr="00757622">
        <w:t xml:space="preserve">PSO algorithm reveals itself as a much more efficient solution than the GA-based solution, something that can be said for the rest of motion fidelity indicators but gets clearer </w:t>
      </w:r>
      <w:r w:rsidR="00804363" w:rsidRPr="00757622">
        <w:t>with</w:t>
      </w:r>
      <w:r w:rsidRPr="00757622">
        <w:t xml:space="preserve"> this one.</w:t>
      </w:r>
    </w:p>
    <w:p w:rsidR="00D0217D" w:rsidRPr="00757622" w:rsidRDefault="00BE1BEB" w:rsidP="00E25250">
      <w:pPr>
        <w:pStyle w:val="Abstract"/>
        <w:spacing w:before="0" w:after="0"/>
        <w:ind w:firstLine="284"/>
        <w:rPr>
          <w:rFonts w:cs="Linux Libertine"/>
        </w:rPr>
      </w:pPr>
      <w:r w:rsidRPr="00757622">
        <w:t>As a final note</w:t>
      </w:r>
      <w:r w:rsidR="00291BEC" w:rsidRPr="00757622">
        <w:t>,</w:t>
      </w:r>
      <w:r w:rsidRPr="00757622">
        <w:t xml:space="preserve"> it is important to emphasize that</w:t>
      </w:r>
      <w:r w:rsidR="004E768C" w:rsidRPr="00757622">
        <w:t xml:space="preserve"> further experiments, not shown here for the sake of brevity, reveal that</w:t>
      </w:r>
      <w:r w:rsidRPr="00757622">
        <w:t xml:space="preserve"> neither the robotic motion platform seems to have influence in the </w:t>
      </w:r>
      <w:r w:rsidRPr="00757622">
        <w:t>performance of the optimization algorithm, nor does the motion</w:t>
      </w:r>
      <w:r w:rsidRPr="00757622" w:rsidDel="00E80206">
        <w:t xml:space="preserve"> </w:t>
      </w:r>
      <w:r w:rsidRPr="00757622">
        <w:t>fidelity indicators, since the results are rather consistent for the different configurations tested.</w:t>
      </w:r>
      <w:bookmarkEnd w:id="27"/>
      <w:bookmarkEnd w:id="28"/>
      <w:r w:rsidR="004E768C" w:rsidRPr="00757622">
        <w:t xml:space="preserve"> They also show that this approach converges faster than the GA for this problem</w:t>
      </w:r>
      <w:r w:rsidR="00291BEC" w:rsidRPr="00757622">
        <w:t>.</w:t>
      </w:r>
    </w:p>
    <w:p w:rsidR="007E40E6" w:rsidRPr="00757622" w:rsidRDefault="007E40E6" w:rsidP="00627B89">
      <w:pPr>
        <w:pStyle w:val="Abstract"/>
        <w:spacing w:before="0" w:after="0"/>
        <w:rPr>
          <w:rFonts w:cs="Linux Libertine"/>
        </w:rPr>
      </w:pPr>
    </w:p>
    <w:p w:rsidR="0014708A" w:rsidRPr="00757622" w:rsidRDefault="0014708A" w:rsidP="0014708A">
      <w:pPr>
        <w:pStyle w:val="Abstract"/>
        <w:spacing w:before="0" w:after="0"/>
        <w:jc w:val="center"/>
        <w:rPr>
          <w:rFonts w:cs="Linux Libertine"/>
        </w:rPr>
      </w:pPr>
      <w:r w:rsidRPr="00757622">
        <w:rPr>
          <w:rFonts w:cs="Linux Libertine"/>
        </w:rPr>
        <w:t xml:space="preserve">Table </w:t>
      </w:r>
      <w:r w:rsidR="00627B89" w:rsidRPr="00757622">
        <w:rPr>
          <w:rFonts w:cs="Linux Libertine"/>
        </w:rPr>
        <w:t>1</w:t>
      </w:r>
      <w:r w:rsidRPr="00757622">
        <w:rPr>
          <w:rFonts w:cs="Linux Libertine"/>
        </w:rPr>
        <w:t>: Compared 6-DoF performance.</w:t>
      </w:r>
    </w:p>
    <w:p w:rsidR="00215179" w:rsidRPr="00757622" w:rsidRDefault="00215179" w:rsidP="0014708A">
      <w:pPr>
        <w:pStyle w:val="Abstract"/>
        <w:spacing w:before="0" w:after="0"/>
        <w:jc w:val="center"/>
        <w:rPr>
          <w:rFonts w:cs="Linux Libertine"/>
        </w:rPr>
      </w:pPr>
    </w:p>
    <w:tbl>
      <w:tblPr>
        <w:tblW w:w="0" w:type="auto"/>
        <w:tblInd w:w="108" w:type="dxa"/>
        <w:tblLook w:val="04A0" w:firstRow="1" w:lastRow="0" w:firstColumn="1" w:lastColumn="0" w:noHBand="0" w:noVBand="1"/>
      </w:tblPr>
      <w:tblGrid>
        <w:gridCol w:w="2046"/>
        <w:gridCol w:w="891"/>
        <w:gridCol w:w="891"/>
        <w:gridCol w:w="891"/>
      </w:tblGrid>
      <w:tr w:rsidR="0014708A" w:rsidRPr="00757622" w:rsidTr="004B1830">
        <w:trPr>
          <w:trHeight w:val="57"/>
        </w:trPr>
        <w:tc>
          <w:tcPr>
            <w:tcW w:w="0" w:type="auto"/>
            <w:tcBorders>
              <w:top w:val="single" w:sz="4" w:space="0" w:color="auto"/>
              <w:bottom w:val="single" w:sz="4" w:space="0" w:color="auto"/>
            </w:tcBorders>
            <w:shd w:val="clear" w:color="000000" w:fill="FFFFFF"/>
            <w:vAlign w:val="center"/>
          </w:tcPr>
          <w:p w:rsidR="0014708A" w:rsidRPr="00757622" w:rsidRDefault="004B1830" w:rsidP="008A2AAC">
            <w:pPr>
              <w:spacing w:line="240" w:lineRule="auto"/>
              <w:jc w:val="center"/>
              <w:rPr>
                <w:rFonts w:cs="Linux Libertine"/>
                <w:iCs/>
                <w:color w:val="000000"/>
                <w:szCs w:val="18"/>
              </w:rPr>
            </w:pPr>
            <w:r w:rsidRPr="00757622">
              <w:rPr>
                <w:rFonts w:cs="Linux Libertine"/>
                <w:iCs/>
                <w:color w:val="000000"/>
                <w:szCs w:val="18"/>
              </w:rPr>
              <w:t>Motion Fidelity Indicator</w:t>
            </w:r>
          </w:p>
        </w:tc>
        <w:tc>
          <w:tcPr>
            <w:tcW w:w="0" w:type="auto"/>
            <w:tcBorders>
              <w:top w:val="single" w:sz="4" w:space="0" w:color="auto"/>
              <w:bottom w:val="single" w:sz="4" w:space="0" w:color="auto"/>
            </w:tcBorders>
            <w:shd w:val="clear" w:color="000000" w:fill="FFFFFF"/>
            <w:vAlign w:val="center"/>
          </w:tcPr>
          <w:p w:rsidR="0014708A" w:rsidRPr="00757622" w:rsidRDefault="0014708A" w:rsidP="008A2AAC">
            <w:pPr>
              <w:spacing w:line="240" w:lineRule="auto"/>
              <w:jc w:val="center"/>
              <w:rPr>
                <w:rFonts w:cs="Linux Libertine"/>
                <w:color w:val="000000"/>
                <w:szCs w:val="18"/>
              </w:rPr>
            </w:pPr>
            <w:r w:rsidRPr="00757622">
              <w:rPr>
                <w:rFonts w:cs="Linux Libertine"/>
                <w:color w:val="000000"/>
                <w:szCs w:val="18"/>
              </w:rPr>
              <w:t>MC</w:t>
            </w:r>
          </w:p>
        </w:tc>
        <w:tc>
          <w:tcPr>
            <w:tcW w:w="0" w:type="auto"/>
            <w:tcBorders>
              <w:top w:val="single" w:sz="4" w:space="0" w:color="auto"/>
              <w:bottom w:val="single" w:sz="4" w:space="0" w:color="auto"/>
            </w:tcBorders>
            <w:shd w:val="clear" w:color="000000" w:fill="FFFFFF"/>
            <w:vAlign w:val="center"/>
          </w:tcPr>
          <w:p w:rsidR="0014708A" w:rsidRPr="00757622" w:rsidRDefault="0014708A" w:rsidP="008A2AAC">
            <w:pPr>
              <w:spacing w:line="240" w:lineRule="auto"/>
              <w:jc w:val="center"/>
              <w:rPr>
                <w:rFonts w:cs="Linux Libertine"/>
                <w:color w:val="000000"/>
                <w:szCs w:val="18"/>
              </w:rPr>
            </w:pPr>
            <w:r w:rsidRPr="00757622">
              <w:rPr>
                <w:rFonts w:cs="Linux Libertine"/>
                <w:color w:val="000000"/>
                <w:szCs w:val="18"/>
              </w:rPr>
              <w:t>GA</w:t>
            </w:r>
          </w:p>
        </w:tc>
        <w:tc>
          <w:tcPr>
            <w:tcW w:w="0" w:type="auto"/>
            <w:tcBorders>
              <w:top w:val="single" w:sz="4" w:space="0" w:color="auto"/>
              <w:bottom w:val="single" w:sz="4" w:space="0" w:color="auto"/>
            </w:tcBorders>
            <w:shd w:val="clear" w:color="000000" w:fill="FFFFFF"/>
            <w:vAlign w:val="center"/>
          </w:tcPr>
          <w:p w:rsidR="0014708A" w:rsidRPr="00757622" w:rsidRDefault="0014708A" w:rsidP="008A2AAC">
            <w:pPr>
              <w:spacing w:line="240" w:lineRule="auto"/>
              <w:jc w:val="center"/>
              <w:rPr>
                <w:rFonts w:cs="Linux Libertine"/>
                <w:color w:val="000000"/>
                <w:szCs w:val="18"/>
              </w:rPr>
            </w:pPr>
            <w:r w:rsidRPr="00757622">
              <w:rPr>
                <w:rFonts w:cs="Linux Libertine"/>
                <w:color w:val="000000"/>
                <w:szCs w:val="18"/>
              </w:rPr>
              <w:t>PSO</w:t>
            </w:r>
          </w:p>
        </w:tc>
      </w:tr>
      <w:tr w:rsidR="0014708A" w:rsidRPr="00757622" w:rsidTr="008A2AAC">
        <w:trPr>
          <w:trHeight w:val="57"/>
        </w:trPr>
        <w:tc>
          <w:tcPr>
            <w:tcW w:w="0" w:type="auto"/>
            <w:tcBorders>
              <w:top w:val="single" w:sz="4" w:space="0" w:color="auto"/>
            </w:tcBorders>
            <w:shd w:val="clear" w:color="000000" w:fill="FFFFFF"/>
            <w:vAlign w:val="center"/>
          </w:tcPr>
          <w:p w:rsidR="0014708A" w:rsidRPr="00757622" w:rsidRDefault="0014708A" w:rsidP="0014708A">
            <w:pPr>
              <w:spacing w:line="240" w:lineRule="auto"/>
              <w:jc w:val="center"/>
              <w:rPr>
                <w:rFonts w:cs="Linux Libertine"/>
                <w:iCs/>
                <w:color w:val="000000"/>
                <w:szCs w:val="18"/>
              </w:rPr>
            </w:pPr>
            <w:r w:rsidRPr="00757622">
              <w:rPr>
                <w:rFonts w:cs="Linux Libertine"/>
                <w:iCs/>
                <w:color w:val="000000"/>
                <w:szCs w:val="18"/>
              </w:rPr>
              <w:t>NPC</w:t>
            </w:r>
          </w:p>
        </w:tc>
        <w:tc>
          <w:tcPr>
            <w:tcW w:w="0" w:type="auto"/>
            <w:tcBorders>
              <w:top w:val="single" w:sz="4" w:space="0" w:color="auto"/>
            </w:tcBorders>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1.291992</w:t>
            </w:r>
          </w:p>
        </w:tc>
        <w:tc>
          <w:tcPr>
            <w:tcW w:w="0" w:type="auto"/>
            <w:tcBorders>
              <w:top w:val="single" w:sz="4" w:space="0" w:color="auto"/>
            </w:tcBorders>
            <w:shd w:val="clear" w:color="000000" w:fill="FFFFFF"/>
            <w:vAlign w:val="center"/>
          </w:tcPr>
          <w:p w:rsidR="0014708A" w:rsidRPr="00757622" w:rsidRDefault="007D6C48" w:rsidP="0014708A">
            <w:pPr>
              <w:spacing w:line="240" w:lineRule="auto"/>
              <w:jc w:val="center"/>
              <w:rPr>
                <w:rFonts w:cs="Linux Libertine"/>
                <w:b/>
                <w:color w:val="000000"/>
                <w:szCs w:val="18"/>
              </w:rPr>
            </w:pPr>
            <w:r w:rsidRPr="00757622">
              <w:rPr>
                <w:rFonts w:cs="Linux Libertine"/>
                <w:color w:val="000000"/>
                <w:szCs w:val="18"/>
              </w:rPr>
              <w:t>1.265862</w:t>
            </w:r>
          </w:p>
        </w:tc>
        <w:tc>
          <w:tcPr>
            <w:tcW w:w="0" w:type="auto"/>
            <w:tcBorders>
              <w:top w:val="single" w:sz="4" w:space="0" w:color="auto"/>
            </w:tcBorders>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1.263993</w:t>
            </w:r>
          </w:p>
        </w:tc>
      </w:tr>
      <w:tr w:rsidR="0014708A" w:rsidRPr="00757622" w:rsidTr="008A2AAC">
        <w:trPr>
          <w:trHeight w:val="57"/>
        </w:trPr>
        <w:tc>
          <w:tcPr>
            <w:tcW w:w="0" w:type="auto"/>
            <w:shd w:val="clear" w:color="000000" w:fill="FFFFFF"/>
            <w:vAlign w:val="center"/>
          </w:tcPr>
          <w:p w:rsidR="0014708A" w:rsidRPr="00757622" w:rsidRDefault="0014708A" w:rsidP="0014708A">
            <w:pPr>
              <w:spacing w:line="240" w:lineRule="auto"/>
              <w:jc w:val="center"/>
              <w:rPr>
                <w:rFonts w:cs="Linux Libertine"/>
                <w:iCs/>
                <w:color w:val="000000"/>
                <w:szCs w:val="18"/>
              </w:rPr>
            </w:pPr>
            <w:r w:rsidRPr="00757622">
              <w:rPr>
                <w:rFonts w:cs="Linux Libertine"/>
                <w:iCs/>
                <w:color w:val="000000"/>
                <w:szCs w:val="18"/>
              </w:rPr>
              <w:t>NAAD</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1.171382</w:t>
            </w:r>
          </w:p>
        </w:tc>
        <w:tc>
          <w:tcPr>
            <w:tcW w:w="0" w:type="auto"/>
            <w:shd w:val="clear" w:color="000000" w:fill="FFFFFF"/>
            <w:vAlign w:val="center"/>
          </w:tcPr>
          <w:p w:rsidR="0014708A" w:rsidRPr="00757622" w:rsidRDefault="007D6C48" w:rsidP="0014708A">
            <w:pPr>
              <w:spacing w:line="240" w:lineRule="auto"/>
              <w:jc w:val="center"/>
              <w:rPr>
                <w:rFonts w:cs="Linux Libertine"/>
                <w:b/>
                <w:color w:val="000000"/>
                <w:szCs w:val="18"/>
              </w:rPr>
            </w:pPr>
            <w:r w:rsidRPr="00757622">
              <w:rPr>
                <w:rFonts w:cs="Linux Libertine"/>
                <w:color w:val="000000"/>
                <w:szCs w:val="18"/>
              </w:rPr>
              <w:t>1.168722</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1.162953</w:t>
            </w:r>
          </w:p>
        </w:tc>
      </w:tr>
      <w:tr w:rsidR="0014708A" w:rsidRPr="00757622" w:rsidTr="008A2AAC">
        <w:trPr>
          <w:trHeight w:val="57"/>
        </w:trPr>
        <w:tc>
          <w:tcPr>
            <w:tcW w:w="0" w:type="auto"/>
            <w:shd w:val="clear" w:color="000000" w:fill="FFFFFF"/>
            <w:vAlign w:val="center"/>
          </w:tcPr>
          <w:p w:rsidR="0014708A" w:rsidRPr="00757622" w:rsidRDefault="0014708A" w:rsidP="0014708A">
            <w:pPr>
              <w:spacing w:line="240" w:lineRule="auto"/>
              <w:jc w:val="center"/>
              <w:rPr>
                <w:rFonts w:cs="Linux Libertine"/>
                <w:iCs/>
                <w:color w:val="000000"/>
                <w:szCs w:val="18"/>
              </w:rPr>
            </w:pPr>
            <w:r w:rsidRPr="00757622">
              <w:rPr>
                <w:rFonts w:cs="Linux Libertine"/>
                <w:iCs/>
                <w:color w:val="000000"/>
                <w:szCs w:val="18"/>
              </w:rPr>
              <w:t>AAS</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5.852526</w:t>
            </w:r>
          </w:p>
        </w:tc>
        <w:tc>
          <w:tcPr>
            <w:tcW w:w="0" w:type="auto"/>
            <w:shd w:val="clear" w:color="000000" w:fill="FFFFFF"/>
            <w:vAlign w:val="center"/>
          </w:tcPr>
          <w:p w:rsidR="0014708A" w:rsidRPr="00757622" w:rsidRDefault="007D6C48" w:rsidP="0014708A">
            <w:pPr>
              <w:spacing w:line="240" w:lineRule="auto"/>
              <w:jc w:val="center"/>
              <w:rPr>
                <w:rFonts w:cs="Linux Libertine"/>
                <w:b/>
                <w:color w:val="000000"/>
                <w:szCs w:val="18"/>
              </w:rPr>
            </w:pPr>
            <w:r w:rsidRPr="00757622">
              <w:rPr>
                <w:rFonts w:cs="Linux Libertine"/>
                <w:color w:val="000000"/>
                <w:szCs w:val="18"/>
              </w:rPr>
              <w:t>4.695831</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themeColor="text1"/>
                <w:szCs w:val="18"/>
              </w:rPr>
            </w:pPr>
            <w:r w:rsidRPr="00757622">
              <w:rPr>
                <w:rFonts w:cs="Linux Libertine"/>
                <w:color w:val="000000" w:themeColor="text1"/>
                <w:szCs w:val="18"/>
              </w:rPr>
              <w:t>3.169515</w:t>
            </w:r>
          </w:p>
        </w:tc>
      </w:tr>
      <w:tr w:rsidR="0014708A" w:rsidRPr="00757622" w:rsidTr="008A2AAC">
        <w:trPr>
          <w:trHeight w:val="57"/>
        </w:trPr>
        <w:tc>
          <w:tcPr>
            <w:tcW w:w="0" w:type="auto"/>
            <w:shd w:val="clear" w:color="000000" w:fill="FFFFFF"/>
            <w:vAlign w:val="center"/>
          </w:tcPr>
          <w:p w:rsidR="0014708A" w:rsidRPr="00757622" w:rsidRDefault="0014708A" w:rsidP="0014708A">
            <w:pPr>
              <w:spacing w:line="240" w:lineRule="auto"/>
              <w:jc w:val="center"/>
              <w:rPr>
                <w:rFonts w:cs="Linux Libertine"/>
                <w:iCs/>
                <w:color w:val="000000"/>
                <w:szCs w:val="18"/>
              </w:rPr>
            </w:pPr>
            <w:r w:rsidRPr="00757622">
              <w:rPr>
                <w:rFonts w:cs="Linux Libertine"/>
                <w:iCs/>
                <w:color w:val="000000"/>
                <w:szCs w:val="18"/>
              </w:rPr>
              <w:t>ED</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1.181666</w:t>
            </w:r>
          </w:p>
        </w:tc>
        <w:tc>
          <w:tcPr>
            <w:tcW w:w="0" w:type="auto"/>
            <w:shd w:val="clear" w:color="000000" w:fill="FFFFFF"/>
            <w:vAlign w:val="center"/>
          </w:tcPr>
          <w:p w:rsidR="0014708A" w:rsidRPr="00757622" w:rsidRDefault="007D6C48" w:rsidP="0014708A">
            <w:pPr>
              <w:spacing w:line="240" w:lineRule="auto"/>
              <w:jc w:val="center"/>
              <w:rPr>
                <w:rFonts w:cs="Linux Libertine"/>
                <w:b/>
                <w:color w:val="000000"/>
                <w:szCs w:val="18"/>
              </w:rPr>
            </w:pPr>
            <w:r w:rsidRPr="00757622">
              <w:rPr>
                <w:rFonts w:cs="Linux Libertine"/>
                <w:color w:val="000000"/>
                <w:szCs w:val="18"/>
              </w:rPr>
              <w:t>1.115000</w:t>
            </w:r>
          </w:p>
        </w:tc>
        <w:tc>
          <w:tcPr>
            <w:tcW w:w="0" w:type="auto"/>
            <w:shd w:val="clear" w:color="000000" w:fill="FFFFFF"/>
            <w:vAlign w:val="center"/>
          </w:tcPr>
          <w:p w:rsidR="0014708A" w:rsidRPr="00757622" w:rsidRDefault="007D6C48" w:rsidP="0014708A">
            <w:pPr>
              <w:spacing w:line="240" w:lineRule="auto"/>
              <w:jc w:val="center"/>
              <w:rPr>
                <w:rFonts w:cs="Linux Libertine"/>
                <w:color w:val="000000" w:themeColor="text1"/>
                <w:szCs w:val="18"/>
              </w:rPr>
            </w:pPr>
            <w:r w:rsidRPr="00757622">
              <w:rPr>
                <w:rFonts w:cs="Linux Libertine"/>
                <w:color w:val="000000" w:themeColor="text1"/>
                <w:szCs w:val="18"/>
              </w:rPr>
              <w:t>1.100000</w:t>
            </w:r>
          </w:p>
        </w:tc>
      </w:tr>
      <w:tr w:rsidR="0014708A" w:rsidRPr="00757622" w:rsidTr="008A2AAC">
        <w:trPr>
          <w:trHeight w:val="57"/>
        </w:trPr>
        <w:tc>
          <w:tcPr>
            <w:tcW w:w="0" w:type="auto"/>
            <w:tcBorders>
              <w:bottom w:val="single" w:sz="4" w:space="0" w:color="auto"/>
            </w:tcBorders>
            <w:shd w:val="clear" w:color="000000" w:fill="FFFFFF"/>
            <w:vAlign w:val="center"/>
          </w:tcPr>
          <w:p w:rsidR="0014708A" w:rsidRPr="00757622" w:rsidRDefault="0014708A" w:rsidP="0014708A">
            <w:pPr>
              <w:spacing w:line="240" w:lineRule="auto"/>
              <w:jc w:val="center"/>
              <w:rPr>
                <w:rFonts w:cs="Linux Libertine"/>
                <w:iCs/>
                <w:color w:val="000000"/>
                <w:szCs w:val="18"/>
              </w:rPr>
            </w:pPr>
            <w:r w:rsidRPr="00757622">
              <w:rPr>
                <w:rFonts w:cs="Linux Libertine"/>
                <w:iCs/>
                <w:color w:val="000000"/>
                <w:szCs w:val="18"/>
              </w:rPr>
              <w:t>Combined</w:t>
            </w:r>
          </w:p>
        </w:tc>
        <w:tc>
          <w:tcPr>
            <w:tcW w:w="0" w:type="auto"/>
            <w:tcBorders>
              <w:bottom w:val="single" w:sz="4" w:space="0" w:color="auto"/>
            </w:tcBorders>
            <w:shd w:val="clear" w:color="000000" w:fill="FFFFFF"/>
            <w:vAlign w:val="center"/>
          </w:tcPr>
          <w:p w:rsidR="0014708A" w:rsidRPr="00757622" w:rsidRDefault="007D6C48" w:rsidP="0014708A">
            <w:pPr>
              <w:spacing w:line="240" w:lineRule="auto"/>
              <w:jc w:val="center"/>
              <w:rPr>
                <w:rFonts w:cs="Linux Libertine"/>
                <w:color w:val="000000"/>
                <w:szCs w:val="18"/>
              </w:rPr>
            </w:pPr>
            <w:r w:rsidRPr="00757622">
              <w:rPr>
                <w:rFonts w:cs="Linux Libertine"/>
                <w:color w:val="000000"/>
                <w:szCs w:val="18"/>
              </w:rPr>
              <w:t>9.638290</w:t>
            </w:r>
          </w:p>
        </w:tc>
        <w:tc>
          <w:tcPr>
            <w:tcW w:w="0" w:type="auto"/>
            <w:tcBorders>
              <w:bottom w:val="single" w:sz="4" w:space="0" w:color="auto"/>
            </w:tcBorders>
            <w:shd w:val="clear" w:color="000000" w:fill="FFFFFF"/>
            <w:vAlign w:val="center"/>
          </w:tcPr>
          <w:p w:rsidR="0014708A" w:rsidRPr="00757622" w:rsidRDefault="0014708A" w:rsidP="0014708A">
            <w:pPr>
              <w:spacing w:line="240" w:lineRule="auto"/>
              <w:jc w:val="center"/>
              <w:rPr>
                <w:rFonts w:cs="Linux Libertine"/>
                <w:b/>
                <w:color w:val="000000"/>
                <w:szCs w:val="18"/>
              </w:rPr>
            </w:pPr>
            <w:r w:rsidRPr="00757622">
              <w:rPr>
                <w:rFonts w:cs="Linux Libertine"/>
                <w:color w:val="000000"/>
                <w:szCs w:val="18"/>
              </w:rPr>
              <w:t>8.17163</w:t>
            </w:r>
            <w:r w:rsidR="007D6C48" w:rsidRPr="00757622">
              <w:rPr>
                <w:rFonts w:cs="Linux Libertine"/>
                <w:color w:val="000000"/>
                <w:szCs w:val="18"/>
              </w:rPr>
              <w:t>4</w:t>
            </w:r>
          </w:p>
        </w:tc>
        <w:tc>
          <w:tcPr>
            <w:tcW w:w="0" w:type="auto"/>
            <w:tcBorders>
              <w:bottom w:val="single" w:sz="4" w:space="0" w:color="auto"/>
            </w:tcBorders>
            <w:shd w:val="clear" w:color="000000" w:fill="FFFFFF"/>
            <w:vAlign w:val="center"/>
          </w:tcPr>
          <w:p w:rsidR="0014708A" w:rsidRPr="00757622" w:rsidRDefault="007D6C48" w:rsidP="0014708A">
            <w:pPr>
              <w:spacing w:line="240" w:lineRule="auto"/>
              <w:jc w:val="center"/>
              <w:rPr>
                <w:rFonts w:cs="Linux Libertine"/>
                <w:color w:val="000000" w:themeColor="text1"/>
                <w:szCs w:val="18"/>
              </w:rPr>
            </w:pPr>
            <w:r w:rsidRPr="00757622">
              <w:rPr>
                <w:rFonts w:cs="Linux Libertine"/>
                <w:color w:val="000000" w:themeColor="text1"/>
                <w:szCs w:val="18"/>
              </w:rPr>
              <w:t>5.844439</w:t>
            </w:r>
          </w:p>
        </w:tc>
      </w:tr>
    </w:tbl>
    <w:p w:rsidR="00040AE8" w:rsidRPr="00757622" w:rsidRDefault="00B8067B" w:rsidP="00FF7D7B">
      <w:pPr>
        <w:pStyle w:val="Head1"/>
      </w:pPr>
      <w:r w:rsidRPr="00757622">
        <w:t>4</w:t>
      </w:r>
      <w:r w:rsidR="00FF1AC1" w:rsidRPr="00757622">
        <w:rPr>
          <w:szCs w:val="22"/>
        </w:rPr>
        <w:t> </w:t>
      </w:r>
      <w:r w:rsidR="00DF2AA0" w:rsidRPr="00757622">
        <w:t>CONCLUSIONS</w:t>
      </w:r>
      <w:r w:rsidR="00604997" w:rsidRPr="00757622">
        <w:t xml:space="preserve"> AND FUTURE WORK</w:t>
      </w:r>
    </w:p>
    <w:p w:rsidR="00084120" w:rsidRPr="00757622" w:rsidRDefault="001F3F6E" w:rsidP="00604997">
      <w:pPr>
        <w:pStyle w:val="Abstract"/>
        <w:spacing w:before="0" w:after="0"/>
      </w:pPr>
      <w:r w:rsidRPr="00757622">
        <w:t>The MCA tuning problem can be approached and solved</w:t>
      </w:r>
      <w:r w:rsidR="00A0506A" w:rsidRPr="00757622">
        <w:t>,</w:t>
      </w:r>
      <w:r w:rsidRPr="00757622">
        <w:t xml:space="preserve"> in certain circumstances</w:t>
      </w:r>
      <w:r w:rsidR="00A0506A" w:rsidRPr="00757622">
        <w:t>,</w:t>
      </w:r>
      <w:r w:rsidRPr="00757622">
        <w:t xml:space="preserve"> by using optimization techniques, instead of the traditional subjective pilot-in-the-loop solution. The major benefit of this approach is to accomplish an automatic and unattended method to obtain the best values for the parameters of a motion cueing algorithm. In this regard, PSO provides better results than </w:t>
      </w:r>
      <w:r w:rsidR="000D5056" w:rsidRPr="00757622">
        <w:t>a previously published</w:t>
      </w:r>
      <w:r w:rsidRPr="00757622">
        <w:t xml:space="preserve"> </w:t>
      </w:r>
      <w:r w:rsidR="000D5056" w:rsidRPr="00757622">
        <w:t>GA,</w:t>
      </w:r>
      <w:r w:rsidRPr="00757622">
        <w:t xml:space="preserve"> as the performed experiments have proven. It is true that the amount of improvement in terms of average indicators is </w:t>
      </w:r>
      <w:r w:rsidR="000D5056" w:rsidRPr="00757622">
        <w:t xml:space="preserve">sometimes </w:t>
      </w:r>
      <w:r w:rsidRPr="00757622">
        <w:t>small, but PSO is easier to tune, as only one parameter (the number of particles) needs to be set</w:t>
      </w:r>
      <w:r w:rsidR="004E768C" w:rsidRPr="00757622">
        <w:t>. In addition</w:t>
      </w:r>
      <w:r w:rsidRPr="00757622">
        <w:t>,</w:t>
      </w:r>
      <w:r w:rsidR="004E768C" w:rsidRPr="00757622">
        <w:t xml:space="preserve"> PSO</w:t>
      </w:r>
      <w:r w:rsidRPr="00757622">
        <w:t xml:space="preserve"> can provide a satisfactory solution earlier</w:t>
      </w:r>
      <w:r w:rsidR="004E768C" w:rsidRPr="00757622">
        <w:t xml:space="preserve"> than GA</w:t>
      </w:r>
      <w:r w:rsidRPr="00757622">
        <w:t>, which can be extremely important if the motion platform is used for entertainment or unregulated training, where the MCA parameters may have to be adjusted if a different track, vehicle or even simulator is used.</w:t>
      </w:r>
    </w:p>
    <w:p w:rsidR="00627B89" w:rsidRPr="00757622" w:rsidRDefault="00604997" w:rsidP="00084120">
      <w:pPr>
        <w:pStyle w:val="Abstract"/>
        <w:spacing w:before="0" w:after="0"/>
        <w:ind w:firstLine="284"/>
      </w:pPr>
      <w:r w:rsidRPr="00757622">
        <w:rPr>
          <w:rFonts w:cs="Linux Libertine"/>
          <w:szCs w:val="18"/>
        </w:rPr>
        <w:t>Future work includes looking for different strategies, such as expensive black-box optimization. It would be also interesting to compare the performance of PSO for different vehicles, for different simulators, or objective indicators.</w:t>
      </w:r>
    </w:p>
    <w:p w:rsidR="00227B0E" w:rsidRPr="00757622" w:rsidRDefault="00227B0E" w:rsidP="00FF7D7B">
      <w:pPr>
        <w:pStyle w:val="Head1"/>
      </w:pPr>
      <w:r w:rsidRPr="00757622">
        <w:t>REFERENCES</w:t>
      </w:r>
    </w:p>
    <w:p w:rsidR="00BE0900" w:rsidRPr="00757622" w:rsidRDefault="00BE0900" w:rsidP="00BE0900">
      <w:pPr>
        <w:pStyle w:val="EndNoteBibliography"/>
        <w:ind w:left="284" w:hanging="284"/>
      </w:pPr>
      <w:bookmarkStart w:id="29" w:name="bib1"/>
      <w:bookmarkEnd w:id="29"/>
      <w:r w:rsidRPr="00757622">
        <w:rPr>
          <w:u w:val="single"/>
        </w:rPr>
        <w:t>[</w:t>
      </w:r>
      <w:r w:rsidR="00A241AB" w:rsidRPr="00757622">
        <w:rPr>
          <w:u w:val="single"/>
        </w:rPr>
        <w:fldChar w:fldCharType="begin"/>
      </w:r>
      <w:r w:rsidR="00A241AB" w:rsidRPr="00757622">
        <w:rPr>
          <w:u w:val="single"/>
        </w:rPr>
        <w:instrText xml:space="preserve"> ADDIN EN.REFLIST </w:instrText>
      </w:r>
      <w:r w:rsidR="00A241AB" w:rsidRPr="00757622">
        <w:rPr>
          <w:u w:val="single"/>
        </w:rPr>
        <w:fldChar w:fldCharType="separate"/>
      </w:r>
      <w:r w:rsidRPr="00757622">
        <w:t>1]</w:t>
      </w:r>
      <w:r w:rsidRPr="00757622">
        <w:tab/>
        <w:t xml:space="preserve">Reymond, G. and A. Kemeny, </w:t>
      </w:r>
      <w:r w:rsidRPr="00757622">
        <w:rPr>
          <w:i/>
        </w:rPr>
        <w:t>Motion Cueing in the Renault Driving Simulator.</w:t>
      </w:r>
      <w:r w:rsidRPr="00757622">
        <w:t xml:space="preserve"> Vehicle System Dynamics: International Journal of Vehicle Mechanics and Mobility, 2000. </w:t>
      </w:r>
      <w:r w:rsidRPr="00757622">
        <w:rPr>
          <w:b/>
        </w:rPr>
        <w:t>34</w:t>
      </w:r>
      <w:r w:rsidRPr="00757622">
        <w:t>: p. 249-259.</w:t>
      </w:r>
    </w:p>
    <w:p w:rsidR="00BE0900" w:rsidRPr="00757622" w:rsidRDefault="00BE0900" w:rsidP="00BE0900">
      <w:pPr>
        <w:pStyle w:val="EndNoteBibliography"/>
        <w:ind w:left="284" w:hanging="284"/>
      </w:pPr>
      <w:r w:rsidRPr="00757622">
        <w:t>[2]</w:t>
      </w:r>
      <w:r w:rsidRPr="00757622">
        <w:tab/>
        <w:t xml:space="preserve">Sinacori, J.B., </w:t>
      </w:r>
      <w:r w:rsidRPr="00757622">
        <w:rPr>
          <w:i/>
        </w:rPr>
        <w:t>The Determination of Some Requirements for a Helicopter Flight Research Simulation Facility</w:t>
      </w:r>
      <w:r w:rsidRPr="00757622">
        <w:t>. 1977, Moffet Field: CA, USA.</w:t>
      </w:r>
    </w:p>
    <w:p w:rsidR="00BE0900" w:rsidRPr="00757622" w:rsidRDefault="00BE0900" w:rsidP="00BE0900">
      <w:pPr>
        <w:pStyle w:val="EndNoteBibliography"/>
        <w:ind w:left="284" w:hanging="284"/>
      </w:pPr>
      <w:r w:rsidRPr="00757622">
        <w:t>[3]</w:t>
      </w:r>
      <w:r w:rsidRPr="00757622">
        <w:tab/>
        <w:t xml:space="preserve">Reid, L.D. and M.A. Nahon, </w:t>
      </w:r>
      <w:r w:rsidRPr="00757622">
        <w:rPr>
          <w:i/>
        </w:rPr>
        <w:t>Flight Simulation Motion-Base Drive Algorithms: Part 1 - Developing and Testing the Equations</w:t>
      </w:r>
      <w:r w:rsidRPr="00757622">
        <w:t>. 1985, UTIAS: University of Toronto.</w:t>
      </w:r>
    </w:p>
    <w:p w:rsidR="00BE0900" w:rsidRPr="00757622" w:rsidRDefault="00BE0900" w:rsidP="00BE0900">
      <w:pPr>
        <w:pStyle w:val="EndNoteBibliography"/>
        <w:ind w:left="284" w:hanging="284"/>
      </w:pPr>
      <w:r w:rsidRPr="00757622">
        <w:t>[4]</w:t>
      </w:r>
      <w:r w:rsidRPr="00757622">
        <w:tab/>
        <w:t xml:space="preserve">Reid, L.D. and M.A. Nahon, </w:t>
      </w:r>
      <w:r w:rsidRPr="00757622">
        <w:rPr>
          <w:i/>
        </w:rPr>
        <w:t>Flight Simulation Motion-Base Drive Algorithms: Part 2 - Selecting the System Parameters</w:t>
      </w:r>
      <w:r w:rsidRPr="00757622">
        <w:t>. 1986, UTIAS: University of Toronto.</w:t>
      </w:r>
    </w:p>
    <w:p w:rsidR="00BE0900" w:rsidRPr="00757622" w:rsidRDefault="00BE0900" w:rsidP="00BE0900">
      <w:pPr>
        <w:pStyle w:val="EndNoteBibliography"/>
        <w:ind w:left="284" w:hanging="284"/>
      </w:pPr>
      <w:r w:rsidRPr="00757622">
        <w:t>[5]</w:t>
      </w:r>
      <w:r w:rsidRPr="00757622">
        <w:tab/>
        <w:t xml:space="preserve">Casas, S., et al., </w:t>
      </w:r>
      <w:r w:rsidRPr="00757622">
        <w:rPr>
          <w:i/>
        </w:rPr>
        <w:t>Motion-Cuing Algorithms: Characterization of Users' Perception.</w:t>
      </w:r>
      <w:r w:rsidRPr="00757622">
        <w:t xml:space="preserve"> Human Factors: The Journal of the Human Factors and Ergonomics Society, 2015. </w:t>
      </w:r>
      <w:r w:rsidRPr="00757622">
        <w:rPr>
          <w:b/>
        </w:rPr>
        <w:t>57</w:t>
      </w:r>
      <w:r w:rsidRPr="00757622">
        <w:t>(1): p. 144-162.</w:t>
      </w:r>
    </w:p>
    <w:p w:rsidR="00BE0900" w:rsidRPr="00757622" w:rsidRDefault="00BE0900" w:rsidP="00BE0900">
      <w:pPr>
        <w:pStyle w:val="EndNoteBibliography"/>
        <w:ind w:left="284" w:hanging="284"/>
      </w:pPr>
      <w:r w:rsidRPr="00757622">
        <w:t>[6]</w:t>
      </w:r>
      <w:r w:rsidRPr="00757622">
        <w:tab/>
        <w:t xml:space="preserve">Casas, S., et al., </w:t>
      </w:r>
      <w:r w:rsidRPr="00757622">
        <w:rPr>
          <w:i/>
        </w:rPr>
        <w:t>Towards a simulation-based tuning of motion cueing algorithms.</w:t>
      </w:r>
      <w:r w:rsidRPr="00757622">
        <w:t xml:space="preserve"> Simulation Modelling Practice and Theory, 2016. </w:t>
      </w:r>
      <w:r w:rsidRPr="00757622">
        <w:rPr>
          <w:b/>
        </w:rPr>
        <w:t>67</w:t>
      </w:r>
      <w:r w:rsidRPr="00757622">
        <w:t>: p. 137–154.</w:t>
      </w:r>
    </w:p>
    <w:p w:rsidR="00BE0900" w:rsidRPr="00757622" w:rsidRDefault="00BE0900" w:rsidP="00BE0900">
      <w:pPr>
        <w:pStyle w:val="EndNoteBibliography"/>
        <w:ind w:left="284" w:hanging="284"/>
      </w:pPr>
      <w:r w:rsidRPr="00757622">
        <w:t>[7]</w:t>
      </w:r>
      <w:r w:rsidRPr="00757622">
        <w:tab/>
        <w:t xml:space="preserve">Kennedy, J. and R. Eberhart. </w:t>
      </w:r>
      <w:r w:rsidRPr="00757622">
        <w:rPr>
          <w:i/>
        </w:rPr>
        <w:t>Particle Swarm Optimization</w:t>
      </w:r>
      <w:r w:rsidRPr="00757622">
        <w:t xml:space="preserve">. in </w:t>
      </w:r>
      <w:r w:rsidRPr="00757622">
        <w:rPr>
          <w:i/>
        </w:rPr>
        <w:t>IEEE International Conference. on Neural Networks</w:t>
      </w:r>
      <w:r w:rsidRPr="00757622">
        <w:t>. 1995. Perth, WA, Australia: IEEE Service Center, Piscataway, NJ, USA.</w:t>
      </w:r>
    </w:p>
    <w:p w:rsidR="00BE0900" w:rsidRPr="00757622" w:rsidRDefault="00BE0900" w:rsidP="00BE0900">
      <w:pPr>
        <w:pStyle w:val="EndNoteBibliography"/>
        <w:ind w:left="284" w:hanging="284"/>
      </w:pPr>
      <w:r w:rsidRPr="00757622">
        <w:t>[8]</w:t>
      </w:r>
      <w:r w:rsidRPr="00757622">
        <w:tab/>
        <w:t xml:space="preserve">Shih-Wei, L., et al., </w:t>
      </w:r>
      <w:r w:rsidRPr="00757622">
        <w:rPr>
          <w:i/>
        </w:rPr>
        <w:t>Particle swarm optimization for parameter determination and feature selection of support vector machines.</w:t>
      </w:r>
      <w:r w:rsidRPr="00757622">
        <w:t xml:space="preserve"> Expert Systems with Applications, 2008. </w:t>
      </w:r>
      <w:r w:rsidRPr="00757622">
        <w:rPr>
          <w:b/>
        </w:rPr>
        <w:t>35</w:t>
      </w:r>
      <w:r w:rsidRPr="00757622">
        <w:t>: p. 1817–1824.</w:t>
      </w:r>
    </w:p>
    <w:p w:rsidR="00BE0900" w:rsidRPr="00757622" w:rsidRDefault="00BE0900" w:rsidP="00BE0900">
      <w:pPr>
        <w:pStyle w:val="EndNoteBibliography"/>
        <w:ind w:left="284" w:hanging="284"/>
      </w:pPr>
      <w:r w:rsidRPr="00757622">
        <w:t>[9]</w:t>
      </w:r>
      <w:r w:rsidRPr="00757622">
        <w:tab/>
        <w:t xml:space="preserve">Asadi, H., et al. </w:t>
      </w:r>
      <w:r w:rsidRPr="00757622">
        <w:rPr>
          <w:i/>
        </w:rPr>
        <w:t>A Particle Swarm Optimization-based washout filter for improving simulator motion fidelity</w:t>
      </w:r>
      <w:r w:rsidRPr="00757622">
        <w:t xml:space="preserve">. in </w:t>
      </w:r>
      <w:r w:rsidRPr="00757622">
        <w:rPr>
          <w:i/>
        </w:rPr>
        <w:t>Systems, Man, and Cybernetics (SMC), 2016 IEEE International Conference on</w:t>
      </w:r>
      <w:r w:rsidRPr="00757622">
        <w:t>. 2016. IEEE.</w:t>
      </w:r>
    </w:p>
    <w:p w:rsidR="00BE0900" w:rsidRPr="00757622" w:rsidRDefault="00BE0900" w:rsidP="00BE0900">
      <w:pPr>
        <w:pStyle w:val="EndNoteBibliography"/>
        <w:ind w:left="284" w:hanging="284"/>
      </w:pPr>
      <w:r w:rsidRPr="00757622">
        <w:t>[10]</w:t>
      </w:r>
      <w:r w:rsidRPr="00757622">
        <w:tab/>
        <w:t xml:space="preserve">Casas, S., et al., </w:t>
      </w:r>
      <w:r w:rsidRPr="00757622">
        <w:rPr>
          <w:i/>
        </w:rPr>
        <w:t>Towards an extensible simulator of real motion platforms.</w:t>
      </w:r>
      <w:r w:rsidRPr="00757622">
        <w:t xml:space="preserve"> Simulation Modelling Practice and Theory, 2014. </w:t>
      </w:r>
      <w:r w:rsidRPr="00757622">
        <w:rPr>
          <w:b/>
        </w:rPr>
        <w:t>45</w:t>
      </w:r>
      <w:r w:rsidRPr="00757622">
        <w:t>(0): p. 50-61.</w:t>
      </w:r>
    </w:p>
    <w:p w:rsidR="0077324E" w:rsidRPr="00757622" w:rsidRDefault="00A241AB" w:rsidP="00BE0900">
      <w:pPr>
        <w:pStyle w:val="EndNoteBibliography"/>
        <w:ind w:left="284" w:hanging="284"/>
        <w:rPr>
          <w:u w:val="single"/>
        </w:rPr>
      </w:pPr>
      <w:r w:rsidRPr="00757622">
        <w:rPr>
          <w:u w:val="single"/>
        </w:rPr>
        <w:fldChar w:fldCharType="end"/>
      </w:r>
    </w:p>
    <w:sectPr w:rsidR="0077324E" w:rsidRPr="00757622" w:rsidSect="00DA041E">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F17" w:rsidRDefault="006B3F17" w:rsidP="00842867">
      <w:r>
        <w:separator/>
      </w:r>
    </w:p>
  </w:endnote>
  <w:endnote w:type="continuationSeparator" w:id="0">
    <w:p w:rsidR="006B3F17" w:rsidRDefault="006B3F17" w:rsidP="00842867">
      <w:r>
        <w:continuationSeparator/>
      </w:r>
    </w:p>
  </w:endnote>
  <w:endnote w:type="continuationNotice" w:id="1">
    <w:p w:rsidR="006B3F17" w:rsidRDefault="006B3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inux Libertine">
    <w:altName w:val="Times New Roman"/>
    <w:charset w:val="00"/>
    <w:family w:val="auto"/>
    <w:pitch w:val="variable"/>
    <w:sig w:usb0="00000000" w:usb1="5200E5FB" w:usb2="0200002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00000000"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17" w:rsidRPr="00DA041E" w:rsidRDefault="00543817" w:rsidP="00DA041E">
    <w:pPr>
      <w:pStyle w:val="Piedepgina"/>
      <w:rPr>
        <w:rStyle w:val="Nmerodepgina"/>
        <w:rFonts w:ascii="Linux Biolinum" w:hAnsi="Linux Biolinum" w:cs="Linux Biolinum"/>
      </w:rPr>
    </w:pPr>
  </w:p>
  <w:p w:rsidR="00543817" w:rsidRPr="00DA041E" w:rsidRDefault="00543817" w:rsidP="00DA041E">
    <w:pPr>
      <w:pStyle w:val="Piedepgina"/>
      <w:ind w:right="360"/>
      <w:rPr>
        <w:rFonts w:ascii="Linux Biolinum" w:hAnsi="Linux Biolinum" w:cs="Linux Biolinum"/>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F17" w:rsidRDefault="006B3F17" w:rsidP="00C24563">
      <w:r>
        <w:separator/>
      </w:r>
    </w:p>
  </w:footnote>
  <w:footnote w:type="continuationSeparator" w:id="0">
    <w:p w:rsidR="006B3F17" w:rsidRDefault="006B3F17" w:rsidP="00842867">
      <w:r>
        <w:continuationSeparator/>
      </w:r>
    </w:p>
  </w:footnote>
  <w:footnote w:type="continuationNotice" w:id="1">
    <w:p w:rsidR="006B3F17" w:rsidRDefault="006B3F17"/>
  </w:footnote>
  <w:footnote w:id="2">
    <w:p w:rsidR="000E7A95" w:rsidRDefault="00543817" w:rsidP="006C6170">
      <w:pPr>
        <w:pStyle w:val="Textonotapie"/>
        <w:rPr>
          <w:rFonts w:ascii="Times New Roman" w:hAnsi="Times New Roman" w:cs="Times New Roman"/>
          <w:sz w:val="16"/>
          <w:szCs w:val="16"/>
          <w:lang w:eastAsia="it-IT"/>
        </w:rPr>
      </w:pPr>
      <w:r w:rsidRPr="006C6170">
        <w:rPr>
          <w:rFonts w:ascii="Times New Roman" w:hAnsi="Times New Roman" w:cs="Times New Roman"/>
          <w:sz w:val="16"/>
          <w:szCs w:val="16"/>
          <w:lang w:eastAsia="it-IT"/>
        </w:rPr>
        <w:t>P</w:t>
      </w:r>
      <w:r w:rsidR="000E7A95" w:rsidRPr="000E7A95">
        <w:rPr>
          <w:rFonts w:ascii="Times New Roman" w:hAnsi="Times New Roman" w:cs="Times New Roman"/>
          <w:sz w:val="16"/>
          <w:szCs w:val="16"/>
          <w:lang w:eastAsia="it-IT"/>
        </w:rPr>
        <w:t>ermission to make digital or hard copies of part or all of this work for personal or classroom use is granted without fee provided that copies are not made or distributed for profit or commercial advantage and that copies bear this notice and the full citation on the first page. Copyrights for third-party components of this work must be honored. For all other uses, contact the Owner/Author.</w:t>
      </w:r>
    </w:p>
    <w:p w:rsidR="00543817" w:rsidRDefault="000E7A95" w:rsidP="006C6170">
      <w:pPr>
        <w:pStyle w:val="Textonotapie"/>
        <w:rPr>
          <w:rFonts w:ascii="Times New Roman" w:hAnsi="Times New Roman" w:cs="Times New Roman"/>
          <w:sz w:val="16"/>
          <w:szCs w:val="16"/>
          <w:lang w:eastAsia="it-IT"/>
        </w:rPr>
      </w:pPr>
      <w:r w:rsidRPr="000E7A95">
        <w:rPr>
          <w:rFonts w:ascii="Times New Roman" w:hAnsi="Times New Roman" w:cs="Times New Roman"/>
          <w:sz w:val="16"/>
          <w:szCs w:val="16"/>
          <w:lang w:eastAsia="it-IT"/>
        </w:rPr>
        <w:t>Copyright is held by the owner/author</w:t>
      </w:r>
      <w:r w:rsidRPr="006C6170">
        <w:rPr>
          <w:rFonts w:ascii="Times New Roman" w:hAnsi="Times New Roman" w:cs="Times New Roman"/>
          <w:sz w:val="16"/>
          <w:szCs w:val="16"/>
          <w:lang w:eastAsia="it-IT"/>
        </w:rPr>
        <w:t xml:space="preserve"> </w:t>
      </w:r>
      <w:r w:rsidR="00543817" w:rsidRPr="006C6170">
        <w:rPr>
          <w:rFonts w:ascii="Times New Roman" w:hAnsi="Times New Roman" w:cs="Times New Roman"/>
          <w:sz w:val="16"/>
          <w:szCs w:val="16"/>
          <w:lang w:eastAsia="it-IT"/>
        </w:rPr>
        <w:t>(s).</w:t>
      </w:r>
    </w:p>
    <w:p w:rsidR="000E7A95" w:rsidRPr="000E7A95" w:rsidRDefault="000E7A95" w:rsidP="00DB4D76">
      <w:pPr>
        <w:pStyle w:val="Textonotapie"/>
        <w:rPr>
          <w:rFonts w:ascii="Times New Roman" w:hAnsi="Times New Roman" w:cs="Times New Roman"/>
          <w:sz w:val="16"/>
          <w:szCs w:val="16"/>
          <w:lang w:eastAsia="it-IT"/>
        </w:rPr>
      </w:pPr>
      <w:r w:rsidRPr="000E7A95">
        <w:rPr>
          <w:rFonts w:ascii="Times New Roman" w:hAnsi="Times New Roman" w:cs="Times New Roman"/>
          <w:i/>
          <w:sz w:val="16"/>
          <w:szCs w:val="16"/>
          <w:lang w:eastAsia="it-IT"/>
        </w:rPr>
        <w:t xml:space="preserve">GECCO </w:t>
      </w:r>
      <w:r w:rsidRPr="000E7A95">
        <w:rPr>
          <w:rFonts w:ascii="Times New Roman" w:hAnsi="Times New Roman" w:cs="Times New Roman"/>
          <w:i/>
          <w:sz w:val="16"/>
          <w:szCs w:val="16"/>
          <w:lang w:eastAsia="it-IT"/>
        </w:rPr>
        <w:t xml:space="preserve">'17 Companion, </w:t>
      </w:r>
      <w:r w:rsidRPr="000E7A95">
        <w:rPr>
          <w:rFonts w:ascii="Times New Roman" w:hAnsi="Times New Roman" w:cs="Times New Roman"/>
          <w:sz w:val="16"/>
          <w:szCs w:val="16"/>
          <w:lang w:eastAsia="it-IT"/>
        </w:rPr>
        <w:t>July 15-19, 2017, Berlin, Germany</w:t>
      </w:r>
    </w:p>
    <w:p w:rsidR="00543817" w:rsidRDefault="000E7A95" w:rsidP="006C6170">
      <w:pPr>
        <w:pStyle w:val="Textonotapie"/>
        <w:rPr>
          <w:rFonts w:ascii="Times New Roman" w:hAnsi="Times New Roman" w:cs="Times New Roman"/>
          <w:sz w:val="16"/>
          <w:szCs w:val="16"/>
          <w:lang w:eastAsia="it-IT"/>
        </w:rPr>
      </w:pPr>
      <w:r w:rsidRPr="000E7A95">
        <w:rPr>
          <w:rFonts w:ascii="Times New Roman" w:hAnsi="Times New Roman" w:cs="Times New Roman"/>
          <w:sz w:val="16"/>
          <w:szCs w:val="16"/>
          <w:lang w:eastAsia="it-IT"/>
        </w:rPr>
        <w:t>ACM 978-1-4503-4939-0/17/07.</w:t>
      </w:r>
      <w:bookmarkStart w:id="1" w:name="_GoBack"/>
      <w:bookmarkEnd w:id="1"/>
    </w:p>
    <w:p w:rsidR="000E7A95" w:rsidRPr="00627518" w:rsidRDefault="000E7A95" w:rsidP="006C6170">
      <w:pPr>
        <w:pStyle w:val="Textonotapie"/>
        <w:rPr>
          <w:rFonts w:ascii="Times New Roman" w:hAnsi="Times New Roman" w:cs="Times New Roman"/>
          <w:sz w:val="16"/>
          <w:szCs w:val="16"/>
          <w:lang w:eastAsia="it-IT"/>
        </w:rPr>
      </w:pPr>
      <w:hyperlink r:id="rId1" w:tgtFrame="_blank" w:history="1">
        <w:r w:rsidRPr="00627518">
          <w:rPr>
            <w:rFonts w:ascii="Times New Roman" w:hAnsi="Times New Roman" w:cs="Times New Roman"/>
            <w:color w:val="000000" w:themeColor="text1"/>
            <w:sz w:val="16"/>
            <w:szCs w:val="16"/>
            <w:lang w:eastAsia="it-IT"/>
          </w:rPr>
          <w:t>http://dx.doi.org/10.1145/3067695.3075990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43817" w:rsidRPr="00DA041E" w:rsidTr="00DA041E">
      <w:tc>
        <w:tcPr>
          <w:tcW w:w="2500" w:type="pct"/>
          <w:vAlign w:val="center"/>
        </w:tcPr>
        <w:p w:rsidR="00543817" w:rsidRPr="00DA041E" w:rsidRDefault="00543817" w:rsidP="00DA041E">
          <w:pPr>
            <w:pStyle w:val="Encabezado"/>
            <w:tabs>
              <w:tab w:val="clear" w:pos="4320"/>
              <w:tab w:val="clear" w:pos="8640"/>
            </w:tabs>
            <w:jc w:val="left"/>
            <w:rPr>
              <w:rFonts w:ascii="Linux Biolinum" w:hAnsi="Linux Biolinum" w:cs="Linux Biolinum"/>
            </w:rPr>
          </w:pPr>
        </w:p>
      </w:tc>
      <w:tc>
        <w:tcPr>
          <w:tcW w:w="2500" w:type="pct"/>
          <w:vAlign w:val="center"/>
        </w:tcPr>
        <w:p w:rsidR="00543817" w:rsidRPr="00DA041E" w:rsidRDefault="00543817" w:rsidP="00DA041E">
          <w:pPr>
            <w:pStyle w:val="Encabezado"/>
            <w:tabs>
              <w:tab w:val="clear" w:pos="4320"/>
              <w:tab w:val="clear" w:pos="8640"/>
            </w:tabs>
            <w:jc w:val="right"/>
            <w:rPr>
              <w:rFonts w:ascii="Linux Biolinum" w:hAnsi="Linux Biolinum" w:cs="Linux Biolinum"/>
            </w:rPr>
          </w:pPr>
        </w:p>
      </w:tc>
    </w:tr>
  </w:tbl>
  <w:p w:rsidR="00543817" w:rsidRPr="00DA041E" w:rsidRDefault="00543817" w:rsidP="00DA041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00" w:firstRow="0" w:lastRow="0" w:firstColumn="0" w:lastColumn="0" w:noHBand="0" w:noVBand="0"/>
    </w:tblPr>
    <w:tblGrid>
      <w:gridCol w:w="5148"/>
      <w:gridCol w:w="5148"/>
    </w:tblGrid>
    <w:tr w:rsidR="00543817" w:rsidRPr="00DA041E" w:rsidTr="00DA041E">
      <w:tc>
        <w:tcPr>
          <w:tcW w:w="2500" w:type="pct"/>
          <w:vAlign w:val="center"/>
        </w:tcPr>
        <w:p w:rsidR="00543817" w:rsidRPr="00DA041E" w:rsidRDefault="00543817" w:rsidP="00DA041E">
          <w:pPr>
            <w:pStyle w:val="Encabezado"/>
            <w:tabs>
              <w:tab w:val="clear" w:pos="4320"/>
              <w:tab w:val="clear" w:pos="8640"/>
            </w:tabs>
            <w:jc w:val="left"/>
            <w:rPr>
              <w:rFonts w:ascii="Linux Biolinum" w:hAnsi="Linux Biolinum" w:cs="Linux Biolinum"/>
            </w:rPr>
          </w:pPr>
        </w:p>
      </w:tc>
      <w:tc>
        <w:tcPr>
          <w:tcW w:w="2500" w:type="pct"/>
          <w:vAlign w:val="center"/>
        </w:tcPr>
        <w:p w:rsidR="00543817" w:rsidRPr="00DA041E" w:rsidRDefault="00543817" w:rsidP="00DA041E">
          <w:pPr>
            <w:pStyle w:val="Encabezado"/>
            <w:tabs>
              <w:tab w:val="clear" w:pos="4320"/>
              <w:tab w:val="clear" w:pos="8640"/>
            </w:tabs>
            <w:jc w:val="right"/>
            <w:rPr>
              <w:rFonts w:ascii="Linux Biolinum" w:hAnsi="Linux Biolinum" w:cs="Linux Biolinum"/>
            </w:rPr>
          </w:pPr>
        </w:p>
      </w:tc>
    </w:tr>
  </w:tbl>
  <w:p w:rsidR="00543817" w:rsidRPr="00DA041E" w:rsidRDefault="00543817" w:rsidP="00DA04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DC8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812D0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BA3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51E9BF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8EED1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8E30A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FB496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99E177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BD66B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AAAAF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7CCC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A196819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15:restartNumberingAfterBreak="0">
    <w:nsid w:val="03186DE2"/>
    <w:multiLevelType w:val="hybridMultilevel"/>
    <w:tmpl w:val="42703B26"/>
    <w:lvl w:ilvl="0" w:tplc="8D86C98E">
      <w:start w:val="1"/>
      <w:numFmt w:val="decimal"/>
      <w:lvlText w:val="%1."/>
      <w:lvlJc w:val="left"/>
      <w:pPr>
        <w:tabs>
          <w:tab w:val="num" w:pos="1008"/>
        </w:tabs>
        <w:ind w:left="1008"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5511EB4"/>
    <w:multiLevelType w:val="hybridMultilevel"/>
    <w:tmpl w:val="9954A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86183"/>
    <w:multiLevelType w:val="hybridMultilevel"/>
    <w:tmpl w:val="59C2EC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0CFC57E0"/>
    <w:multiLevelType w:val="hybridMultilevel"/>
    <w:tmpl w:val="5C2C7784"/>
    <w:lvl w:ilvl="0" w:tplc="F44810E4">
      <w:start w:val="14"/>
      <w:numFmt w:val="bullet"/>
      <w:lvlText w:val=""/>
      <w:lvlJc w:val="left"/>
      <w:pPr>
        <w:ind w:left="720" w:hanging="360"/>
      </w:pPr>
      <w:rPr>
        <w:rFonts w:ascii="Symbol" w:eastAsia="PMingLiU"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47E4EC5"/>
    <w:multiLevelType w:val="hybridMultilevel"/>
    <w:tmpl w:val="C310B6E0"/>
    <w:lvl w:ilvl="0" w:tplc="D350608E">
      <w:start w:val="1"/>
      <w:numFmt w:val="decimal"/>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ADD4A11"/>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1BC510FB"/>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1CF5090C"/>
    <w:multiLevelType w:val="multilevel"/>
    <w:tmpl w:val="2264B596"/>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1"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BF21E3E"/>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2C4A519C"/>
    <w:multiLevelType w:val="hybridMultilevel"/>
    <w:tmpl w:val="50BCC850"/>
    <w:lvl w:ilvl="0" w:tplc="297A9708">
      <w:start w:val="1"/>
      <w:numFmt w:val="decimal"/>
      <w:lvlText w:val="%1."/>
      <w:lvlJc w:val="left"/>
      <w:pPr>
        <w:tabs>
          <w:tab w:val="num" w:pos="864"/>
        </w:tabs>
        <w:ind w:left="864"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E216CEF"/>
    <w:multiLevelType w:val="hybridMultilevel"/>
    <w:tmpl w:val="179AA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7E58F0"/>
    <w:multiLevelType w:val="multilevel"/>
    <w:tmpl w:val="6EF40410"/>
    <w:lvl w:ilvl="0">
      <w:start w:val="1"/>
      <w:numFmt w:val="decimal"/>
      <w:lvlText w:val="%1."/>
      <w:lvlJc w:val="left"/>
      <w:pPr>
        <w:tabs>
          <w:tab w:val="num" w:pos="360"/>
        </w:tabs>
        <w:ind w:left="360" w:hanging="360"/>
      </w:pPr>
      <w:rPr>
        <w:rFonts w:ascii="Book Antiqua" w:hAnsi="Book Antiqua" w:hint="default"/>
        <w:b w:val="0"/>
        <w:i w:val="0"/>
        <w:sz w:val="20"/>
      </w:rPr>
    </w:lvl>
    <w:lvl w:ilvl="1">
      <w:start w:val="1"/>
      <w:numFmt w:val="bullet"/>
      <w:lvlText w:val=""/>
      <w:lvlJc w:val="left"/>
      <w:pPr>
        <w:tabs>
          <w:tab w:val="num" w:pos="720"/>
        </w:tabs>
        <w:ind w:left="720" w:hanging="360"/>
      </w:pPr>
      <w:rPr>
        <w:rFonts w:ascii="Wingdings" w:hAnsi="Wingdings" w:hint="default"/>
        <w:b w:val="0"/>
        <w:i w:val="0"/>
        <w:color w:val="auto"/>
      </w:rPr>
    </w:lvl>
    <w:lvl w:ilvl="2">
      <w:start w:val="1"/>
      <w:numFmt w:val="lowerLetter"/>
      <w:lvlText w:val="%3)"/>
      <w:lvlJc w:val="left"/>
      <w:pPr>
        <w:tabs>
          <w:tab w:val="num" w:pos="1080"/>
        </w:tabs>
        <w:ind w:left="1080" w:hanging="360"/>
      </w:pPr>
      <w:rPr>
        <w:rFonts w:ascii="Book Antiqua" w:hAnsi="Book Antiqua" w:hint="default"/>
        <w:b w:val="0"/>
        <w:i w:val="0"/>
        <w:sz w:val="20"/>
      </w:rPr>
    </w:lvl>
    <w:lvl w:ilvl="3">
      <w:start w:val="1"/>
      <w:numFmt w:val="lowerRoman"/>
      <w:lvlText w:val="%4)"/>
      <w:lvlJc w:val="left"/>
      <w:pPr>
        <w:tabs>
          <w:tab w:val="num" w:pos="1800"/>
        </w:tabs>
        <w:ind w:left="1440" w:hanging="360"/>
      </w:pPr>
      <w:rPr>
        <w:rFonts w:ascii="Book Antiqua" w:hAnsi="Book Antiqua" w:hint="default"/>
        <w:b w:val="0"/>
        <w:i w:val="0"/>
        <w:sz w:val="20"/>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80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27"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28" w15:restartNumberingAfterBreak="0">
    <w:nsid w:val="3CD922D9"/>
    <w:multiLevelType w:val="hybridMultilevel"/>
    <w:tmpl w:val="9B48C8EC"/>
    <w:lvl w:ilvl="0" w:tplc="78E2D246">
      <w:start w:val="1"/>
      <w:numFmt w:val="bullet"/>
      <w:lvlText w:val="-"/>
      <w:lvlJc w:val="left"/>
      <w:pPr>
        <w:tabs>
          <w:tab w:val="num" w:pos="504"/>
        </w:tabs>
        <w:ind w:left="504"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FC406E1"/>
    <w:multiLevelType w:val="hybridMultilevel"/>
    <w:tmpl w:val="289C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52448F"/>
    <w:multiLevelType w:val="hybridMultilevel"/>
    <w:tmpl w:val="E0E44CEE"/>
    <w:lvl w:ilvl="0" w:tplc="A2BC6D68">
      <w:start w:val="1"/>
      <w:numFmt w:val="bullet"/>
      <w:lvlRestart w:val="0"/>
      <w:lvlText w:val=""/>
      <w:lvlJc w:val="left"/>
      <w:pPr>
        <w:tabs>
          <w:tab w:val="num" w:pos="10"/>
        </w:tabs>
        <w:ind w:left="10" w:hanging="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32" w15:restartNumberingAfterBreak="0">
    <w:nsid w:val="4A2A02E9"/>
    <w:multiLevelType w:val="hybridMultilevel"/>
    <w:tmpl w:val="8F2AA114"/>
    <w:lvl w:ilvl="0" w:tplc="59A0AD2A">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E4C0907"/>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35"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36"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37"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39" w15:restartNumberingAfterBreak="0">
    <w:nsid w:val="6DAB1946"/>
    <w:multiLevelType w:val="hybridMultilevel"/>
    <w:tmpl w:val="821A8960"/>
    <w:lvl w:ilvl="0" w:tplc="AE4083F0">
      <w:start w:val="1"/>
      <w:numFmt w:val="upperRoman"/>
      <w:lvlText w:val="%1."/>
      <w:lvlJc w:val="left"/>
      <w:pPr>
        <w:tabs>
          <w:tab w:val="num" w:pos="72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DE11E14"/>
    <w:multiLevelType w:val="hybridMultilevel"/>
    <w:tmpl w:val="B022BC02"/>
    <w:lvl w:ilvl="0" w:tplc="CDCEE994">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7583A02"/>
    <w:multiLevelType w:val="hybridMultilevel"/>
    <w:tmpl w:val="9CACFF9A"/>
    <w:lvl w:ilvl="0" w:tplc="4AA86FB4">
      <w:start w:val="1"/>
      <w:numFmt w:val="bullet"/>
      <w:lvlText w:val="-"/>
      <w:lvlJc w:val="left"/>
      <w:pPr>
        <w:tabs>
          <w:tab w:val="num" w:pos="1008"/>
        </w:tabs>
        <w:ind w:left="1008"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Ttulo6"/>
      <w:lvlText w:val="%6)"/>
      <w:lvlJc w:val="left"/>
      <w:pPr>
        <w:ind w:left="1152" w:hanging="432"/>
      </w:pPr>
    </w:lvl>
    <w:lvl w:ilvl="6">
      <w:start w:val="1"/>
      <w:numFmt w:val="lowerRoman"/>
      <w:pStyle w:val="Ttulo7"/>
      <w:lvlText w:val="%7)"/>
      <w:lvlJc w:val="right"/>
      <w:pPr>
        <w:ind w:left="1296" w:hanging="288"/>
      </w:pPr>
    </w:lvl>
    <w:lvl w:ilvl="7">
      <w:start w:val="1"/>
      <w:numFmt w:val="lowerLetter"/>
      <w:pStyle w:val="Ttulo8"/>
      <w:lvlText w:val="%8."/>
      <w:lvlJc w:val="left"/>
      <w:pPr>
        <w:ind w:left="1440" w:hanging="432"/>
      </w:pPr>
    </w:lvl>
    <w:lvl w:ilvl="8">
      <w:start w:val="1"/>
      <w:numFmt w:val="lowerRoman"/>
      <w:pStyle w:val="Ttulo9"/>
      <w:lvlText w:val="%9."/>
      <w:lvlJc w:val="right"/>
      <w:pPr>
        <w:ind w:left="1584" w:hanging="144"/>
      </w:pPr>
    </w:lvl>
  </w:abstractNum>
  <w:num w:numId="1">
    <w:abstractNumId w:val="17"/>
  </w:num>
  <w:num w:numId="2">
    <w:abstractNumId w:val="16"/>
  </w:num>
  <w:num w:numId="3">
    <w:abstractNumId w:val="14"/>
  </w:num>
  <w:num w:numId="4">
    <w:abstractNumId w:val="19"/>
  </w:num>
  <w:num w:numId="5">
    <w:abstractNumId w:val="22"/>
  </w:num>
  <w:num w:numId="6">
    <w:abstractNumId w:val="25"/>
  </w:num>
  <w:num w:numId="7">
    <w:abstractNumId w:val="13"/>
  </w:num>
  <w:num w:numId="8">
    <w:abstractNumId w:val="18"/>
  </w:num>
  <w:num w:numId="9">
    <w:abstractNumId w:val="33"/>
  </w:num>
  <w:num w:numId="10">
    <w:abstractNumId w:val="0"/>
  </w:num>
  <w:num w:numId="11">
    <w:abstractNumId w:val="20"/>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30"/>
  </w:num>
  <w:num w:numId="15">
    <w:abstractNumId w:val="28"/>
  </w:num>
  <w:num w:numId="16">
    <w:abstractNumId w:val="41"/>
  </w:num>
  <w:num w:numId="17">
    <w:abstractNumId w:val="26"/>
  </w:num>
  <w:num w:numId="18">
    <w:abstractNumId w:val="12"/>
  </w:num>
  <w:num w:numId="19">
    <w:abstractNumId w:val="32"/>
  </w:num>
  <w:num w:numId="20">
    <w:abstractNumId w:val="39"/>
  </w:num>
  <w:num w:numId="21">
    <w:abstractNumId w:val="40"/>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9"/>
  </w:num>
  <w:num w:numId="26">
    <w:abstractNumId w:val="8"/>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42"/>
  </w:num>
  <w:num w:numId="35">
    <w:abstractNumId w:val="24"/>
  </w:num>
  <w:num w:numId="36">
    <w:abstractNumId w:val="15"/>
  </w:num>
  <w:num w:numId="37">
    <w:abstractNumId w:val="38"/>
  </w:num>
  <w:num w:numId="38">
    <w:abstractNumId w:val="31"/>
  </w:num>
  <w:num w:numId="39">
    <w:abstractNumId w:val="27"/>
  </w:num>
  <w:num w:numId="40">
    <w:abstractNumId w:val="36"/>
  </w:num>
  <w:num w:numId="41">
    <w:abstractNumId w:val="34"/>
  </w:num>
  <w:num w:numId="42">
    <w:abstractNumId w:val="35"/>
  </w:num>
  <w:num w:numId="43">
    <w:abstractNumId w:val="11"/>
  </w:num>
  <w:num w:numId="44">
    <w:abstractNumId w:val="29"/>
  </w:num>
  <w:num w:numId="45">
    <w:abstractNumId w:val="2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0"/>
  <w:proofState w:spelling="clean" w:grammar="clean"/>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umbered&lt;/Style&gt;&lt;LeftDelim&gt;{&lt;/LeftDelim&gt;&lt;RightDelim&gt;}&lt;/RightDelim&gt;&lt;FontName&gt;Linux Libertine&lt;/FontName&gt;&lt;FontSize&gt;7&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we09ede9pd0vpewf08pttdnwzart5zs9srp&quot;&gt;Sergio EndNote Library&lt;record-ids&gt;&lt;item&gt;123&lt;/item&gt;&lt;item&gt;125&lt;/item&gt;&lt;item&gt;143&lt;/item&gt;&lt;item&gt;144&lt;/item&gt;&lt;item&gt;146&lt;/item&gt;&lt;item&gt;150&lt;/item&gt;&lt;item&gt;280&lt;/item&gt;&lt;item&gt;281&lt;/item&gt;&lt;item&gt;282&lt;/item&gt;&lt;item&gt;322&lt;/item&gt;&lt;/record-ids&gt;&lt;/item&gt;&lt;/Libraries&gt;"/>
  </w:docVars>
  <w:rsids>
    <w:rsidRoot w:val="00870588"/>
    <w:rsid w:val="00000A8D"/>
    <w:rsid w:val="00000EF0"/>
    <w:rsid w:val="00004201"/>
    <w:rsid w:val="000044FA"/>
    <w:rsid w:val="00006511"/>
    <w:rsid w:val="000066AF"/>
    <w:rsid w:val="000070DA"/>
    <w:rsid w:val="00007C21"/>
    <w:rsid w:val="00007C69"/>
    <w:rsid w:val="0001173B"/>
    <w:rsid w:val="00012C05"/>
    <w:rsid w:val="00012D5F"/>
    <w:rsid w:val="00013BE7"/>
    <w:rsid w:val="00014137"/>
    <w:rsid w:val="00014CEA"/>
    <w:rsid w:val="000164FE"/>
    <w:rsid w:val="000174F2"/>
    <w:rsid w:val="00017FF0"/>
    <w:rsid w:val="0002038E"/>
    <w:rsid w:val="00020429"/>
    <w:rsid w:val="00020650"/>
    <w:rsid w:val="00023D9B"/>
    <w:rsid w:val="00023F97"/>
    <w:rsid w:val="000244DF"/>
    <w:rsid w:val="000247FF"/>
    <w:rsid w:val="00024D23"/>
    <w:rsid w:val="000258FC"/>
    <w:rsid w:val="00026091"/>
    <w:rsid w:val="00026B99"/>
    <w:rsid w:val="00027190"/>
    <w:rsid w:val="00027801"/>
    <w:rsid w:val="0003074F"/>
    <w:rsid w:val="00030831"/>
    <w:rsid w:val="0003187C"/>
    <w:rsid w:val="0003195F"/>
    <w:rsid w:val="00031AF2"/>
    <w:rsid w:val="00032184"/>
    <w:rsid w:val="0003260F"/>
    <w:rsid w:val="000326A4"/>
    <w:rsid w:val="00032F77"/>
    <w:rsid w:val="000348C2"/>
    <w:rsid w:val="00036811"/>
    <w:rsid w:val="00036C91"/>
    <w:rsid w:val="000374FC"/>
    <w:rsid w:val="00040AE8"/>
    <w:rsid w:val="000410AA"/>
    <w:rsid w:val="0004197E"/>
    <w:rsid w:val="00041E90"/>
    <w:rsid w:val="0004466F"/>
    <w:rsid w:val="00045680"/>
    <w:rsid w:val="0004577A"/>
    <w:rsid w:val="00046400"/>
    <w:rsid w:val="00046EB5"/>
    <w:rsid w:val="0004762F"/>
    <w:rsid w:val="00053441"/>
    <w:rsid w:val="00053ABE"/>
    <w:rsid w:val="0005498A"/>
    <w:rsid w:val="00056D46"/>
    <w:rsid w:val="00056EED"/>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542C"/>
    <w:rsid w:val="000756A5"/>
    <w:rsid w:val="00075744"/>
    <w:rsid w:val="000758C1"/>
    <w:rsid w:val="000763B7"/>
    <w:rsid w:val="00076893"/>
    <w:rsid w:val="000769C0"/>
    <w:rsid w:val="00076B89"/>
    <w:rsid w:val="00077C80"/>
    <w:rsid w:val="000800B0"/>
    <w:rsid w:val="00082976"/>
    <w:rsid w:val="00082C71"/>
    <w:rsid w:val="00083E23"/>
    <w:rsid w:val="00084120"/>
    <w:rsid w:val="000842C3"/>
    <w:rsid w:val="000845E5"/>
    <w:rsid w:val="000862F5"/>
    <w:rsid w:val="00086346"/>
    <w:rsid w:val="000868C0"/>
    <w:rsid w:val="0008733E"/>
    <w:rsid w:val="0008738F"/>
    <w:rsid w:val="000876D9"/>
    <w:rsid w:val="0009079D"/>
    <w:rsid w:val="00090D5D"/>
    <w:rsid w:val="00090E42"/>
    <w:rsid w:val="00090FFD"/>
    <w:rsid w:val="00092365"/>
    <w:rsid w:val="00092D86"/>
    <w:rsid w:val="0009383D"/>
    <w:rsid w:val="00094069"/>
    <w:rsid w:val="0009566C"/>
    <w:rsid w:val="000957F4"/>
    <w:rsid w:val="00095C2E"/>
    <w:rsid w:val="00096274"/>
    <w:rsid w:val="00096970"/>
    <w:rsid w:val="00097F6D"/>
    <w:rsid w:val="000A0097"/>
    <w:rsid w:val="000A30E3"/>
    <w:rsid w:val="000A342B"/>
    <w:rsid w:val="000A44AD"/>
    <w:rsid w:val="000A50FD"/>
    <w:rsid w:val="000A5D1A"/>
    <w:rsid w:val="000A6F21"/>
    <w:rsid w:val="000A7316"/>
    <w:rsid w:val="000A78A4"/>
    <w:rsid w:val="000A7C56"/>
    <w:rsid w:val="000B07AB"/>
    <w:rsid w:val="000B1908"/>
    <w:rsid w:val="000B21D4"/>
    <w:rsid w:val="000B2918"/>
    <w:rsid w:val="000B3045"/>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C6B50"/>
    <w:rsid w:val="000D4809"/>
    <w:rsid w:val="000D5056"/>
    <w:rsid w:val="000D5460"/>
    <w:rsid w:val="000D6AB0"/>
    <w:rsid w:val="000D6C0E"/>
    <w:rsid w:val="000D6C71"/>
    <w:rsid w:val="000E0230"/>
    <w:rsid w:val="000E09C3"/>
    <w:rsid w:val="000E17DE"/>
    <w:rsid w:val="000E2138"/>
    <w:rsid w:val="000E3602"/>
    <w:rsid w:val="000E3CBF"/>
    <w:rsid w:val="000E53EB"/>
    <w:rsid w:val="000E5EAC"/>
    <w:rsid w:val="000E64A8"/>
    <w:rsid w:val="000E72CD"/>
    <w:rsid w:val="000E7A95"/>
    <w:rsid w:val="000F14CC"/>
    <w:rsid w:val="000F20DC"/>
    <w:rsid w:val="000F21B9"/>
    <w:rsid w:val="000F235E"/>
    <w:rsid w:val="000F2621"/>
    <w:rsid w:val="000F3559"/>
    <w:rsid w:val="000F4570"/>
    <w:rsid w:val="000F519B"/>
    <w:rsid w:val="000F5526"/>
    <w:rsid w:val="000F5753"/>
    <w:rsid w:val="000F5A61"/>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BFD"/>
    <w:rsid w:val="00110C36"/>
    <w:rsid w:val="001110B6"/>
    <w:rsid w:val="00111DB8"/>
    <w:rsid w:val="0011253A"/>
    <w:rsid w:val="00112747"/>
    <w:rsid w:val="00112CD5"/>
    <w:rsid w:val="001137CF"/>
    <w:rsid w:val="0011416E"/>
    <w:rsid w:val="001160F4"/>
    <w:rsid w:val="00116991"/>
    <w:rsid w:val="00116CA1"/>
    <w:rsid w:val="00116F24"/>
    <w:rsid w:val="00120ADE"/>
    <w:rsid w:val="001215EB"/>
    <w:rsid w:val="00121DD0"/>
    <w:rsid w:val="001220FD"/>
    <w:rsid w:val="001230CD"/>
    <w:rsid w:val="001233C4"/>
    <w:rsid w:val="00123E65"/>
    <w:rsid w:val="00124293"/>
    <w:rsid w:val="00124318"/>
    <w:rsid w:val="00124BF7"/>
    <w:rsid w:val="00124F8E"/>
    <w:rsid w:val="00125E38"/>
    <w:rsid w:val="0012607F"/>
    <w:rsid w:val="0012651A"/>
    <w:rsid w:val="001270C8"/>
    <w:rsid w:val="00127107"/>
    <w:rsid w:val="001278ED"/>
    <w:rsid w:val="00127CF1"/>
    <w:rsid w:val="0013076B"/>
    <w:rsid w:val="00133267"/>
    <w:rsid w:val="0013495E"/>
    <w:rsid w:val="001350DC"/>
    <w:rsid w:val="0013680B"/>
    <w:rsid w:val="00137187"/>
    <w:rsid w:val="001371CF"/>
    <w:rsid w:val="00140395"/>
    <w:rsid w:val="00141063"/>
    <w:rsid w:val="001410BE"/>
    <w:rsid w:val="00141362"/>
    <w:rsid w:val="00141508"/>
    <w:rsid w:val="0014163A"/>
    <w:rsid w:val="001434EE"/>
    <w:rsid w:val="0014389F"/>
    <w:rsid w:val="00144FC3"/>
    <w:rsid w:val="00145D7A"/>
    <w:rsid w:val="001460E9"/>
    <w:rsid w:val="001467C7"/>
    <w:rsid w:val="0014708A"/>
    <w:rsid w:val="00150EBA"/>
    <w:rsid w:val="00150EDD"/>
    <w:rsid w:val="00150F4C"/>
    <w:rsid w:val="00151434"/>
    <w:rsid w:val="0015231F"/>
    <w:rsid w:val="00152655"/>
    <w:rsid w:val="00152D3C"/>
    <w:rsid w:val="00153A42"/>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4D"/>
    <w:rsid w:val="001634A7"/>
    <w:rsid w:val="0016353E"/>
    <w:rsid w:val="00165C2A"/>
    <w:rsid w:val="0016765C"/>
    <w:rsid w:val="00167F5B"/>
    <w:rsid w:val="00170434"/>
    <w:rsid w:val="00173BFD"/>
    <w:rsid w:val="00174CD4"/>
    <w:rsid w:val="0017505C"/>
    <w:rsid w:val="00175431"/>
    <w:rsid w:val="001755FF"/>
    <w:rsid w:val="00175643"/>
    <w:rsid w:val="001756C8"/>
    <w:rsid w:val="001768E8"/>
    <w:rsid w:val="001778FA"/>
    <w:rsid w:val="00177D77"/>
    <w:rsid w:val="00180907"/>
    <w:rsid w:val="00181104"/>
    <w:rsid w:val="00181BDB"/>
    <w:rsid w:val="00181BE3"/>
    <w:rsid w:val="00184017"/>
    <w:rsid w:val="00184089"/>
    <w:rsid w:val="00184C5B"/>
    <w:rsid w:val="001870D4"/>
    <w:rsid w:val="00187AD6"/>
    <w:rsid w:val="0019067E"/>
    <w:rsid w:val="0019251B"/>
    <w:rsid w:val="001929AE"/>
    <w:rsid w:val="00192F56"/>
    <w:rsid w:val="00194126"/>
    <w:rsid w:val="00194D69"/>
    <w:rsid w:val="00194EF4"/>
    <w:rsid w:val="0019523C"/>
    <w:rsid w:val="001952ED"/>
    <w:rsid w:val="00195A39"/>
    <w:rsid w:val="00196677"/>
    <w:rsid w:val="00196716"/>
    <w:rsid w:val="00196DB6"/>
    <w:rsid w:val="00196FDF"/>
    <w:rsid w:val="001A0008"/>
    <w:rsid w:val="001A2821"/>
    <w:rsid w:val="001A2920"/>
    <w:rsid w:val="001A2FDA"/>
    <w:rsid w:val="001A304B"/>
    <w:rsid w:val="001A4971"/>
    <w:rsid w:val="001A4D49"/>
    <w:rsid w:val="001A4FF3"/>
    <w:rsid w:val="001A66CF"/>
    <w:rsid w:val="001A72A9"/>
    <w:rsid w:val="001A7AF5"/>
    <w:rsid w:val="001A7B37"/>
    <w:rsid w:val="001A7CF8"/>
    <w:rsid w:val="001B0E5D"/>
    <w:rsid w:val="001B1BD1"/>
    <w:rsid w:val="001B23BC"/>
    <w:rsid w:val="001B32A5"/>
    <w:rsid w:val="001B5F13"/>
    <w:rsid w:val="001B63C7"/>
    <w:rsid w:val="001B6B01"/>
    <w:rsid w:val="001B7543"/>
    <w:rsid w:val="001B7B14"/>
    <w:rsid w:val="001C0DE6"/>
    <w:rsid w:val="001C139B"/>
    <w:rsid w:val="001C1B01"/>
    <w:rsid w:val="001C2203"/>
    <w:rsid w:val="001C4027"/>
    <w:rsid w:val="001C5492"/>
    <w:rsid w:val="001C5652"/>
    <w:rsid w:val="001C6110"/>
    <w:rsid w:val="001C6526"/>
    <w:rsid w:val="001C68AB"/>
    <w:rsid w:val="001C704F"/>
    <w:rsid w:val="001C7506"/>
    <w:rsid w:val="001D07D8"/>
    <w:rsid w:val="001D14DC"/>
    <w:rsid w:val="001D2D8D"/>
    <w:rsid w:val="001D3868"/>
    <w:rsid w:val="001D40EE"/>
    <w:rsid w:val="001D41AB"/>
    <w:rsid w:val="001D4295"/>
    <w:rsid w:val="001D6268"/>
    <w:rsid w:val="001D6618"/>
    <w:rsid w:val="001D7BAD"/>
    <w:rsid w:val="001D7F94"/>
    <w:rsid w:val="001E0333"/>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11A3"/>
    <w:rsid w:val="001F1B8A"/>
    <w:rsid w:val="001F315F"/>
    <w:rsid w:val="001F38C1"/>
    <w:rsid w:val="001F3F6E"/>
    <w:rsid w:val="001F4541"/>
    <w:rsid w:val="001F49D2"/>
    <w:rsid w:val="001F4CA6"/>
    <w:rsid w:val="001F653E"/>
    <w:rsid w:val="00201A14"/>
    <w:rsid w:val="002029AE"/>
    <w:rsid w:val="00202B0A"/>
    <w:rsid w:val="00202BC0"/>
    <w:rsid w:val="0020353D"/>
    <w:rsid w:val="002039F6"/>
    <w:rsid w:val="002049C5"/>
    <w:rsid w:val="002058E6"/>
    <w:rsid w:val="00205AA5"/>
    <w:rsid w:val="00205D25"/>
    <w:rsid w:val="00206857"/>
    <w:rsid w:val="00206A62"/>
    <w:rsid w:val="00206CF4"/>
    <w:rsid w:val="00207061"/>
    <w:rsid w:val="00211DA3"/>
    <w:rsid w:val="002129FD"/>
    <w:rsid w:val="00214124"/>
    <w:rsid w:val="002143F2"/>
    <w:rsid w:val="002148F7"/>
    <w:rsid w:val="00215179"/>
    <w:rsid w:val="00216350"/>
    <w:rsid w:val="00216476"/>
    <w:rsid w:val="00216EAA"/>
    <w:rsid w:val="002171C3"/>
    <w:rsid w:val="00217A8B"/>
    <w:rsid w:val="00217BE8"/>
    <w:rsid w:val="002213B4"/>
    <w:rsid w:val="002214F5"/>
    <w:rsid w:val="00221EB3"/>
    <w:rsid w:val="0022321D"/>
    <w:rsid w:val="002234D4"/>
    <w:rsid w:val="00223636"/>
    <w:rsid w:val="00223BFA"/>
    <w:rsid w:val="00223F2A"/>
    <w:rsid w:val="00225AD9"/>
    <w:rsid w:val="002264FD"/>
    <w:rsid w:val="00227B0E"/>
    <w:rsid w:val="00230247"/>
    <w:rsid w:val="00230BFF"/>
    <w:rsid w:val="00231344"/>
    <w:rsid w:val="00231AF6"/>
    <w:rsid w:val="00232323"/>
    <w:rsid w:val="002329E0"/>
    <w:rsid w:val="00233095"/>
    <w:rsid w:val="00233702"/>
    <w:rsid w:val="002341FE"/>
    <w:rsid w:val="00234BFD"/>
    <w:rsid w:val="0023508E"/>
    <w:rsid w:val="002351D6"/>
    <w:rsid w:val="00235710"/>
    <w:rsid w:val="00236DD0"/>
    <w:rsid w:val="0023736A"/>
    <w:rsid w:val="002402EC"/>
    <w:rsid w:val="00240418"/>
    <w:rsid w:val="0024054C"/>
    <w:rsid w:val="00241FD1"/>
    <w:rsid w:val="002420F8"/>
    <w:rsid w:val="00242690"/>
    <w:rsid w:val="00243BC7"/>
    <w:rsid w:val="00243D33"/>
    <w:rsid w:val="00246A01"/>
    <w:rsid w:val="00246B4D"/>
    <w:rsid w:val="00246F8E"/>
    <w:rsid w:val="00253E69"/>
    <w:rsid w:val="002548BF"/>
    <w:rsid w:val="00254AB8"/>
    <w:rsid w:val="00254E3A"/>
    <w:rsid w:val="002550F9"/>
    <w:rsid w:val="002575AC"/>
    <w:rsid w:val="00260986"/>
    <w:rsid w:val="00260D00"/>
    <w:rsid w:val="00260F76"/>
    <w:rsid w:val="002617CA"/>
    <w:rsid w:val="002637A2"/>
    <w:rsid w:val="00264511"/>
    <w:rsid w:val="00264D40"/>
    <w:rsid w:val="00265626"/>
    <w:rsid w:val="002660C5"/>
    <w:rsid w:val="00266D94"/>
    <w:rsid w:val="00267027"/>
    <w:rsid w:val="002702FC"/>
    <w:rsid w:val="002708D9"/>
    <w:rsid w:val="002711B6"/>
    <w:rsid w:val="002733D2"/>
    <w:rsid w:val="0027350A"/>
    <w:rsid w:val="002737BC"/>
    <w:rsid w:val="00274C49"/>
    <w:rsid w:val="00276514"/>
    <w:rsid w:val="0027797D"/>
    <w:rsid w:val="00277D1C"/>
    <w:rsid w:val="002800AF"/>
    <w:rsid w:val="00282196"/>
    <w:rsid w:val="002824FD"/>
    <w:rsid w:val="00282721"/>
    <w:rsid w:val="00282B5E"/>
    <w:rsid w:val="00283C2A"/>
    <w:rsid w:val="00283D18"/>
    <w:rsid w:val="002842E9"/>
    <w:rsid w:val="002849D7"/>
    <w:rsid w:val="00286930"/>
    <w:rsid w:val="00287A90"/>
    <w:rsid w:val="00290963"/>
    <w:rsid w:val="00290B02"/>
    <w:rsid w:val="00291150"/>
    <w:rsid w:val="00291529"/>
    <w:rsid w:val="00291BEC"/>
    <w:rsid w:val="0029246F"/>
    <w:rsid w:val="002942DE"/>
    <w:rsid w:val="002943E1"/>
    <w:rsid w:val="002948EF"/>
    <w:rsid w:val="00294C14"/>
    <w:rsid w:val="00296F52"/>
    <w:rsid w:val="00297444"/>
    <w:rsid w:val="002A036F"/>
    <w:rsid w:val="002A0C4D"/>
    <w:rsid w:val="002A1499"/>
    <w:rsid w:val="002A15CB"/>
    <w:rsid w:val="002A1919"/>
    <w:rsid w:val="002A1A50"/>
    <w:rsid w:val="002A1DF2"/>
    <w:rsid w:val="002A1F04"/>
    <w:rsid w:val="002A277D"/>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0F6D"/>
    <w:rsid w:val="002B34FB"/>
    <w:rsid w:val="002B3C91"/>
    <w:rsid w:val="002B4B4C"/>
    <w:rsid w:val="002B5809"/>
    <w:rsid w:val="002B5F42"/>
    <w:rsid w:val="002B63B2"/>
    <w:rsid w:val="002B6E7C"/>
    <w:rsid w:val="002B6F65"/>
    <w:rsid w:val="002B7712"/>
    <w:rsid w:val="002C016C"/>
    <w:rsid w:val="002C0AB0"/>
    <w:rsid w:val="002C132C"/>
    <w:rsid w:val="002C1AE2"/>
    <w:rsid w:val="002C25E3"/>
    <w:rsid w:val="002C3115"/>
    <w:rsid w:val="002C36DF"/>
    <w:rsid w:val="002C68B3"/>
    <w:rsid w:val="002C6D20"/>
    <w:rsid w:val="002C6F41"/>
    <w:rsid w:val="002C700A"/>
    <w:rsid w:val="002D0D41"/>
    <w:rsid w:val="002D1492"/>
    <w:rsid w:val="002D2129"/>
    <w:rsid w:val="002D3C4F"/>
    <w:rsid w:val="002D3CF9"/>
    <w:rsid w:val="002D5CFC"/>
    <w:rsid w:val="002D6134"/>
    <w:rsid w:val="002D654C"/>
    <w:rsid w:val="002D6BBB"/>
    <w:rsid w:val="002D7064"/>
    <w:rsid w:val="002D7634"/>
    <w:rsid w:val="002D7BA0"/>
    <w:rsid w:val="002E0016"/>
    <w:rsid w:val="002E05E6"/>
    <w:rsid w:val="002E0AEF"/>
    <w:rsid w:val="002E15BC"/>
    <w:rsid w:val="002E194A"/>
    <w:rsid w:val="002E1C61"/>
    <w:rsid w:val="002E378B"/>
    <w:rsid w:val="002E3AD5"/>
    <w:rsid w:val="002E3CDD"/>
    <w:rsid w:val="002E49C1"/>
    <w:rsid w:val="002E4F1D"/>
    <w:rsid w:val="002E502C"/>
    <w:rsid w:val="002E5309"/>
    <w:rsid w:val="002E53E0"/>
    <w:rsid w:val="002E5987"/>
    <w:rsid w:val="002E59AE"/>
    <w:rsid w:val="002E71FE"/>
    <w:rsid w:val="002E736B"/>
    <w:rsid w:val="002E7AD6"/>
    <w:rsid w:val="002E7AEA"/>
    <w:rsid w:val="002F2580"/>
    <w:rsid w:val="002F26CA"/>
    <w:rsid w:val="002F34F7"/>
    <w:rsid w:val="002F406B"/>
    <w:rsid w:val="002F42C6"/>
    <w:rsid w:val="002F4B70"/>
    <w:rsid w:val="002F6B04"/>
    <w:rsid w:val="002F7A0F"/>
    <w:rsid w:val="00300407"/>
    <w:rsid w:val="00300D0E"/>
    <w:rsid w:val="003017B9"/>
    <w:rsid w:val="00302151"/>
    <w:rsid w:val="0030357E"/>
    <w:rsid w:val="00304C88"/>
    <w:rsid w:val="00305DBF"/>
    <w:rsid w:val="00306220"/>
    <w:rsid w:val="003063B5"/>
    <w:rsid w:val="0030745D"/>
    <w:rsid w:val="00310313"/>
    <w:rsid w:val="003105E2"/>
    <w:rsid w:val="00312A6C"/>
    <w:rsid w:val="0031311B"/>
    <w:rsid w:val="00313D82"/>
    <w:rsid w:val="00320A65"/>
    <w:rsid w:val="0032310D"/>
    <w:rsid w:val="003232A0"/>
    <w:rsid w:val="0032419E"/>
    <w:rsid w:val="0032587E"/>
    <w:rsid w:val="003279F6"/>
    <w:rsid w:val="0033021C"/>
    <w:rsid w:val="00330340"/>
    <w:rsid w:val="00330993"/>
    <w:rsid w:val="0033271D"/>
    <w:rsid w:val="00332837"/>
    <w:rsid w:val="00332907"/>
    <w:rsid w:val="0033294F"/>
    <w:rsid w:val="003334E0"/>
    <w:rsid w:val="003340F8"/>
    <w:rsid w:val="003355B2"/>
    <w:rsid w:val="0033560A"/>
    <w:rsid w:val="0033587E"/>
    <w:rsid w:val="003376A6"/>
    <w:rsid w:val="00340313"/>
    <w:rsid w:val="0034064F"/>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3B3"/>
    <w:rsid w:val="00354AD2"/>
    <w:rsid w:val="00355609"/>
    <w:rsid w:val="00355BC6"/>
    <w:rsid w:val="00356AF7"/>
    <w:rsid w:val="00356F38"/>
    <w:rsid w:val="00357B0B"/>
    <w:rsid w:val="00360593"/>
    <w:rsid w:val="00360E8D"/>
    <w:rsid w:val="003617B3"/>
    <w:rsid w:val="00361C0D"/>
    <w:rsid w:val="00363F4F"/>
    <w:rsid w:val="00364219"/>
    <w:rsid w:val="00365C52"/>
    <w:rsid w:val="00365D19"/>
    <w:rsid w:val="0037127D"/>
    <w:rsid w:val="00372B18"/>
    <w:rsid w:val="00374076"/>
    <w:rsid w:val="00374566"/>
    <w:rsid w:val="003767D7"/>
    <w:rsid w:val="0037690C"/>
    <w:rsid w:val="00376CCD"/>
    <w:rsid w:val="00377B72"/>
    <w:rsid w:val="003808AD"/>
    <w:rsid w:val="00381BE4"/>
    <w:rsid w:val="00382C54"/>
    <w:rsid w:val="003832B0"/>
    <w:rsid w:val="00383D19"/>
    <w:rsid w:val="003843D9"/>
    <w:rsid w:val="003859C7"/>
    <w:rsid w:val="00386490"/>
    <w:rsid w:val="00386E0D"/>
    <w:rsid w:val="0038735E"/>
    <w:rsid w:val="003901D6"/>
    <w:rsid w:val="0039139A"/>
    <w:rsid w:val="00391701"/>
    <w:rsid w:val="003918F7"/>
    <w:rsid w:val="00394790"/>
    <w:rsid w:val="00394AB9"/>
    <w:rsid w:val="00394ED2"/>
    <w:rsid w:val="00395D22"/>
    <w:rsid w:val="003971D2"/>
    <w:rsid w:val="00397536"/>
    <w:rsid w:val="00397950"/>
    <w:rsid w:val="003A1FBB"/>
    <w:rsid w:val="003A44AC"/>
    <w:rsid w:val="003A47ED"/>
    <w:rsid w:val="003A5085"/>
    <w:rsid w:val="003A57EF"/>
    <w:rsid w:val="003A5E91"/>
    <w:rsid w:val="003A7D21"/>
    <w:rsid w:val="003A7F99"/>
    <w:rsid w:val="003B00F1"/>
    <w:rsid w:val="003B18BF"/>
    <w:rsid w:val="003B24AE"/>
    <w:rsid w:val="003B2A16"/>
    <w:rsid w:val="003B3A32"/>
    <w:rsid w:val="003B406A"/>
    <w:rsid w:val="003B4B5C"/>
    <w:rsid w:val="003B59D1"/>
    <w:rsid w:val="003B6271"/>
    <w:rsid w:val="003B6D8B"/>
    <w:rsid w:val="003B752D"/>
    <w:rsid w:val="003C2CDA"/>
    <w:rsid w:val="003C3A05"/>
    <w:rsid w:val="003C4895"/>
    <w:rsid w:val="003C498E"/>
    <w:rsid w:val="003C5241"/>
    <w:rsid w:val="003C5FAB"/>
    <w:rsid w:val="003C6E1C"/>
    <w:rsid w:val="003C6F68"/>
    <w:rsid w:val="003C798F"/>
    <w:rsid w:val="003D06FD"/>
    <w:rsid w:val="003D09B3"/>
    <w:rsid w:val="003D0FBA"/>
    <w:rsid w:val="003D12C6"/>
    <w:rsid w:val="003D2901"/>
    <w:rsid w:val="003D3B57"/>
    <w:rsid w:val="003D45C8"/>
    <w:rsid w:val="003D4721"/>
    <w:rsid w:val="003D4FDD"/>
    <w:rsid w:val="003D7514"/>
    <w:rsid w:val="003D75A0"/>
    <w:rsid w:val="003E0CFC"/>
    <w:rsid w:val="003E4206"/>
    <w:rsid w:val="003E4470"/>
    <w:rsid w:val="003E4488"/>
    <w:rsid w:val="003E50A1"/>
    <w:rsid w:val="003E51BD"/>
    <w:rsid w:val="003E5B04"/>
    <w:rsid w:val="003E60E7"/>
    <w:rsid w:val="003E6560"/>
    <w:rsid w:val="003E66A6"/>
    <w:rsid w:val="003E6AD6"/>
    <w:rsid w:val="003E74EA"/>
    <w:rsid w:val="003E78BA"/>
    <w:rsid w:val="003E78FC"/>
    <w:rsid w:val="003F04FB"/>
    <w:rsid w:val="003F0E65"/>
    <w:rsid w:val="003F2437"/>
    <w:rsid w:val="003F382D"/>
    <w:rsid w:val="003F3E82"/>
    <w:rsid w:val="003F3EA8"/>
    <w:rsid w:val="003F3F57"/>
    <w:rsid w:val="003F4168"/>
    <w:rsid w:val="003F5C3B"/>
    <w:rsid w:val="003F61D8"/>
    <w:rsid w:val="003F66F9"/>
    <w:rsid w:val="003F70A5"/>
    <w:rsid w:val="003F72F5"/>
    <w:rsid w:val="004005AF"/>
    <w:rsid w:val="0040122C"/>
    <w:rsid w:val="004022BA"/>
    <w:rsid w:val="00402DC1"/>
    <w:rsid w:val="00404124"/>
    <w:rsid w:val="004049AF"/>
    <w:rsid w:val="00404BC3"/>
    <w:rsid w:val="0040520C"/>
    <w:rsid w:val="004057BA"/>
    <w:rsid w:val="00405B5E"/>
    <w:rsid w:val="004069C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40DC"/>
    <w:rsid w:val="00424D0B"/>
    <w:rsid w:val="00424EA3"/>
    <w:rsid w:val="004254FD"/>
    <w:rsid w:val="00425558"/>
    <w:rsid w:val="004257D7"/>
    <w:rsid w:val="004261BE"/>
    <w:rsid w:val="00426C64"/>
    <w:rsid w:val="00426FBC"/>
    <w:rsid w:val="004274E0"/>
    <w:rsid w:val="00430D8C"/>
    <w:rsid w:val="0043167A"/>
    <w:rsid w:val="004328FF"/>
    <w:rsid w:val="00433FCA"/>
    <w:rsid w:val="004347E8"/>
    <w:rsid w:val="00434C4D"/>
    <w:rsid w:val="0043531A"/>
    <w:rsid w:val="004357FD"/>
    <w:rsid w:val="004359F2"/>
    <w:rsid w:val="00437414"/>
    <w:rsid w:val="00437FD6"/>
    <w:rsid w:val="00440D16"/>
    <w:rsid w:val="00440F91"/>
    <w:rsid w:val="0044277F"/>
    <w:rsid w:val="00442E42"/>
    <w:rsid w:val="00445B9E"/>
    <w:rsid w:val="00450F15"/>
    <w:rsid w:val="004514DA"/>
    <w:rsid w:val="0045155C"/>
    <w:rsid w:val="004521DF"/>
    <w:rsid w:val="004535C9"/>
    <w:rsid w:val="00453BF4"/>
    <w:rsid w:val="004553AB"/>
    <w:rsid w:val="00456E2A"/>
    <w:rsid w:val="004572B7"/>
    <w:rsid w:val="00457316"/>
    <w:rsid w:val="004611B0"/>
    <w:rsid w:val="004611D9"/>
    <w:rsid w:val="00461EE9"/>
    <w:rsid w:val="004633C3"/>
    <w:rsid w:val="00463832"/>
    <w:rsid w:val="00465559"/>
    <w:rsid w:val="00465F22"/>
    <w:rsid w:val="00466019"/>
    <w:rsid w:val="0046630C"/>
    <w:rsid w:val="00466AB6"/>
    <w:rsid w:val="00466B55"/>
    <w:rsid w:val="00466C4E"/>
    <w:rsid w:val="00467C57"/>
    <w:rsid w:val="004705F4"/>
    <w:rsid w:val="00470974"/>
    <w:rsid w:val="004725B2"/>
    <w:rsid w:val="00473361"/>
    <w:rsid w:val="00473C5B"/>
    <w:rsid w:val="00473CFB"/>
    <w:rsid w:val="00474963"/>
    <w:rsid w:val="00474C96"/>
    <w:rsid w:val="004761D5"/>
    <w:rsid w:val="00476C9A"/>
    <w:rsid w:val="0048148D"/>
    <w:rsid w:val="00483BB6"/>
    <w:rsid w:val="00483F5D"/>
    <w:rsid w:val="004859D5"/>
    <w:rsid w:val="00485B8E"/>
    <w:rsid w:val="00485CB8"/>
    <w:rsid w:val="004862F7"/>
    <w:rsid w:val="004873F4"/>
    <w:rsid w:val="004876BA"/>
    <w:rsid w:val="00490FEE"/>
    <w:rsid w:val="00491F2C"/>
    <w:rsid w:val="00493234"/>
    <w:rsid w:val="0049366E"/>
    <w:rsid w:val="00493AC2"/>
    <w:rsid w:val="0049400A"/>
    <w:rsid w:val="00495637"/>
    <w:rsid w:val="004961C4"/>
    <w:rsid w:val="00496E47"/>
    <w:rsid w:val="0049721E"/>
    <w:rsid w:val="00497B5B"/>
    <w:rsid w:val="00497BDA"/>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66F"/>
    <w:rsid w:val="004B0891"/>
    <w:rsid w:val="004B0D02"/>
    <w:rsid w:val="004B1405"/>
    <w:rsid w:val="004B1830"/>
    <w:rsid w:val="004B1E3D"/>
    <w:rsid w:val="004B2D3B"/>
    <w:rsid w:val="004B2DEB"/>
    <w:rsid w:val="004B2FF3"/>
    <w:rsid w:val="004B3B00"/>
    <w:rsid w:val="004B4048"/>
    <w:rsid w:val="004B411C"/>
    <w:rsid w:val="004B4B20"/>
    <w:rsid w:val="004B4F18"/>
    <w:rsid w:val="004B53CB"/>
    <w:rsid w:val="004B5FC7"/>
    <w:rsid w:val="004B7040"/>
    <w:rsid w:val="004B75FB"/>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2D2"/>
    <w:rsid w:val="004E4642"/>
    <w:rsid w:val="004E46AB"/>
    <w:rsid w:val="004E48A2"/>
    <w:rsid w:val="004E54E9"/>
    <w:rsid w:val="004E63C7"/>
    <w:rsid w:val="004E67DD"/>
    <w:rsid w:val="004E6ADF"/>
    <w:rsid w:val="004E768C"/>
    <w:rsid w:val="004F0EB1"/>
    <w:rsid w:val="004F19AB"/>
    <w:rsid w:val="004F1A3E"/>
    <w:rsid w:val="004F1A43"/>
    <w:rsid w:val="004F1F86"/>
    <w:rsid w:val="004F5AA8"/>
    <w:rsid w:val="004F5E42"/>
    <w:rsid w:val="004F7D1C"/>
    <w:rsid w:val="00500662"/>
    <w:rsid w:val="00501925"/>
    <w:rsid w:val="005025CA"/>
    <w:rsid w:val="0050314D"/>
    <w:rsid w:val="0050349C"/>
    <w:rsid w:val="00504115"/>
    <w:rsid w:val="00504925"/>
    <w:rsid w:val="005053F9"/>
    <w:rsid w:val="00505618"/>
    <w:rsid w:val="00506768"/>
    <w:rsid w:val="00506A4F"/>
    <w:rsid w:val="00506BA2"/>
    <w:rsid w:val="00507B29"/>
    <w:rsid w:val="00510525"/>
    <w:rsid w:val="005110C6"/>
    <w:rsid w:val="00511F4A"/>
    <w:rsid w:val="00513313"/>
    <w:rsid w:val="00513CB0"/>
    <w:rsid w:val="00513F6D"/>
    <w:rsid w:val="00514724"/>
    <w:rsid w:val="00516000"/>
    <w:rsid w:val="0051644A"/>
    <w:rsid w:val="00517476"/>
    <w:rsid w:val="0051798B"/>
    <w:rsid w:val="00522292"/>
    <w:rsid w:val="005229DC"/>
    <w:rsid w:val="00523763"/>
    <w:rsid w:val="005239FE"/>
    <w:rsid w:val="00524B0F"/>
    <w:rsid w:val="005266CB"/>
    <w:rsid w:val="00527048"/>
    <w:rsid w:val="00527E07"/>
    <w:rsid w:val="00530BC3"/>
    <w:rsid w:val="00530BFE"/>
    <w:rsid w:val="00531544"/>
    <w:rsid w:val="005319E9"/>
    <w:rsid w:val="00531A18"/>
    <w:rsid w:val="00532EC8"/>
    <w:rsid w:val="00533089"/>
    <w:rsid w:val="00533FCE"/>
    <w:rsid w:val="00535064"/>
    <w:rsid w:val="00535838"/>
    <w:rsid w:val="00535FCA"/>
    <w:rsid w:val="0053660D"/>
    <w:rsid w:val="005372CF"/>
    <w:rsid w:val="00537721"/>
    <w:rsid w:val="00537B88"/>
    <w:rsid w:val="005409B2"/>
    <w:rsid w:val="005414EB"/>
    <w:rsid w:val="00542D55"/>
    <w:rsid w:val="00543500"/>
    <w:rsid w:val="00543817"/>
    <w:rsid w:val="00544406"/>
    <w:rsid w:val="005447AC"/>
    <w:rsid w:val="0054658D"/>
    <w:rsid w:val="00546F9F"/>
    <w:rsid w:val="00547421"/>
    <w:rsid w:val="00547A98"/>
    <w:rsid w:val="00550550"/>
    <w:rsid w:val="00552F9E"/>
    <w:rsid w:val="00553579"/>
    <w:rsid w:val="005543EA"/>
    <w:rsid w:val="00554970"/>
    <w:rsid w:val="00555735"/>
    <w:rsid w:val="00556E78"/>
    <w:rsid w:val="00556F6A"/>
    <w:rsid w:val="0055734E"/>
    <w:rsid w:val="005578AC"/>
    <w:rsid w:val="005600E3"/>
    <w:rsid w:val="00560AAB"/>
    <w:rsid w:val="00560CE1"/>
    <w:rsid w:val="00561BA0"/>
    <w:rsid w:val="005622E8"/>
    <w:rsid w:val="00562896"/>
    <w:rsid w:val="00563057"/>
    <w:rsid w:val="00563393"/>
    <w:rsid w:val="00564D08"/>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F28"/>
    <w:rsid w:val="00581208"/>
    <w:rsid w:val="00582750"/>
    <w:rsid w:val="00583021"/>
    <w:rsid w:val="005836B3"/>
    <w:rsid w:val="00583F3E"/>
    <w:rsid w:val="00584ABF"/>
    <w:rsid w:val="00584D24"/>
    <w:rsid w:val="00584E06"/>
    <w:rsid w:val="0058579A"/>
    <w:rsid w:val="00585CFA"/>
    <w:rsid w:val="00586682"/>
    <w:rsid w:val="00586D92"/>
    <w:rsid w:val="00587150"/>
    <w:rsid w:val="0059038B"/>
    <w:rsid w:val="00591042"/>
    <w:rsid w:val="00591D74"/>
    <w:rsid w:val="00592247"/>
    <w:rsid w:val="0059286B"/>
    <w:rsid w:val="00592CFB"/>
    <w:rsid w:val="00593740"/>
    <w:rsid w:val="00593B00"/>
    <w:rsid w:val="00594254"/>
    <w:rsid w:val="00594B37"/>
    <w:rsid w:val="00595309"/>
    <w:rsid w:val="00596D4C"/>
    <w:rsid w:val="005970BC"/>
    <w:rsid w:val="00597748"/>
    <w:rsid w:val="00597EC7"/>
    <w:rsid w:val="005A037B"/>
    <w:rsid w:val="005A1C0C"/>
    <w:rsid w:val="005A25E2"/>
    <w:rsid w:val="005A2951"/>
    <w:rsid w:val="005A2DF4"/>
    <w:rsid w:val="005A2E61"/>
    <w:rsid w:val="005A338C"/>
    <w:rsid w:val="005A3D76"/>
    <w:rsid w:val="005A4282"/>
    <w:rsid w:val="005A52E4"/>
    <w:rsid w:val="005A5567"/>
    <w:rsid w:val="005A60C2"/>
    <w:rsid w:val="005A64C3"/>
    <w:rsid w:val="005A685D"/>
    <w:rsid w:val="005A690A"/>
    <w:rsid w:val="005A7AD2"/>
    <w:rsid w:val="005B03CB"/>
    <w:rsid w:val="005B3757"/>
    <w:rsid w:val="005B3B0C"/>
    <w:rsid w:val="005B4B27"/>
    <w:rsid w:val="005B5CF1"/>
    <w:rsid w:val="005B5F80"/>
    <w:rsid w:val="005B6409"/>
    <w:rsid w:val="005B6CCB"/>
    <w:rsid w:val="005B7036"/>
    <w:rsid w:val="005B75D9"/>
    <w:rsid w:val="005C0042"/>
    <w:rsid w:val="005C0F98"/>
    <w:rsid w:val="005C16D5"/>
    <w:rsid w:val="005C2EB8"/>
    <w:rsid w:val="005C3DA9"/>
    <w:rsid w:val="005C4FB4"/>
    <w:rsid w:val="005C5DDE"/>
    <w:rsid w:val="005C6C36"/>
    <w:rsid w:val="005C7A14"/>
    <w:rsid w:val="005D0566"/>
    <w:rsid w:val="005D0616"/>
    <w:rsid w:val="005D06C6"/>
    <w:rsid w:val="005D1040"/>
    <w:rsid w:val="005D3412"/>
    <w:rsid w:val="005D386E"/>
    <w:rsid w:val="005D54AE"/>
    <w:rsid w:val="005D5722"/>
    <w:rsid w:val="005D6638"/>
    <w:rsid w:val="005D722C"/>
    <w:rsid w:val="005D7D63"/>
    <w:rsid w:val="005D7DC3"/>
    <w:rsid w:val="005E04E2"/>
    <w:rsid w:val="005E178E"/>
    <w:rsid w:val="005E3A74"/>
    <w:rsid w:val="005E4399"/>
    <w:rsid w:val="005E4727"/>
    <w:rsid w:val="005E4BB2"/>
    <w:rsid w:val="005E4FCD"/>
    <w:rsid w:val="005E5572"/>
    <w:rsid w:val="005E637A"/>
    <w:rsid w:val="005E7978"/>
    <w:rsid w:val="005E7B13"/>
    <w:rsid w:val="005E7CC2"/>
    <w:rsid w:val="005F043D"/>
    <w:rsid w:val="005F0B1E"/>
    <w:rsid w:val="005F1082"/>
    <w:rsid w:val="005F238B"/>
    <w:rsid w:val="005F2462"/>
    <w:rsid w:val="005F304A"/>
    <w:rsid w:val="005F3105"/>
    <w:rsid w:val="005F3BF0"/>
    <w:rsid w:val="005F498B"/>
    <w:rsid w:val="005F4EFC"/>
    <w:rsid w:val="005F51F4"/>
    <w:rsid w:val="005F674C"/>
    <w:rsid w:val="005F76EB"/>
    <w:rsid w:val="005F7715"/>
    <w:rsid w:val="005F7903"/>
    <w:rsid w:val="005F7CA2"/>
    <w:rsid w:val="0060067A"/>
    <w:rsid w:val="006017A1"/>
    <w:rsid w:val="00603D9A"/>
    <w:rsid w:val="00603F65"/>
    <w:rsid w:val="006040AE"/>
    <w:rsid w:val="00604997"/>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142"/>
    <w:rsid w:val="00616BD4"/>
    <w:rsid w:val="0061737C"/>
    <w:rsid w:val="00617608"/>
    <w:rsid w:val="00617F61"/>
    <w:rsid w:val="006206DC"/>
    <w:rsid w:val="00621288"/>
    <w:rsid w:val="006215BC"/>
    <w:rsid w:val="00621A77"/>
    <w:rsid w:val="00621B35"/>
    <w:rsid w:val="0062215A"/>
    <w:rsid w:val="00622671"/>
    <w:rsid w:val="00622ABE"/>
    <w:rsid w:val="006231BC"/>
    <w:rsid w:val="0062366A"/>
    <w:rsid w:val="00624D35"/>
    <w:rsid w:val="00624F6A"/>
    <w:rsid w:val="00625841"/>
    <w:rsid w:val="00626271"/>
    <w:rsid w:val="006274CC"/>
    <w:rsid w:val="00627518"/>
    <w:rsid w:val="006279B7"/>
    <w:rsid w:val="00627B89"/>
    <w:rsid w:val="00627CC6"/>
    <w:rsid w:val="00627D6A"/>
    <w:rsid w:val="00630BA2"/>
    <w:rsid w:val="006314F5"/>
    <w:rsid w:val="00631646"/>
    <w:rsid w:val="00633267"/>
    <w:rsid w:val="0063452F"/>
    <w:rsid w:val="00634756"/>
    <w:rsid w:val="00634A98"/>
    <w:rsid w:val="0063570C"/>
    <w:rsid w:val="006358E5"/>
    <w:rsid w:val="00635C5E"/>
    <w:rsid w:val="006368AF"/>
    <w:rsid w:val="00636F6A"/>
    <w:rsid w:val="00637612"/>
    <w:rsid w:val="00640C18"/>
    <w:rsid w:val="00641382"/>
    <w:rsid w:val="00641881"/>
    <w:rsid w:val="00641AC5"/>
    <w:rsid w:val="00642271"/>
    <w:rsid w:val="00642AA4"/>
    <w:rsid w:val="006432AB"/>
    <w:rsid w:val="006434B1"/>
    <w:rsid w:val="00643FFD"/>
    <w:rsid w:val="00646C86"/>
    <w:rsid w:val="00650140"/>
    <w:rsid w:val="00652B0A"/>
    <w:rsid w:val="006535DA"/>
    <w:rsid w:val="00655D30"/>
    <w:rsid w:val="00657825"/>
    <w:rsid w:val="00660BEA"/>
    <w:rsid w:val="00661494"/>
    <w:rsid w:val="00661B7D"/>
    <w:rsid w:val="00661CD4"/>
    <w:rsid w:val="00661E6D"/>
    <w:rsid w:val="00662397"/>
    <w:rsid w:val="0066312B"/>
    <w:rsid w:val="00663B5E"/>
    <w:rsid w:val="006647BA"/>
    <w:rsid w:val="00665E75"/>
    <w:rsid w:val="00665F38"/>
    <w:rsid w:val="00666A46"/>
    <w:rsid w:val="00666D29"/>
    <w:rsid w:val="0066717D"/>
    <w:rsid w:val="006675A6"/>
    <w:rsid w:val="00667FF7"/>
    <w:rsid w:val="0067060D"/>
    <w:rsid w:val="00670742"/>
    <w:rsid w:val="00670993"/>
    <w:rsid w:val="00671082"/>
    <w:rsid w:val="006717B9"/>
    <w:rsid w:val="00674A74"/>
    <w:rsid w:val="00674D46"/>
    <w:rsid w:val="00675E89"/>
    <w:rsid w:val="00676674"/>
    <w:rsid w:val="0067791F"/>
    <w:rsid w:val="00680177"/>
    <w:rsid w:val="00680779"/>
    <w:rsid w:val="00682E0A"/>
    <w:rsid w:val="006837E5"/>
    <w:rsid w:val="00683A2D"/>
    <w:rsid w:val="00683DA8"/>
    <w:rsid w:val="0068421F"/>
    <w:rsid w:val="00684972"/>
    <w:rsid w:val="00686869"/>
    <w:rsid w:val="00686997"/>
    <w:rsid w:val="0068716E"/>
    <w:rsid w:val="00687254"/>
    <w:rsid w:val="006904EA"/>
    <w:rsid w:val="0069082B"/>
    <w:rsid w:val="00690B12"/>
    <w:rsid w:val="006912AD"/>
    <w:rsid w:val="00691B67"/>
    <w:rsid w:val="00691DDA"/>
    <w:rsid w:val="00692A7C"/>
    <w:rsid w:val="00693397"/>
    <w:rsid w:val="00693A5B"/>
    <w:rsid w:val="006943BD"/>
    <w:rsid w:val="0069478A"/>
    <w:rsid w:val="00694869"/>
    <w:rsid w:val="00694ED0"/>
    <w:rsid w:val="00695A47"/>
    <w:rsid w:val="006966B9"/>
    <w:rsid w:val="0069696E"/>
    <w:rsid w:val="00697737"/>
    <w:rsid w:val="006A08C8"/>
    <w:rsid w:val="006A149E"/>
    <w:rsid w:val="006A223C"/>
    <w:rsid w:val="006A2456"/>
    <w:rsid w:val="006A2831"/>
    <w:rsid w:val="006A2E0D"/>
    <w:rsid w:val="006A37A6"/>
    <w:rsid w:val="006A4A0A"/>
    <w:rsid w:val="006A4A5F"/>
    <w:rsid w:val="006A4C31"/>
    <w:rsid w:val="006A5D93"/>
    <w:rsid w:val="006A6B74"/>
    <w:rsid w:val="006A6D2D"/>
    <w:rsid w:val="006A6FCD"/>
    <w:rsid w:val="006A7D1A"/>
    <w:rsid w:val="006A7F2A"/>
    <w:rsid w:val="006B064B"/>
    <w:rsid w:val="006B0EE0"/>
    <w:rsid w:val="006B3090"/>
    <w:rsid w:val="006B3EBA"/>
    <w:rsid w:val="006B3F17"/>
    <w:rsid w:val="006B42BC"/>
    <w:rsid w:val="006B5FB6"/>
    <w:rsid w:val="006B6982"/>
    <w:rsid w:val="006B73CE"/>
    <w:rsid w:val="006B740A"/>
    <w:rsid w:val="006B7F63"/>
    <w:rsid w:val="006C1BD0"/>
    <w:rsid w:val="006C1E9B"/>
    <w:rsid w:val="006C24DD"/>
    <w:rsid w:val="006C2D07"/>
    <w:rsid w:val="006C3308"/>
    <w:rsid w:val="006C38AD"/>
    <w:rsid w:val="006C43DC"/>
    <w:rsid w:val="006C4BE6"/>
    <w:rsid w:val="006C4FFD"/>
    <w:rsid w:val="006C5500"/>
    <w:rsid w:val="006C55FA"/>
    <w:rsid w:val="006C6170"/>
    <w:rsid w:val="006C6203"/>
    <w:rsid w:val="006C6312"/>
    <w:rsid w:val="006C65AD"/>
    <w:rsid w:val="006C6ABE"/>
    <w:rsid w:val="006C7EC9"/>
    <w:rsid w:val="006D01CC"/>
    <w:rsid w:val="006D0CD9"/>
    <w:rsid w:val="006D0FDC"/>
    <w:rsid w:val="006D12B4"/>
    <w:rsid w:val="006D1B9E"/>
    <w:rsid w:val="006D218F"/>
    <w:rsid w:val="006D23BA"/>
    <w:rsid w:val="006D2F58"/>
    <w:rsid w:val="006D38F3"/>
    <w:rsid w:val="006D4239"/>
    <w:rsid w:val="006D44F6"/>
    <w:rsid w:val="006D59E7"/>
    <w:rsid w:val="006D68B6"/>
    <w:rsid w:val="006D7F3E"/>
    <w:rsid w:val="006E044F"/>
    <w:rsid w:val="006E1A68"/>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A5"/>
    <w:rsid w:val="006F52B3"/>
    <w:rsid w:val="006F5739"/>
    <w:rsid w:val="006F7F20"/>
    <w:rsid w:val="0070198F"/>
    <w:rsid w:val="007020EE"/>
    <w:rsid w:val="00702281"/>
    <w:rsid w:val="0070235B"/>
    <w:rsid w:val="007024A7"/>
    <w:rsid w:val="007037DD"/>
    <w:rsid w:val="00703A5F"/>
    <w:rsid w:val="00703A8A"/>
    <w:rsid w:val="00703C18"/>
    <w:rsid w:val="00705139"/>
    <w:rsid w:val="007056DD"/>
    <w:rsid w:val="00706BED"/>
    <w:rsid w:val="0070704D"/>
    <w:rsid w:val="00707B25"/>
    <w:rsid w:val="00710470"/>
    <w:rsid w:val="00710744"/>
    <w:rsid w:val="00710F92"/>
    <w:rsid w:val="0071240A"/>
    <w:rsid w:val="007125B7"/>
    <w:rsid w:val="00712757"/>
    <w:rsid w:val="00714499"/>
    <w:rsid w:val="00715A23"/>
    <w:rsid w:val="00715F19"/>
    <w:rsid w:val="00716129"/>
    <w:rsid w:val="007169B3"/>
    <w:rsid w:val="00716D9F"/>
    <w:rsid w:val="00716DFC"/>
    <w:rsid w:val="007205C5"/>
    <w:rsid w:val="00722B41"/>
    <w:rsid w:val="00722DF7"/>
    <w:rsid w:val="00723D85"/>
    <w:rsid w:val="00723FEA"/>
    <w:rsid w:val="007241B6"/>
    <w:rsid w:val="00724392"/>
    <w:rsid w:val="00725919"/>
    <w:rsid w:val="00725E1C"/>
    <w:rsid w:val="007276DC"/>
    <w:rsid w:val="0072795C"/>
    <w:rsid w:val="00727BC4"/>
    <w:rsid w:val="00730756"/>
    <w:rsid w:val="00730FFE"/>
    <w:rsid w:val="00732920"/>
    <w:rsid w:val="00732E3B"/>
    <w:rsid w:val="00733B17"/>
    <w:rsid w:val="00734282"/>
    <w:rsid w:val="00734EA2"/>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46682"/>
    <w:rsid w:val="00751881"/>
    <w:rsid w:val="007518C3"/>
    <w:rsid w:val="00751999"/>
    <w:rsid w:val="00752831"/>
    <w:rsid w:val="0075319D"/>
    <w:rsid w:val="00753569"/>
    <w:rsid w:val="007536A4"/>
    <w:rsid w:val="007538E9"/>
    <w:rsid w:val="00753C77"/>
    <w:rsid w:val="00754B24"/>
    <w:rsid w:val="007565A6"/>
    <w:rsid w:val="00756D68"/>
    <w:rsid w:val="00757622"/>
    <w:rsid w:val="0076057D"/>
    <w:rsid w:val="0076155E"/>
    <w:rsid w:val="0076162E"/>
    <w:rsid w:val="00762EF0"/>
    <w:rsid w:val="00762FAF"/>
    <w:rsid w:val="0076395B"/>
    <w:rsid w:val="0076398D"/>
    <w:rsid w:val="007644C7"/>
    <w:rsid w:val="00764639"/>
    <w:rsid w:val="00764743"/>
    <w:rsid w:val="007651AE"/>
    <w:rsid w:val="00766477"/>
    <w:rsid w:val="00767C10"/>
    <w:rsid w:val="00770805"/>
    <w:rsid w:val="00771ED9"/>
    <w:rsid w:val="0077209E"/>
    <w:rsid w:val="00773206"/>
    <w:rsid w:val="0077324E"/>
    <w:rsid w:val="00773BEC"/>
    <w:rsid w:val="00774140"/>
    <w:rsid w:val="00775486"/>
    <w:rsid w:val="00776472"/>
    <w:rsid w:val="00780A34"/>
    <w:rsid w:val="00782449"/>
    <w:rsid w:val="00782639"/>
    <w:rsid w:val="00782D7D"/>
    <w:rsid w:val="00782FE4"/>
    <w:rsid w:val="0078532D"/>
    <w:rsid w:val="00785AD4"/>
    <w:rsid w:val="0078619E"/>
    <w:rsid w:val="00786214"/>
    <w:rsid w:val="0078626B"/>
    <w:rsid w:val="00786ACE"/>
    <w:rsid w:val="00787695"/>
    <w:rsid w:val="00791551"/>
    <w:rsid w:val="00793DC1"/>
    <w:rsid w:val="007941C5"/>
    <w:rsid w:val="00794D92"/>
    <w:rsid w:val="00794DF0"/>
    <w:rsid w:val="0079503F"/>
    <w:rsid w:val="00795CF9"/>
    <w:rsid w:val="00797407"/>
    <w:rsid w:val="0079775D"/>
    <w:rsid w:val="007A09D9"/>
    <w:rsid w:val="007A0CA4"/>
    <w:rsid w:val="007A0F24"/>
    <w:rsid w:val="007A1567"/>
    <w:rsid w:val="007A1C7A"/>
    <w:rsid w:val="007A4243"/>
    <w:rsid w:val="007A4287"/>
    <w:rsid w:val="007A42A8"/>
    <w:rsid w:val="007A6537"/>
    <w:rsid w:val="007A684C"/>
    <w:rsid w:val="007A7403"/>
    <w:rsid w:val="007A7527"/>
    <w:rsid w:val="007A78A9"/>
    <w:rsid w:val="007B147E"/>
    <w:rsid w:val="007B1E58"/>
    <w:rsid w:val="007B2E82"/>
    <w:rsid w:val="007B41BC"/>
    <w:rsid w:val="007B47D5"/>
    <w:rsid w:val="007B5B7D"/>
    <w:rsid w:val="007B6C6A"/>
    <w:rsid w:val="007B7056"/>
    <w:rsid w:val="007C0376"/>
    <w:rsid w:val="007C03E9"/>
    <w:rsid w:val="007C05FA"/>
    <w:rsid w:val="007C16C8"/>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9D9"/>
    <w:rsid w:val="007D4107"/>
    <w:rsid w:val="007D526A"/>
    <w:rsid w:val="007D542C"/>
    <w:rsid w:val="007D56BC"/>
    <w:rsid w:val="007D5D5A"/>
    <w:rsid w:val="007D63BD"/>
    <w:rsid w:val="007D66C9"/>
    <w:rsid w:val="007D687F"/>
    <w:rsid w:val="007D6AF5"/>
    <w:rsid w:val="007D6C48"/>
    <w:rsid w:val="007D6F0F"/>
    <w:rsid w:val="007D7294"/>
    <w:rsid w:val="007E0A63"/>
    <w:rsid w:val="007E0BC2"/>
    <w:rsid w:val="007E0C20"/>
    <w:rsid w:val="007E0EC7"/>
    <w:rsid w:val="007E129D"/>
    <w:rsid w:val="007E3302"/>
    <w:rsid w:val="007E361B"/>
    <w:rsid w:val="007E40E6"/>
    <w:rsid w:val="007E420A"/>
    <w:rsid w:val="007E636D"/>
    <w:rsid w:val="007E6461"/>
    <w:rsid w:val="007E6839"/>
    <w:rsid w:val="007E6E77"/>
    <w:rsid w:val="007E795F"/>
    <w:rsid w:val="007E7B84"/>
    <w:rsid w:val="007F01BE"/>
    <w:rsid w:val="007F2757"/>
    <w:rsid w:val="007F2C53"/>
    <w:rsid w:val="007F321D"/>
    <w:rsid w:val="007F3754"/>
    <w:rsid w:val="007F4E09"/>
    <w:rsid w:val="007F50DA"/>
    <w:rsid w:val="007F66FD"/>
    <w:rsid w:val="007F6A39"/>
    <w:rsid w:val="007F7A4C"/>
    <w:rsid w:val="00800311"/>
    <w:rsid w:val="00800756"/>
    <w:rsid w:val="00801015"/>
    <w:rsid w:val="008011DB"/>
    <w:rsid w:val="0080275E"/>
    <w:rsid w:val="0080334B"/>
    <w:rsid w:val="00803377"/>
    <w:rsid w:val="00804363"/>
    <w:rsid w:val="00806337"/>
    <w:rsid w:val="00806703"/>
    <w:rsid w:val="0080680E"/>
    <w:rsid w:val="008069DD"/>
    <w:rsid w:val="00807284"/>
    <w:rsid w:val="00807716"/>
    <w:rsid w:val="00811CA4"/>
    <w:rsid w:val="0081219D"/>
    <w:rsid w:val="00812A17"/>
    <w:rsid w:val="00812A58"/>
    <w:rsid w:val="00812DAA"/>
    <w:rsid w:val="00812EC0"/>
    <w:rsid w:val="00815FA3"/>
    <w:rsid w:val="00816472"/>
    <w:rsid w:val="008167DF"/>
    <w:rsid w:val="00816B82"/>
    <w:rsid w:val="0082012C"/>
    <w:rsid w:val="00820257"/>
    <w:rsid w:val="00820FEF"/>
    <w:rsid w:val="00822756"/>
    <w:rsid w:val="0082292C"/>
    <w:rsid w:val="00823F12"/>
    <w:rsid w:val="00824EEB"/>
    <w:rsid w:val="00825CE9"/>
    <w:rsid w:val="00825FF7"/>
    <w:rsid w:val="00827DC6"/>
    <w:rsid w:val="00833373"/>
    <w:rsid w:val="008337F6"/>
    <w:rsid w:val="00834008"/>
    <w:rsid w:val="00834AFA"/>
    <w:rsid w:val="00835335"/>
    <w:rsid w:val="00835666"/>
    <w:rsid w:val="00835801"/>
    <w:rsid w:val="00840664"/>
    <w:rsid w:val="00840A66"/>
    <w:rsid w:val="00840BB3"/>
    <w:rsid w:val="00840E0B"/>
    <w:rsid w:val="00840E6C"/>
    <w:rsid w:val="0084235C"/>
    <w:rsid w:val="008424BC"/>
    <w:rsid w:val="00842867"/>
    <w:rsid w:val="008431C9"/>
    <w:rsid w:val="00843F31"/>
    <w:rsid w:val="00844653"/>
    <w:rsid w:val="0084555C"/>
    <w:rsid w:val="00845A13"/>
    <w:rsid w:val="00845A6F"/>
    <w:rsid w:val="00845AA4"/>
    <w:rsid w:val="00845ECB"/>
    <w:rsid w:val="008465E2"/>
    <w:rsid w:val="00846F58"/>
    <w:rsid w:val="00847133"/>
    <w:rsid w:val="008475B0"/>
    <w:rsid w:val="00847824"/>
    <w:rsid w:val="0085009E"/>
    <w:rsid w:val="00850BD7"/>
    <w:rsid w:val="00850DAB"/>
    <w:rsid w:val="00851E71"/>
    <w:rsid w:val="00853D8E"/>
    <w:rsid w:val="0085489A"/>
    <w:rsid w:val="008550F7"/>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70588"/>
    <w:rsid w:val="00870C92"/>
    <w:rsid w:val="00870E29"/>
    <w:rsid w:val="00870FFE"/>
    <w:rsid w:val="008710C2"/>
    <w:rsid w:val="0087140C"/>
    <w:rsid w:val="00871DBC"/>
    <w:rsid w:val="00872684"/>
    <w:rsid w:val="00872A0E"/>
    <w:rsid w:val="0087526C"/>
    <w:rsid w:val="00875D9A"/>
    <w:rsid w:val="00875FC1"/>
    <w:rsid w:val="00876441"/>
    <w:rsid w:val="00880DEA"/>
    <w:rsid w:val="0088107F"/>
    <w:rsid w:val="0088274D"/>
    <w:rsid w:val="00882D90"/>
    <w:rsid w:val="008837FE"/>
    <w:rsid w:val="00883F97"/>
    <w:rsid w:val="008841F0"/>
    <w:rsid w:val="008863E1"/>
    <w:rsid w:val="0088682D"/>
    <w:rsid w:val="00892CA5"/>
    <w:rsid w:val="00892FC5"/>
    <w:rsid w:val="00894768"/>
    <w:rsid w:val="008950FD"/>
    <w:rsid w:val="0089684C"/>
    <w:rsid w:val="00896B67"/>
    <w:rsid w:val="00897405"/>
    <w:rsid w:val="008A108F"/>
    <w:rsid w:val="008A135E"/>
    <w:rsid w:val="008A1A1D"/>
    <w:rsid w:val="008A2AAC"/>
    <w:rsid w:val="008A2EDC"/>
    <w:rsid w:val="008A30DE"/>
    <w:rsid w:val="008A3401"/>
    <w:rsid w:val="008A35F1"/>
    <w:rsid w:val="008A3CBD"/>
    <w:rsid w:val="008A3EE3"/>
    <w:rsid w:val="008A3F07"/>
    <w:rsid w:val="008A50C9"/>
    <w:rsid w:val="008A7761"/>
    <w:rsid w:val="008A77DE"/>
    <w:rsid w:val="008B12E9"/>
    <w:rsid w:val="008B3E8D"/>
    <w:rsid w:val="008B3E96"/>
    <w:rsid w:val="008B4257"/>
    <w:rsid w:val="008B43A8"/>
    <w:rsid w:val="008B4863"/>
    <w:rsid w:val="008B5CE7"/>
    <w:rsid w:val="008B6515"/>
    <w:rsid w:val="008B7DF9"/>
    <w:rsid w:val="008C027D"/>
    <w:rsid w:val="008C0BD6"/>
    <w:rsid w:val="008C1E6D"/>
    <w:rsid w:val="008C20F9"/>
    <w:rsid w:val="008C24D5"/>
    <w:rsid w:val="008C28BC"/>
    <w:rsid w:val="008C363F"/>
    <w:rsid w:val="008C36A4"/>
    <w:rsid w:val="008C4169"/>
    <w:rsid w:val="008C4F6C"/>
    <w:rsid w:val="008C501C"/>
    <w:rsid w:val="008C5A8B"/>
    <w:rsid w:val="008C6251"/>
    <w:rsid w:val="008C66D0"/>
    <w:rsid w:val="008C6BE7"/>
    <w:rsid w:val="008C74E7"/>
    <w:rsid w:val="008D070A"/>
    <w:rsid w:val="008D0D14"/>
    <w:rsid w:val="008D1C2C"/>
    <w:rsid w:val="008D310A"/>
    <w:rsid w:val="008D4321"/>
    <w:rsid w:val="008D4D32"/>
    <w:rsid w:val="008E1065"/>
    <w:rsid w:val="008E1DB8"/>
    <w:rsid w:val="008E2964"/>
    <w:rsid w:val="008E35A5"/>
    <w:rsid w:val="008E36F3"/>
    <w:rsid w:val="008E42ED"/>
    <w:rsid w:val="008E4716"/>
    <w:rsid w:val="008E4C7C"/>
    <w:rsid w:val="008E533C"/>
    <w:rsid w:val="008E63FB"/>
    <w:rsid w:val="008E6F38"/>
    <w:rsid w:val="008E78FD"/>
    <w:rsid w:val="008F03B6"/>
    <w:rsid w:val="008F0C28"/>
    <w:rsid w:val="008F12E8"/>
    <w:rsid w:val="008F2BBD"/>
    <w:rsid w:val="008F3F4E"/>
    <w:rsid w:val="008F51E6"/>
    <w:rsid w:val="008F5CAB"/>
    <w:rsid w:val="008F781C"/>
    <w:rsid w:val="008F7C49"/>
    <w:rsid w:val="009013AE"/>
    <w:rsid w:val="009015B0"/>
    <w:rsid w:val="009017C4"/>
    <w:rsid w:val="00901E05"/>
    <w:rsid w:val="00903C5C"/>
    <w:rsid w:val="009048D4"/>
    <w:rsid w:val="00905195"/>
    <w:rsid w:val="009057D8"/>
    <w:rsid w:val="00905A24"/>
    <w:rsid w:val="00905CDA"/>
    <w:rsid w:val="00906B6E"/>
    <w:rsid w:val="00910B93"/>
    <w:rsid w:val="00911136"/>
    <w:rsid w:val="0091161F"/>
    <w:rsid w:val="0091168A"/>
    <w:rsid w:val="00911AA7"/>
    <w:rsid w:val="00911E9A"/>
    <w:rsid w:val="00912824"/>
    <w:rsid w:val="009131B2"/>
    <w:rsid w:val="0091488E"/>
    <w:rsid w:val="00914A93"/>
    <w:rsid w:val="00915A65"/>
    <w:rsid w:val="00915EB2"/>
    <w:rsid w:val="00916178"/>
    <w:rsid w:val="00916491"/>
    <w:rsid w:val="009168EB"/>
    <w:rsid w:val="00917C56"/>
    <w:rsid w:val="00917D77"/>
    <w:rsid w:val="009203A5"/>
    <w:rsid w:val="009212CC"/>
    <w:rsid w:val="00921912"/>
    <w:rsid w:val="00921B02"/>
    <w:rsid w:val="009220D2"/>
    <w:rsid w:val="0092215E"/>
    <w:rsid w:val="0092227B"/>
    <w:rsid w:val="00924459"/>
    <w:rsid w:val="00925B09"/>
    <w:rsid w:val="00926491"/>
    <w:rsid w:val="00927C1D"/>
    <w:rsid w:val="00927C5C"/>
    <w:rsid w:val="00927DCB"/>
    <w:rsid w:val="00930C8E"/>
    <w:rsid w:val="0093124A"/>
    <w:rsid w:val="00932CD7"/>
    <w:rsid w:val="00933B3F"/>
    <w:rsid w:val="00933D04"/>
    <w:rsid w:val="00934CB0"/>
    <w:rsid w:val="00937D4D"/>
    <w:rsid w:val="009408CC"/>
    <w:rsid w:val="00940BA7"/>
    <w:rsid w:val="009428A6"/>
    <w:rsid w:val="009429B7"/>
    <w:rsid w:val="0094358F"/>
    <w:rsid w:val="00943C4C"/>
    <w:rsid w:val="00943EA8"/>
    <w:rsid w:val="00945010"/>
    <w:rsid w:val="00945020"/>
    <w:rsid w:val="009460B8"/>
    <w:rsid w:val="00946367"/>
    <w:rsid w:val="00946E12"/>
    <w:rsid w:val="009501B6"/>
    <w:rsid w:val="00951B07"/>
    <w:rsid w:val="00952BAE"/>
    <w:rsid w:val="00952D5D"/>
    <w:rsid w:val="009550E9"/>
    <w:rsid w:val="00955589"/>
    <w:rsid w:val="00955F90"/>
    <w:rsid w:val="00956223"/>
    <w:rsid w:val="00957692"/>
    <w:rsid w:val="009602BD"/>
    <w:rsid w:val="00960831"/>
    <w:rsid w:val="00962324"/>
    <w:rsid w:val="0096355A"/>
    <w:rsid w:val="009635A5"/>
    <w:rsid w:val="009636E2"/>
    <w:rsid w:val="00963E01"/>
    <w:rsid w:val="009650D6"/>
    <w:rsid w:val="00965B55"/>
    <w:rsid w:val="00965E2A"/>
    <w:rsid w:val="00967449"/>
    <w:rsid w:val="009703AF"/>
    <w:rsid w:val="00970956"/>
    <w:rsid w:val="009731BC"/>
    <w:rsid w:val="00973226"/>
    <w:rsid w:val="0097384E"/>
    <w:rsid w:val="00973C4A"/>
    <w:rsid w:val="009742E6"/>
    <w:rsid w:val="00974F9D"/>
    <w:rsid w:val="009757C5"/>
    <w:rsid w:val="00976175"/>
    <w:rsid w:val="009765F5"/>
    <w:rsid w:val="00976D37"/>
    <w:rsid w:val="00976F07"/>
    <w:rsid w:val="0097755C"/>
    <w:rsid w:val="00980142"/>
    <w:rsid w:val="0098022B"/>
    <w:rsid w:val="00980F13"/>
    <w:rsid w:val="00981754"/>
    <w:rsid w:val="00981AE5"/>
    <w:rsid w:val="0098209C"/>
    <w:rsid w:val="009830C1"/>
    <w:rsid w:val="009834E9"/>
    <w:rsid w:val="009838EF"/>
    <w:rsid w:val="00983F8D"/>
    <w:rsid w:val="00985947"/>
    <w:rsid w:val="00985E22"/>
    <w:rsid w:val="00985EF8"/>
    <w:rsid w:val="00986046"/>
    <w:rsid w:val="00986BAE"/>
    <w:rsid w:val="00987623"/>
    <w:rsid w:val="00990403"/>
    <w:rsid w:val="00991048"/>
    <w:rsid w:val="00991165"/>
    <w:rsid w:val="009932F4"/>
    <w:rsid w:val="009952B9"/>
    <w:rsid w:val="00995B0A"/>
    <w:rsid w:val="00996308"/>
    <w:rsid w:val="009A049E"/>
    <w:rsid w:val="009A1022"/>
    <w:rsid w:val="009A1076"/>
    <w:rsid w:val="009A1261"/>
    <w:rsid w:val="009A1C8B"/>
    <w:rsid w:val="009A1FC3"/>
    <w:rsid w:val="009A331D"/>
    <w:rsid w:val="009A5FC0"/>
    <w:rsid w:val="009A6084"/>
    <w:rsid w:val="009A647D"/>
    <w:rsid w:val="009A78FF"/>
    <w:rsid w:val="009A7BD9"/>
    <w:rsid w:val="009A7CE4"/>
    <w:rsid w:val="009B0227"/>
    <w:rsid w:val="009B1338"/>
    <w:rsid w:val="009B2458"/>
    <w:rsid w:val="009B3275"/>
    <w:rsid w:val="009B3B30"/>
    <w:rsid w:val="009B3E17"/>
    <w:rsid w:val="009B5300"/>
    <w:rsid w:val="009B6F49"/>
    <w:rsid w:val="009C16E3"/>
    <w:rsid w:val="009C1B5B"/>
    <w:rsid w:val="009C2E99"/>
    <w:rsid w:val="009C2FF0"/>
    <w:rsid w:val="009C3DEA"/>
    <w:rsid w:val="009C49DD"/>
    <w:rsid w:val="009C5045"/>
    <w:rsid w:val="009C630A"/>
    <w:rsid w:val="009C6384"/>
    <w:rsid w:val="009D127F"/>
    <w:rsid w:val="009D2554"/>
    <w:rsid w:val="009D2851"/>
    <w:rsid w:val="009D3B89"/>
    <w:rsid w:val="009D3BC1"/>
    <w:rsid w:val="009D3EA7"/>
    <w:rsid w:val="009D4A4A"/>
    <w:rsid w:val="009D57F4"/>
    <w:rsid w:val="009D6B49"/>
    <w:rsid w:val="009E0036"/>
    <w:rsid w:val="009E0481"/>
    <w:rsid w:val="009E0948"/>
    <w:rsid w:val="009E0A61"/>
    <w:rsid w:val="009E0E88"/>
    <w:rsid w:val="009E30B2"/>
    <w:rsid w:val="009E32C3"/>
    <w:rsid w:val="009E3518"/>
    <w:rsid w:val="009E3DBD"/>
    <w:rsid w:val="009E5333"/>
    <w:rsid w:val="009E5F38"/>
    <w:rsid w:val="009F1300"/>
    <w:rsid w:val="009F285B"/>
    <w:rsid w:val="009F315B"/>
    <w:rsid w:val="009F3796"/>
    <w:rsid w:val="009F3FF5"/>
    <w:rsid w:val="009F4D8B"/>
    <w:rsid w:val="009F54E9"/>
    <w:rsid w:val="009F5AEE"/>
    <w:rsid w:val="009F6A43"/>
    <w:rsid w:val="009F70C8"/>
    <w:rsid w:val="00A001E1"/>
    <w:rsid w:val="00A01402"/>
    <w:rsid w:val="00A017BC"/>
    <w:rsid w:val="00A01C4E"/>
    <w:rsid w:val="00A01E2B"/>
    <w:rsid w:val="00A01E7D"/>
    <w:rsid w:val="00A02294"/>
    <w:rsid w:val="00A0238B"/>
    <w:rsid w:val="00A03850"/>
    <w:rsid w:val="00A03D63"/>
    <w:rsid w:val="00A03F5B"/>
    <w:rsid w:val="00A0506A"/>
    <w:rsid w:val="00A05160"/>
    <w:rsid w:val="00A05CCC"/>
    <w:rsid w:val="00A07551"/>
    <w:rsid w:val="00A1097D"/>
    <w:rsid w:val="00A1548E"/>
    <w:rsid w:val="00A15636"/>
    <w:rsid w:val="00A15C27"/>
    <w:rsid w:val="00A16796"/>
    <w:rsid w:val="00A17873"/>
    <w:rsid w:val="00A2390C"/>
    <w:rsid w:val="00A2394E"/>
    <w:rsid w:val="00A241AB"/>
    <w:rsid w:val="00A25373"/>
    <w:rsid w:val="00A25A89"/>
    <w:rsid w:val="00A27DAD"/>
    <w:rsid w:val="00A301E4"/>
    <w:rsid w:val="00A321FD"/>
    <w:rsid w:val="00A35196"/>
    <w:rsid w:val="00A35D8A"/>
    <w:rsid w:val="00A36D31"/>
    <w:rsid w:val="00A37417"/>
    <w:rsid w:val="00A40409"/>
    <w:rsid w:val="00A411C9"/>
    <w:rsid w:val="00A41209"/>
    <w:rsid w:val="00A41C5E"/>
    <w:rsid w:val="00A4216B"/>
    <w:rsid w:val="00A42362"/>
    <w:rsid w:val="00A42708"/>
    <w:rsid w:val="00A4281E"/>
    <w:rsid w:val="00A437FD"/>
    <w:rsid w:val="00A439E5"/>
    <w:rsid w:val="00A45166"/>
    <w:rsid w:val="00A4517D"/>
    <w:rsid w:val="00A45882"/>
    <w:rsid w:val="00A466B0"/>
    <w:rsid w:val="00A4685F"/>
    <w:rsid w:val="00A472E8"/>
    <w:rsid w:val="00A477D0"/>
    <w:rsid w:val="00A5055E"/>
    <w:rsid w:val="00A515A2"/>
    <w:rsid w:val="00A520C0"/>
    <w:rsid w:val="00A5210F"/>
    <w:rsid w:val="00A56D0C"/>
    <w:rsid w:val="00A57272"/>
    <w:rsid w:val="00A57DD1"/>
    <w:rsid w:val="00A60402"/>
    <w:rsid w:val="00A607AE"/>
    <w:rsid w:val="00A61290"/>
    <w:rsid w:val="00A61333"/>
    <w:rsid w:val="00A61CD8"/>
    <w:rsid w:val="00A63818"/>
    <w:rsid w:val="00A65034"/>
    <w:rsid w:val="00A65A8B"/>
    <w:rsid w:val="00A66C2A"/>
    <w:rsid w:val="00A66EA4"/>
    <w:rsid w:val="00A67EBB"/>
    <w:rsid w:val="00A725C6"/>
    <w:rsid w:val="00A728D3"/>
    <w:rsid w:val="00A752E0"/>
    <w:rsid w:val="00A75FD0"/>
    <w:rsid w:val="00A76078"/>
    <w:rsid w:val="00A76864"/>
    <w:rsid w:val="00A76DD7"/>
    <w:rsid w:val="00A76E5E"/>
    <w:rsid w:val="00A77A92"/>
    <w:rsid w:val="00A77D8A"/>
    <w:rsid w:val="00A8039B"/>
    <w:rsid w:val="00A803A3"/>
    <w:rsid w:val="00A81A56"/>
    <w:rsid w:val="00A8279A"/>
    <w:rsid w:val="00A82DDE"/>
    <w:rsid w:val="00A85120"/>
    <w:rsid w:val="00A851E1"/>
    <w:rsid w:val="00A86F07"/>
    <w:rsid w:val="00A913ED"/>
    <w:rsid w:val="00A91DB7"/>
    <w:rsid w:val="00A92BA7"/>
    <w:rsid w:val="00A93E9E"/>
    <w:rsid w:val="00A946BE"/>
    <w:rsid w:val="00A94FFC"/>
    <w:rsid w:val="00A95711"/>
    <w:rsid w:val="00A95BDF"/>
    <w:rsid w:val="00A95CBE"/>
    <w:rsid w:val="00A95DFA"/>
    <w:rsid w:val="00A95E8C"/>
    <w:rsid w:val="00A964F4"/>
    <w:rsid w:val="00AA06A2"/>
    <w:rsid w:val="00AA0CE6"/>
    <w:rsid w:val="00AA6D38"/>
    <w:rsid w:val="00AA6E25"/>
    <w:rsid w:val="00AA73CE"/>
    <w:rsid w:val="00AA7B19"/>
    <w:rsid w:val="00AA7BE4"/>
    <w:rsid w:val="00AA7C11"/>
    <w:rsid w:val="00AB00A5"/>
    <w:rsid w:val="00AB0374"/>
    <w:rsid w:val="00AB047B"/>
    <w:rsid w:val="00AB053D"/>
    <w:rsid w:val="00AB0802"/>
    <w:rsid w:val="00AB0BD7"/>
    <w:rsid w:val="00AB123E"/>
    <w:rsid w:val="00AB1613"/>
    <w:rsid w:val="00AB3D21"/>
    <w:rsid w:val="00AB469C"/>
    <w:rsid w:val="00AB5D6D"/>
    <w:rsid w:val="00AB7528"/>
    <w:rsid w:val="00AC0475"/>
    <w:rsid w:val="00AC0DB1"/>
    <w:rsid w:val="00AC1C7A"/>
    <w:rsid w:val="00AC1DE8"/>
    <w:rsid w:val="00AC22AD"/>
    <w:rsid w:val="00AC2A00"/>
    <w:rsid w:val="00AC39D6"/>
    <w:rsid w:val="00AC4D4A"/>
    <w:rsid w:val="00AC53A5"/>
    <w:rsid w:val="00AC5B5A"/>
    <w:rsid w:val="00AD0706"/>
    <w:rsid w:val="00AD0DE8"/>
    <w:rsid w:val="00AD2104"/>
    <w:rsid w:val="00AD2EE3"/>
    <w:rsid w:val="00AD4895"/>
    <w:rsid w:val="00AD52A6"/>
    <w:rsid w:val="00AD5B4B"/>
    <w:rsid w:val="00AD600E"/>
    <w:rsid w:val="00AD695B"/>
    <w:rsid w:val="00AE0EB6"/>
    <w:rsid w:val="00AE113A"/>
    <w:rsid w:val="00AE1870"/>
    <w:rsid w:val="00AE353E"/>
    <w:rsid w:val="00AE3603"/>
    <w:rsid w:val="00AE4D68"/>
    <w:rsid w:val="00AE4EF9"/>
    <w:rsid w:val="00AE63B1"/>
    <w:rsid w:val="00AE63CB"/>
    <w:rsid w:val="00AE6523"/>
    <w:rsid w:val="00AE6CEA"/>
    <w:rsid w:val="00AE7DB6"/>
    <w:rsid w:val="00AF11D5"/>
    <w:rsid w:val="00AF1E93"/>
    <w:rsid w:val="00AF2BFC"/>
    <w:rsid w:val="00AF2E66"/>
    <w:rsid w:val="00AF342B"/>
    <w:rsid w:val="00AF4215"/>
    <w:rsid w:val="00AF65B6"/>
    <w:rsid w:val="00AF7560"/>
    <w:rsid w:val="00AF7C24"/>
    <w:rsid w:val="00B00777"/>
    <w:rsid w:val="00B023BE"/>
    <w:rsid w:val="00B025B4"/>
    <w:rsid w:val="00B03A93"/>
    <w:rsid w:val="00B04758"/>
    <w:rsid w:val="00B05C02"/>
    <w:rsid w:val="00B072E6"/>
    <w:rsid w:val="00B1069F"/>
    <w:rsid w:val="00B1210C"/>
    <w:rsid w:val="00B1297A"/>
    <w:rsid w:val="00B133CE"/>
    <w:rsid w:val="00B14C7A"/>
    <w:rsid w:val="00B16148"/>
    <w:rsid w:val="00B162D7"/>
    <w:rsid w:val="00B16681"/>
    <w:rsid w:val="00B1718D"/>
    <w:rsid w:val="00B20764"/>
    <w:rsid w:val="00B216B9"/>
    <w:rsid w:val="00B21872"/>
    <w:rsid w:val="00B2191D"/>
    <w:rsid w:val="00B223F2"/>
    <w:rsid w:val="00B22CF3"/>
    <w:rsid w:val="00B252A5"/>
    <w:rsid w:val="00B259D2"/>
    <w:rsid w:val="00B25C40"/>
    <w:rsid w:val="00B25EF2"/>
    <w:rsid w:val="00B26CA8"/>
    <w:rsid w:val="00B300C9"/>
    <w:rsid w:val="00B31A24"/>
    <w:rsid w:val="00B32C84"/>
    <w:rsid w:val="00B337E0"/>
    <w:rsid w:val="00B359DD"/>
    <w:rsid w:val="00B368B6"/>
    <w:rsid w:val="00B42DAA"/>
    <w:rsid w:val="00B43DEC"/>
    <w:rsid w:val="00B44475"/>
    <w:rsid w:val="00B45761"/>
    <w:rsid w:val="00B46D4F"/>
    <w:rsid w:val="00B46DEF"/>
    <w:rsid w:val="00B50721"/>
    <w:rsid w:val="00B516F9"/>
    <w:rsid w:val="00B51FF1"/>
    <w:rsid w:val="00B52730"/>
    <w:rsid w:val="00B53EAE"/>
    <w:rsid w:val="00B54020"/>
    <w:rsid w:val="00B5432A"/>
    <w:rsid w:val="00B557D7"/>
    <w:rsid w:val="00B5618D"/>
    <w:rsid w:val="00B5731D"/>
    <w:rsid w:val="00B5741A"/>
    <w:rsid w:val="00B57A6B"/>
    <w:rsid w:val="00B57D91"/>
    <w:rsid w:val="00B6011D"/>
    <w:rsid w:val="00B62815"/>
    <w:rsid w:val="00B672C7"/>
    <w:rsid w:val="00B7089B"/>
    <w:rsid w:val="00B71D66"/>
    <w:rsid w:val="00B72DFC"/>
    <w:rsid w:val="00B73140"/>
    <w:rsid w:val="00B73561"/>
    <w:rsid w:val="00B742D4"/>
    <w:rsid w:val="00B74EDE"/>
    <w:rsid w:val="00B77ED0"/>
    <w:rsid w:val="00B8044D"/>
    <w:rsid w:val="00B8067B"/>
    <w:rsid w:val="00B81ED8"/>
    <w:rsid w:val="00B81FA4"/>
    <w:rsid w:val="00B833BA"/>
    <w:rsid w:val="00B834CA"/>
    <w:rsid w:val="00B839C5"/>
    <w:rsid w:val="00B844B5"/>
    <w:rsid w:val="00B85BF9"/>
    <w:rsid w:val="00B85C1E"/>
    <w:rsid w:val="00B864D1"/>
    <w:rsid w:val="00B86F60"/>
    <w:rsid w:val="00B87C16"/>
    <w:rsid w:val="00B90095"/>
    <w:rsid w:val="00B9064E"/>
    <w:rsid w:val="00B90C6F"/>
    <w:rsid w:val="00B91F7D"/>
    <w:rsid w:val="00B92133"/>
    <w:rsid w:val="00B9236E"/>
    <w:rsid w:val="00B92633"/>
    <w:rsid w:val="00B941E8"/>
    <w:rsid w:val="00B94675"/>
    <w:rsid w:val="00B95415"/>
    <w:rsid w:val="00B96061"/>
    <w:rsid w:val="00BA15BD"/>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36F"/>
    <w:rsid w:val="00BA77DB"/>
    <w:rsid w:val="00BA77E9"/>
    <w:rsid w:val="00BB02CD"/>
    <w:rsid w:val="00BB1965"/>
    <w:rsid w:val="00BB2F58"/>
    <w:rsid w:val="00BB38DF"/>
    <w:rsid w:val="00BB3C2F"/>
    <w:rsid w:val="00BB3FB1"/>
    <w:rsid w:val="00BB519E"/>
    <w:rsid w:val="00BB578C"/>
    <w:rsid w:val="00BB59AA"/>
    <w:rsid w:val="00BB5E19"/>
    <w:rsid w:val="00BB6D68"/>
    <w:rsid w:val="00BB7002"/>
    <w:rsid w:val="00BB7466"/>
    <w:rsid w:val="00BB7C37"/>
    <w:rsid w:val="00BB7EAE"/>
    <w:rsid w:val="00BC02ED"/>
    <w:rsid w:val="00BC0AF5"/>
    <w:rsid w:val="00BC0DAE"/>
    <w:rsid w:val="00BC200E"/>
    <w:rsid w:val="00BC26D9"/>
    <w:rsid w:val="00BC46A2"/>
    <w:rsid w:val="00BC46C5"/>
    <w:rsid w:val="00BC49D7"/>
    <w:rsid w:val="00BC5001"/>
    <w:rsid w:val="00BC6375"/>
    <w:rsid w:val="00BC6D67"/>
    <w:rsid w:val="00BD19C2"/>
    <w:rsid w:val="00BD1FC5"/>
    <w:rsid w:val="00BD2BFB"/>
    <w:rsid w:val="00BD3B30"/>
    <w:rsid w:val="00BD5F74"/>
    <w:rsid w:val="00BD6159"/>
    <w:rsid w:val="00BD6F05"/>
    <w:rsid w:val="00BD705E"/>
    <w:rsid w:val="00BE0900"/>
    <w:rsid w:val="00BE091C"/>
    <w:rsid w:val="00BE0E50"/>
    <w:rsid w:val="00BE1063"/>
    <w:rsid w:val="00BE1AA2"/>
    <w:rsid w:val="00BE1BEB"/>
    <w:rsid w:val="00BE1DCA"/>
    <w:rsid w:val="00BE47A6"/>
    <w:rsid w:val="00BE4B9E"/>
    <w:rsid w:val="00BE5523"/>
    <w:rsid w:val="00BE561E"/>
    <w:rsid w:val="00BE60F8"/>
    <w:rsid w:val="00BE6A6C"/>
    <w:rsid w:val="00BE6F59"/>
    <w:rsid w:val="00BE79EF"/>
    <w:rsid w:val="00BF0141"/>
    <w:rsid w:val="00BF07B8"/>
    <w:rsid w:val="00BF0F1C"/>
    <w:rsid w:val="00BF2793"/>
    <w:rsid w:val="00BF3859"/>
    <w:rsid w:val="00BF3946"/>
    <w:rsid w:val="00BF6E81"/>
    <w:rsid w:val="00BF759A"/>
    <w:rsid w:val="00BF7BB7"/>
    <w:rsid w:val="00BF7C5F"/>
    <w:rsid w:val="00C002B2"/>
    <w:rsid w:val="00C01183"/>
    <w:rsid w:val="00C014C2"/>
    <w:rsid w:val="00C01A5D"/>
    <w:rsid w:val="00C01ED2"/>
    <w:rsid w:val="00C0217E"/>
    <w:rsid w:val="00C02B70"/>
    <w:rsid w:val="00C02E35"/>
    <w:rsid w:val="00C0479F"/>
    <w:rsid w:val="00C12780"/>
    <w:rsid w:val="00C129AB"/>
    <w:rsid w:val="00C12F8C"/>
    <w:rsid w:val="00C13411"/>
    <w:rsid w:val="00C13A18"/>
    <w:rsid w:val="00C14E8E"/>
    <w:rsid w:val="00C1683E"/>
    <w:rsid w:val="00C17840"/>
    <w:rsid w:val="00C20FFF"/>
    <w:rsid w:val="00C21B23"/>
    <w:rsid w:val="00C220FD"/>
    <w:rsid w:val="00C2260C"/>
    <w:rsid w:val="00C227C2"/>
    <w:rsid w:val="00C22AEF"/>
    <w:rsid w:val="00C231D7"/>
    <w:rsid w:val="00C23AA3"/>
    <w:rsid w:val="00C23CA9"/>
    <w:rsid w:val="00C24563"/>
    <w:rsid w:val="00C25C78"/>
    <w:rsid w:val="00C25DA1"/>
    <w:rsid w:val="00C2612C"/>
    <w:rsid w:val="00C30CE4"/>
    <w:rsid w:val="00C30F71"/>
    <w:rsid w:val="00C31EDD"/>
    <w:rsid w:val="00C32E88"/>
    <w:rsid w:val="00C33134"/>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874"/>
    <w:rsid w:val="00C44C22"/>
    <w:rsid w:val="00C44C82"/>
    <w:rsid w:val="00C4522D"/>
    <w:rsid w:val="00C500F0"/>
    <w:rsid w:val="00C50E38"/>
    <w:rsid w:val="00C50FF4"/>
    <w:rsid w:val="00C52D94"/>
    <w:rsid w:val="00C53598"/>
    <w:rsid w:val="00C54093"/>
    <w:rsid w:val="00C540A2"/>
    <w:rsid w:val="00C5598C"/>
    <w:rsid w:val="00C55DA3"/>
    <w:rsid w:val="00C5734B"/>
    <w:rsid w:val="00C57775"/>
    <w:rsid w:val="00C605C3"/>
    <w:rsid w:val="00C609F6"/>
    <w:rsid w:val="00C60D71"/>
    <w:rsid w:val="00C60E2B"/>
    <w:rsid w:val="00C62947"/>
    <w:rsid w:val="00C64744"/>
    <w:rsid w:val="00C652CD"/>
    <w:rsid w:val="00C65795"/>
    <w:rsid w:val="00C65EB9"/>
    <w:rsid w:val="00C6706C"/>
    <w:rsid w:val="00C679A3"/>
    <w:rsid w:val="00C67D6A"/>
    <w:rsid w:val="00C67F5D"/>
    <w:rsid w:val="00C70354"/>
    <w:rsid w:val="00C704AE"/>
    <w:rsid w:val="00C70B56"/>
    <w:rsid w:val="00C71395"/>
    <w:rsid w:val="00C717FB"/>
    <w:rsid w:val="00C72D5A"/>
    <w:rsid w:val="00C733B4"/>
    <w:rsid w:val="00C7368B"/>
    <w:rsid w:val="00C73760"/>
    <w:rsid w:val="00C76C22"/>
    <w:rsid w:val="00C770FC"/>
    <w:rsid w:val="00C7716B"/>
    <w:rsid w:val="00C7749D"/>
    <w:rsid w:val="00C77C40"/>
    <w:rsid w:val="00C77E48"/>
    <w:rsid w:val="00C80050"/>
    <w:rsid w:val="00C80103"/>
    <w:rsid w:val="00C8094B"/>
    <w:rsid w:val="00C80AF8"/>
    <w:rsid w:val="00C80C15"/>
    <w:rsid w:val="00C82078"/>
    <w:rsid w:val="00C827F7"/>
    <w:rsid w:val="00C82F8A"/>
    <w:rsid w:val="00C836C7"/>
    <w:rsid w:val="00C83A59"/>
    <w:rsid w:val="00C84259"/>
    <w:rsid w:val="00C8497D"/>
    <w:rsid w:val="00C84F22"/>
    <w:rsid w:val="00C84F98"/>
    <w:rsid w:val="00C85BE8"/>
    <w:rsid w:val="00C85E4F"/>
    <w:rsid w:val="00C85FD6"/>
    <w:rsid w:val="00C8646A"/>
    <w:rsid w:val="00C86CDD"/>
    <w:rsid w:val="00C86D60"/>
    <w:rsid w:val="00C873B1"/>
    <w:rsid w:val="00C87B33"/>
    <w:rsid w:val="00C90F39"/>
    <w:rsid w:val="00C90FE6"/>
    <w:rsid w:val="00C91AF1"/>
    <w:rsid w:val="00C91BF7"/>
    <w:rsid w:val="00C9310A"/>
    <w:rsid w:val="00C93694"/>
    <w:rsid w:val="00C9386B"/>
    <w:rsid w:val="00C93EC2"/>
    <w:rsid w:val="00C94494"/>
    <w:rsid w:val="00C9454D"/>
    <w:rsid w:val="00C9472A"/>
    <w:rsid w:val="00C95453"/>
    <w:rsid w:val="00C96678"/>
    <w:rsid w:val="00C967A6"/>
    <w:rsid w:val="00CA03B8"/>
    <w:rsid w:val="00CA1275"/>
    <w:rsid w:val="00CA1FFB"/>
    <w:rsid w:val="00CA3463"/>
    <w:rsid w:val="00CA4CB1"/>
    <w:rsid w:val="00CA52C0"/>
    <w:rsid w:val="00CA6A2B"/>
    <w:rsid w:val="00CA6EE1"/>
    <w:rsid w:val="00CA7D56"/>
    <w:rsid w:val="00CB011A"/>
    <w:rsid w:val="00CB015A"/>
    <w:rsid w:val="00CB0249"/>
    <w:rsid w:val="00CB030C"/>
    <w:rsid w:val="00CB066E"/>
    <w:rsid w:val="00CB0805"/>
    <w:rsid w:val="00CB0FBB"/>
    <w:rsid w:val="00CB3065"/>
    <w:rsid w:val="00CB31B2"/>
    <w:rsid w:val="00CB3E0E"/>
    <w:rsid w:val="00CB4059"/>
    <w:rsid w:val="00CB5BB0"/>
    <w:rsid w:val="00CB5BFA"/>
    <w:rsid w:val="00CB5E29"/>
    <w:rsid w:val="00CB610A"/>
    <w:rsid w:val="00CB6D9D"/>
    <w:rsid w:val="00CB7D99"/>
    <w:rsid w:val="00CC1227"/>
    <w:rsid w:val="00CC16E3"/>
    <w:rsid w:val="00CC28D9"/>
    <w:rsid w:val="00CC320B"/>
    <w:rsid w:val="00CC59EE"/>
    <w:rsid w:val="00CC6983"/>
    <w:rsid w:val="00CD0921"/>
    <w:rsid w:val="00CD12CE"/>
    <w:rsid w:val="00CD2065"/>
    <w:rsid w:val="00CD2519"/>
    <w:rsid w:val="00CD372F"/>
    <w:rsid w:val="00CD3F13"/>
    <w:rsid w:val="00CD59EC"/>
    <w:rsid w:val="00CD5F9B"/>
    <w:rsid w:val="00CD624E"/>
    <w:rsid w:val="00CD6DE1"/>
    <w:rsid w:val="00CD7657"/>
    <w:rsid w:val="00CD78A4"/>
    <w:rsid w:val="00CE15F4"/>
    <w:rsid w:val="00CE1D5E"/>
    <w:rsid w:val="00CE3D7C"/>
    <w:rsid w:val="00CE4E56"/>
    <w:rsid w:val="00CF2AED"/>
    <w:rsid w:val="00CF3EAA"/>
    <w:rsid w:val="00CF45AF"/>
    <w:rsid w:val="00CF79A0"/>
    <w:rsid w:val="00CF7B09"/>
    <w:rsid w:val="00CF7FAB"/>
    <w:rsid w:val="00D00215"/>
    <w:rsid w:val="00D01D50"/>
    <w:rsid w:val="00D0217D"/>
    <w:rsid w:val="00D032ED"/>
    <w:rsid w:val="00D03D6F"/>
    <w:rsid w:val="00D03DD0"/>
    <w:rsid w:val="00D03FC5"/>
    <w:rsid w:val="00D04CF9"/>
    <w:rsid w:val="00D054DC"/>
    <w:rsid w:val="00D065AF"/>
    <w:rsid w:val="00D06F64"/>
    <w:rsid w:val="00D10370"/>
    <w:rsid w:val="00D10847"/>
    <w:rsid w:val="00D12A81"/>
    <w:rsid w:val="00D138D2"/>
    <w:rsid w:val="00D14237"/>
    <w:rsid w:val="00D1559F"/>
    <w:rsid w:val="00D15736"/>
    <w:rsid w:val="00D16BF5"/>
    <w:rsid w:val="00D16DA4"/>
    <w:rsid w:val="00D16EBB"/>
    <w:rsid w:val="00D17737"/>
    <w:rsid w:val="00D20B7B"/>
    <w:rsid w:val="00D20FE1"/>
    <w:rsid w:val="00D2144C"/>
    <w:rsid w:val="00D21A25"/>
    <w:rsid w:val="00D21AE4"/>
    <w:rsid w:val="00D2224B"/>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43F9"/>
    <w:rsid w:val="00D349B1"/>
    <w:rsid w:val="00D36C1D"/>
    <w:rsid w:val="00D40AAF"/>
    <w:rsid w:val="00D41473"/>
    <w:rsid w:val="00D415D9"/>
    <w:rsid w:val="00D4318A"/>
    <w:rsid w:val="00D4342B"/>
    <w:rsid w:val="00D4433E"/>
    <w:rsid w:val="00D44E71"/>
    <w:rsid w:val="00D45335"/>
    <w:rsid w:val="00D45355"/>
    <w:rsid w:val="00D4590C"/>
    <w:rsid w:val="00D45D75"/>
    <w:rsid w:val="00D45D95"/>
    <w:rsid w:val="00D4684D"/>
    <w:rsid w:val="00D47A19"/>
    <w:rsid w:val="00D50A4E"/>
    <w:rsid w:val="00D50CC2"/>
    <w:rsid w:val="00D52773"/>
    <w:rsid w:val="00D528E8"/>
    <w:rsid w:val="00D52B0D"/>
    <w:rsid w:val="00D541F7"/>
    <w:rsid w:val="00D55B4A"/>
    <w:rsid w:val="00D56D4D"/>
    <w:rsid w:val="00D56E2E"/>
    <w:rsid w:val="00D57DDF"/>
    <w:rsid w:val="00D6060A"/>
    <w:rsid w:val="00D6174B"/>
    <w:rsid w:val="00D6256E"/>
    <w:rsid w:val="00D62600"/>
    <w:rsid w:val="00D626A4"/>
    <w:rsid w:val="00D62F1D"/>
    <w:rsid w:val="00D636CE"/>
    <w:rsid w:val="00D63B73"/>
    <w:rsid w:val="00D63B81"/>
    <w:rsid w:val="00D641C3"/>
    <w:rsid w:val="00D66B28"/>
    <w:rsid w:val="00D66BC2"/>
    <w:rsid w:val="00D66D7F"/>
    <w:rsid w:val="00D67CDC"/>
    <w:rsid w:val="00D715CB"/>
    <w:rsid w:val="00D7177C"/>
    <w:rsid w:val="00D7239E"/>
    <w:rsid w:val="00D72639"/>
    <w:rsid w:val="00D72A6F"/>
    <w:rsid w:val="00D72A95"/>
    <w:rsid w:val="00D72D47"/>
    <w:rsid w:val="00D742E5"/>
    <w:rsid w:val="00D74426"/>
    <w:rsid w:val="00D75E38"/>
    <w:rsid w:val="00D75FA9"/>
    <w:rsid w:val="00D76FBD"/>
    <w:rsid w:val="00D77466"/>
    <w:rsid w:val="00D77F12"/>
    <w:rsid w:val="00D806A6"/>
    <w:rsid w:val="00D806EB"/>
    <w:rsid w:val="00D81246"/>
    <w:rsid w:val="00D81647"/>
    <w:rsid w:val="00D81692"/>
    <w:rsid w:val="00D819AF"/>
    <w:rsid w:val="00D82233"/>
    <w:rsid w:val="00D824E3"/>
    <w:rsid w:val="00D83727"/>
    <w:rsid w:val="00D8399B"/>
    <w:rsid w:val="00D84903"/>
    <w:rsid w:val="00D8491F"/>
    <w:rsid w:val="00D84D71"/>
    <w:rsid w:val="00D84E6C"/>
    <w:rsid w:val="00D850D0"/>
    <w:rsid w:val="00D85601"/>
    <w:rsid w:val="00D863FE"/>
    <w:rsid w:val="00D874D3"/>
    <w:rsid w:val="00D87C64"/>
    <w:rsid w:val="00D90B4E"/>
    <w:rsid w:val="00D912E6"/>
    <w:rsid w:val="00D938E2"/>
    <w:rsid w:val="00D93FBE"/>
    <w:rsid w:val="00D94AE8"/>
    <w:rsid w:val="00D9534F"/>
    <w:rsid w:val="00D95B60"/>
    <w:rsid w:val="00D95CF0"/>
    <w:rsid w:val="00D96B0F"/>
    <w:rsid w:val="00D96F87"/>
    <w:rsid w:val="00D970AC"/>
    <w:rsid w:val="00D97278"/>
    <w:rsid w:val="00DA041E"/>
    <w:rsid w:val="00DA0A80"/>
    <w:rsid w:val="00DA1EE4"/>
    <w:rsid w:val="00DA2188"/>
    <w:rsid w:val="00DA2360"/>
    <w:rsid w:val="00DA2535"/>
    <w:rsid w:val="00DA3696"/>
    <w:rsid w:val="00DA38BE"/>
    <w:rsid w:val="00DA50BC"/>
    <w:rsid w:val="00DA5746"/>
    <w:rsid w:val="00DA5796"/>
    <w:rsid w:val="00DA683B"/>
    <w:rsid w:val="00DA719A"/>
    <w:rsid w:val="00DB2137"/>
    <w:rsid w:val="00DB295C"/>
    <w:rsid w:val="00DB2BC4"/>
    <w:rsid w:val="00DB2CEC"/>
    <w:rsid w:val="00DB3E25"/>
    <w:rsid w:val="00DB4D76"/>
    <w:rsid w:val="00DB7CCE"/>
    <w:rsid w:val="00DB7FE0"/>
    <w:rsid w:val="00DC115D"/>
    <w:rsid w:val="00DC1DC8"/>
    <w:rsid w:val="00DC1ECD"/>
    <w:rsid w:val="00DC37B3"/>
    <w:rsid w:val="00DC44CB"/>
    <w:rsid w:val="00DC55DD"/>
    <w:rsid w:val="00DC62E0"/>
    <w:rsid w:val="00DC694D"/>
    <w:rsid w:val="00DC77F1"/>
    <w:rsid w:val="00DD070D"/>
    <w:rsid w:val="00DD0EC9"/>
    <w:rsid w:val="00DD13A5"/>
    <w:rsid w:val="00DD1B39"/>
    <w:rsid w:val="00DD227D"/>
    <w:rsid w:val="00DD29E3"/>
    <w:rsid w:val="00DD2A17"/>
    <w:rsid w:val="00DD2F71"/>
    <w:rsid w:val="00DD33BF"/>
    <w:rsid w:val="00DD4C4C"/>
    <w:rsid w:val="00DD53A6"/>
    <w:rsid w:val="00DD568C"/>
    <w:rsid w:val="00DD60C2"/>
    <w:rsid w:val="00DD6BDC"/>
    <w:rsid w:val="00DD7720"/>
    <w:rsid w:val="00DD792A"/>
    <w:rsid w:val="00DD7A81"/>
    <w:rsid w:val="00DE114B"/>
    <w:rsid w:val="00DE192D"/>
    <w:rsid w:val="00DE1D1C"/>
    <w:rsid w:val="00DE20A4"/>
    <w:rsid w:val="00DE2D5B"/>
    <w:rsid w:val="00DE3121"/>
    <w:rsid w:val="00DE3624"/>
    <w:rsid w:val="00DE4493"/>
    <w:rsid w:val="00DE5993"/>
    <w:rsid w:val="00DE78D7"/>
    <w:rsid w:val="00DF0A7B"/>
    <w:rsid w:val="00DF1EAF"/>
    <w:rsid w:val="00DF2AA0"/>
    <w:rsid w:val="00DF40CC"/>
    <w:rsid w:val="00DF4E18"/>
    <w:rsid w:val="00DF4F67"/>
    <w:rsid w:val="00DF5AD0"/>
    <w:rsid w:val="00DF78B8"/>
    <w:rsid w:val="00E0101E"/>
    <w:rsid w:val="00E01F69"/>
    <w:rsid w:val="00E02661"/>
    <w:rsid w:val="00E0293C"/>
    <w:rsid w:val="00E045E9"/>
    <w:rsid w:val="00E04D4A"/>
    <w:rsid w:val="00E06DFB"/>
    <w:rsid w:val="00E071FE"/>
    <w:rsid w:val="00E07FEE"/>
    <w:rsid w:val="00E1064F"/>
    <w:rsid w:val="00E1291B"/>
    <w:rsid w:val="00E1538D"/>
    <w:rsid w:val="00E163CC"/>
    <w:rsid w:val="00E16830"/>
    <w:rsid w:val="00E23368"/>
    <w:rsid w:val="00E25250"/>
    <w:rsid w:val="00E255BA"/>
    <w:rsid w:val="00E3003B"/>
    <w:rsid w:val="00E3126A"/>
    <w:rsid w:val="00E31696"/>
    <w:rsid w:val="00E321C6"/>
    <w:rsid w:val="00E323C0"/>
    <w:rsid w:val="00E328B4"/>
    <w:rsid w:val="00E336D0"/>
    <w:rsid w:val="00E33744"/>
    <w:rsid w:val="00E33E1B"/>
    <w:rsid w:val="00E34757"/>
    <w:rsid w:val="00E3554B"/>
    <w:rsid w:val="00E358B0"/>
    <w:rsid w:val="00E362DC"/>
    <w:rsid w:val="00E37463"/>
    <w:rsid w:val="00E37B92"/>
    <w:rsid w:val="00E41B37"/>
    <w:rsid w:val="00E41BC4"/>
    <w:rsid w:val="00E41ED8"/>
    <w:rsid w:val="00E4308F"/>
    <w:rsid w:val="00E44EFB"/>
    <w:rsid w:val="00E4526B"/>
    <w:rsid w:val="00E45570"/>
    <w:rsid w:val="00E46381"/>
    <w:rsid w:val="00E47510"/>
    <w:rsid w:val="00E47559"/>
    <w:rsid w:val="00E47C62"/>
    <w:rsid w:val="00E5048D"/>
    <w:rsid w:val="00E50847"/>
    <w:rsid w:val="00E50988"/>
    <w:rsid w:val="00E50DE4"/>
    <w:rsid w:val="00E5160B"/>
    <w:rsid w:val="00E51EB7"/>
    <w:rsid w:val="00E522D8"/>
    <w:rsid w:val="00E53F5D"/>
    <w:rsid w:val="00E5409C"/>
    <w:rsid w:val="00E54B8D"/>
    <w:rsid w:val="00E55739"/>
    <w:rsid w:val="00E5722C"/>
    <w:rsid w:val="00E57432"/>
    <w:rsid w:val="00E57AB8"/>
    <w:rsid w:val="00E60174"/>
    <w:rsid w:val="00E61344"/>
    <w:rsid w:val="00E61CC0"/>
    <w:rsid w:val="00E62FEE"/>
    <w:rsid w:val="00E6354D"/>
    <w:rsid w:val="00E6493A"/>
    <w:rsid w:val="00E64DB7"/>
    <w:rsid w:val="00E65073"/>
    <w:rsid w:val="00E65174"/>
    <w:rsid w:val="00E66494"/>
    <w:rsid w:val="00E66D53"/>
    <w:rsid w:val="00E70D41"/>
    <w:rsid w:val="00E7164B"/>
    <w:rsid w:val="00E7252C"/>
    <w:rsid w:val="00E73122"/>
    <w:rsid w:val="00E734D7"/>
    <w:rsid w:val="00E7403C"/>
    <w:rsid w:val="00E74B98"/>
    <w:rsid w:val="00E75893"/>
    <w:rsid w:val="00E75964"/>
    <w:rsid w:val="00E760A9"/>
    <w:rsid w:val="00E8187B"/>
    <w:rsid w:val="00E81F48"/>
    <w:rsid w:val="00E8269D"/>
    <w:rsid w:val="00E82E34"/>
    <w:rsid w:val="00E83BE8"/>
    <w:rsid w:val="00E8475B"/>
    <w:rsid w:val="00E85659"/>
    <w:rsid w:val="00E856AC"/>
    <w:rsid w:val="00E8622C"/>
    <w:rsid w:val="00E868E4"/>
    <w:rsid w:val="00E86CD0"/>
    <w:rsid w:val="00E90327"/>
    <w:rsid w:val="00E90C51"/>
    <w:rsid w:val="00E922C2"/>
    <w:rsid w:val="00E9296B"/>
    <w:rsid w:val="00E92C79"/>
    <w:rsid w:val="00E935DF"/>
    <w:rsid w:val="00E93896"/>
    <w:rsid w:val="00E96DD4"/>
    <w:rsid w:val="00EA01EA"/>
    <w:rsid w:val="00EA054F"/>
    <w:rsid w:val="00EA1D2B"/>
    <w:rsid w:val="00EA1F1F"/>
    <w:rsid w:val="00EA226A"/>
    <w:rsid w:val="00EA3600"/>
    <w:rsid w:val="00EA5E87"/>
    <w:rsid w:val="00EA61BC"/>
    <w:rsid w:val="00EA628C"/>
    <w:rsid w:val="00EB10FF"/>
    <w:rsid w:val="00EB1A09"/>
    <w:rsid w:val="00EB2EF7"/>
    <w:rsid w:val="00EB4FA1"/>
    <w:rsid w:val="00EB52A3"/>
    <w:rsid w:val="00EB55D0"/>
    <w:rsid w:val="00EB60A8"/>
    <w:rsid w:val="00EB65BA"/>
    <w:rsid w:val="00EB712A"/>
    <w:rsid w:val="00EB74AE"/>
    <w:rsid w:val="00EB777E"/>
    <w:rsid w:val="00EC063A"/>
    <w:rsid w:val="00EC067B"/>
    <w:rsid w:val="00EC1752"/>
    <w:rsid w:val="00EC1945"/>
    <w:rsid w:val="00EC2533"/>
    <w:rsid w:val="00EC280C"/>
    <w:rsid w:val="00EC2F42"/>
    <w:rsid w:val="00EC31D7"/>
    <w:rsid w:val="00EC331A"/>
    <w:rsid w:val="00EC3ACF"/>
    <w:rsid w:val="00EC59FC"/>
    <w:rsid w:val="00ED00F3"/>
    <w:rsid w:val="00ED01C4"/>
    <w:rsid w:val="00ED02A1"/>
    <w:rsid w:val="00ED055B"/>
    <w:rsid w:val="00ED08BC"/>
    <w:rsid w:val="00ED116D"/>
    <w:rsid w:val="00ED12F5"/>
    <w:rsid w:val="00ED1335"/>
    <w:rsid w:val="00ED13A9"/>
    <w:rsid w:val="00ED19B9"/>
    <w:rsid w:val="00ED1AEE"/>
    <w:rsid w:val="00ED1F11"/>
    <w:rsid w:val="00ED2C36"/>
    <w:rsid w:val="00ED324D"/>
    <w:rsid w:val="00ED359B"/>
    <w:rsid w:val="00ED3714"/>
    <w:rsid w:val="00ED39F1"/>
    <w:rsid w:val="00ED4791"/>
    <w:rsid w:val="00ED5166"/>
    <w:rsid w:val="00ED54D5"/>
    <w:rsid w:val="00ED6616"/>
    <w:rsid w:val="00ED6FB6"/>
    <w:rsid w:val="00ED7B1F"/>
    <w:rsid w:val="00ED7C54"/>
    <w:rsid w:val="00ED7D4F"/>
    <w:rsid w:val="00EE11D8"/>
    <w:rsid w:val="00EE19C1"/>
    <w:rsid w:val="00EE1F97"/>
    <w:rsid w:val="00EE209B"/>
    <w:rsid w:val="00EE28D6"/>
    <w:rsid w:val="00EE2F32"/>
    <w:rsid w:val="00EE3938"/>
    <w:rsid w:val="00EE462B"/>
    <w:rsid w:val="00EE5150"/>
    <w:rsid w:val="00EE7FA6"/>
    <w:rsid w:val="00EF0941"/>
    <w:rsid w:val="00EF15E8"/>
    <w:rsid w:val="00EF347C"/>
    <w:rsid w:val="00EF3488"/>
    <w:rsid w:val="00EF39A9"/>
    <w:rsid w:val="00EF509E"/>
    <w:rsid w:val="00EF5D89"/>
    <w:rsid w:val="00EF6151"/>
    <w:rsid w:val="00F0030D"/>
    <w:rsid w:val="00F01278"/>
    <w:rsid w:val="00F01416"/>
    <w:rsid w:val="00F017C4"/>
    <w:rsid w:val="00F01CED"/>
    <w:rsid w:val="00F021DE"/>
    <w:rsid w:val="00F03191"/>
    <w:rsid w:val="00F05644"/>
    <w:rsid w:val="00F1089F"/>
    <w:rsid w:val="00F11198"/>
    <w:rsid w:val="00F112F8"/>
    <w:rsid w:val="00F11395"/>
    <w:rsid w:val="00F12C3D"/>
    <w:rsid w:val="00F130CC"/>
    <w:rsid w:val="00F1323B"/>
    <w:rsid w:val="00F13699"/>
    <w:rsid w:val="00F13C11"/>
    <w:rsid w:val="00F14BF0"/>
    <w:rsid w:val="00F14D57"/>
    <w:rsid w:val="00F14DF5"/>
    <w:rsid w:val="00F14E82"/>
    <w:rsid w:val="00F1537E"/>
    <w:rsid w:val="00F15DB8"/>
    <w:rsid w:val="00F16A21"/>
    <w:rsid w:val="00F175EB"/>
    <w:rsid w:val="00F20389"/>
    <w:rsid w:val="00F20906"/>
    <w:rsid w:val="00F213CC"/>
    <w:rsid w:val="00F22681"/>
    <w:rsid w:val="00F22F92"/>
    <w:rsid w:val="00F232BB"/>
    <w:rsid w:val="00F235B9"/>
    <w:rsid w:val="00F23A03"/>
    <w:rsid w:val="00F23A1B"/>
    <w:rsid w:val="00F25918"/>
    <w:rsid w:val="00F27F6C"/>
    <w:rsid w:val="00F30BC0"/>
    <w:rsid w:val="00F30DCB"/>
    <w:rsid w:val="00F31FDA"/>
    <w:rsid w:val="00F3229C"/>
    <w:rsid w:val="00F33C4B"/>
    <w:rsid w:val="00F35C16"/>
    <w:rsid w:val="00F35E9E"/>
    <w:rsid w:val="00F402A6"/>
    <w:rsid w:val="00F404CA"/>
    <w:rsid w:val="00F40C13"/>
    <w:rsid w:val="00F40CA0"/>
    <w:rsid w:val="00F41A75"/>
    <w:rsid w:val="00F41DE6"/>
    <w:rsid w:val="00F42435"/>
    <w:rsid w:val="00F463A9"/>
    <w:rsid w:val="00F47B55"/>
    <w:rsid w:val="00F47EB4"/>
    <w:rsid w:val="00F53959"/>
    <w:rsid w:val="00F540B2"/>
    <w:rsid w:val="00F560F5"/>
    <w:rsid w:val="00F62169"/>
    <w:rsid w:val="00F62B90"/>
    <w:rsid w:val="00F63EC5"/>
    <w:rsid w:val="00F6692B"/>
    <w:rsid w:val="00F67841"/>
    <w:rsid w:val="00F70FF9"/>
    <w:rsid w:val="00F71FA6"/>
    <w:rsid w:val="00F72497"/>
    <w:rsid w:val="00F72633"/>
    <w:rsid w:val="00F72D8F"/>
    <w:rsid w:val="00F74093"/>
    <w:rsid w:val="00F75678"/>
    <w:rsid w:val="00F76108"/>
    <w:rsid w:val="00F76F0A"/>
    <w:rsid w:val="00F7718A"/>
    <w:rsid w:val="00F772FB"/>
    <w:rsid w:val="00F776A1"/>
    <w:rsid w:val="00F77F29"/>
    <w:rsid w:val="00F80644"/>
    <w:rsid w:val="00F80E53"/>
    <w:rsid w:val="00F81547"/>
    <w:rsid w:val="00F81B80"/>
    <w:rsid w:val="00F81FE3"/>
    <w:rsid w:val="00F8264B"/>
    <w:rsid w:val="00F82C00"/>
    <w:rsid w:val="00F835EF"/>
    <w:rsid w:val="00F837EF"/>
    <w:rsid w:val="00F843FB"/>
    <w:rsid w:val="00F85CF0"/>
    <w:rsid w:val="00F85D84"/>
    <w:rsid w:val="00F866C4"/>
    <w:rsid w:val="00F873D6"/>
    <w:rsid w:val="00F87DC2"/>
    <w:rsid w:val="00F87F2D"/>
    <w:rsid w:val="00F90524"/>
    <w:rsid w:val="00F91363"/>
    <w:rsid w:val="00F9153A"/>
    <w:rsid w:val="00F9198C"/>
    <w:rsid w:val="00F92DD4"/>
    <w:rsid w:val="00F92FE2"/>
    <w:rsid w:val="00F933D0"/>
    <w:rsid w:val="00F942F9"/>
    <w:rsid w:val="00F96088"/>
    <w:rsid w:val="00F968E7"/>
    <w:rsid w:val="00FA0AA5"/>
    <w:rsid w:val="00FA0FEE"/>
    <w:rsid w:val="00FA1338"/>
    <w:rsid w:val="00FA17A9"/>
    <w:rsid w:val="00FA192F"/>
    <w:rsid w:val="00FA1B98"/>
    <w:rsid w:val="00FA27BC"/>
    <w:rsid w:val="00FA2D43"/>
    <w:rsid w:val="00FA3A42"/>
    <w:rsid w:val="00FA400E"/>
    <w:rsid w:val="00FA5925"/>
    <w:rsid w:val="00FA5963"/>
    <w:rsid w:val="00FA6755"/>
    <w:rsid w:val="00FA6F1B"/>
    <w:rsid w:val="00FA7427"/>
    <w:rsid w:val="00FB13AE"/>
    <w:rsid w:val="00FB163B"/>
    <w:rsid w:val="00FB19AD"/>
    <w:rsid w:val="00FB2351"/>
    <w:rsid w:val="00FB2889"/>
    <w:rsid w:val="00FB28B5"/>
    <w:rsid w:val="00FB2DDF"/>
    <w:rsid w:val="00FB58F8"/>
    <w:rsid w:val="00FB5EF0"/>
    <w:rsid w:val="00FB6B0F"/>
    <w:rsid w:val="00FB7056"/>
    <w:rsid w:val="00FC06C6"/>
    <w:rsid w:val="00FC145D"/>
    <w:rsid w:val="00FC14F7"/>
    <w:rsid w:val="00FC168C"/>
    <w:rsid w:val="00FC2A45"/>
    <w:rsid w:val="00FC38C4"/>
    <w:rsid w:val="00FC54EF"/>
    <w:rsid w:val="00FC6EF3"/>
    <w:rsid w:val="00FD0306"/>
    <w:rsid w:val="00FD1B9A"/>
    <w:rsid w:val="00FD1BCF"/>
    <w:rsid w:val="00FD2375"/>
    <w:rsid w:val="00FD281E"/>
    <w:rsid w:val="00FD3725"/>
    <w:rsid w:val="00FD64B3"/>
    <w:rsid w:val="00FE0362"/>
    <w:rsid w:val="00FE13BC"/>
    <w:rsid w:val="00FE13E6"/>
    <w:rsid w:val="00FE15BA"/>
    <w:rsid w:val="00FE2FC4"/>
    <w:rsid w:val="00FE3DE2"/>
    <w:rsid w:val="00FE48E8"/>
    <w:rsid w:val="00FE4EBC"/>
    <w:rsid w:val="00FE4EDA"/>
    <w:rsid w:val="00FE6AF5"/>
    <w:rsid w:val="00FE6EAB"/>
    <w:rsid w:val="00FE7409"/>
    <w:rsid w:val="00FE76FE"/>
    <w:rsid w:val="00FE794E"/>
    <w:rsid w:val="00FF0D43"/>
    <w:rsid w:val="00FF161B"/>
    <w:rsid w:val="00FF1AC1"/>
    <w:rsid w:val="00FF1B02"/>
    <w:rsid w:val="00FF2493"/>
    <w:rsid w:val="00FF2804"/>
    <w:rsid w:val="00FF304B"/>
    <w:rsid w:val="00FF35F1"/>
    <w:rsid w:val="00FF4B3C"/>
    <w:rsid w:val="00FF4ED0"/>
    <w:rsid w:val="00FF5558"/>
    <w:rsid w:val="00FF5B9C"/>
    <w:rsid w:val="00FF67BC"/>
    <w:rsid w:val="00FF6986"/>
    <w:rsid w:val="00FF6D25"/>
    <w:rsid w:val="00FF6EE9"/>
    <w:rsid w:val="00FF762E"/>
    <w:rsid w:val="00FF7D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3E18A6-E79B-4DE2-A007-7AAAE22C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08A"/>
    <w:pPr>
      <w:spacing w:line="264" w:lineRule="auto"/>
      <w:jc w:val="both"/>
    </w:pPr>
    <w:rPr>
      <w:rFonts w:ascii="Linux Libertine" w:eastAsiaTheme="minorHAnsi" w:hAnsi="Linux Libertine" w:cstheme="minorBidi"/>
      <w:sz w:val="18"/>
      <w:szCs w:val="22"/>
      <w:lang w:val="en-US" w:eastAsia="en-US"/>
    </w:rPr>
  </w:style>
  <w:style w:type="paragraph" w:styleId="Ttulo1">
    <w:name w:val="heading 1"/>
    <w:basedOn w:val="Normal"/>
    <w:next w:val="Normal"/>
    <w:link w:val="Ttulo1Car"/>
    <w:autoRedefine/>
    <w:uiPriority w:val="9"/>
    <w:qFormat/>
    <w:locked/>
    <w:rsid w:val="00DA0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Ttulo3">
    <w:name w:val="heading 3"/>
    <w:basedOn w:val="Normal"/>
    <w:next w:val="Normal"/>
    <w:link w:val="Ttulo3Car"/>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Ttulo4">
    <w:name w:val="heading 4"/>
    <w:basedOn w:val="Normal"/>
    <w:next w:val="Normal"/>
    <w:link w:val="Ttulo4Car"/>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Ttulo5">
    <w:name w:val="heading 5"/>
    <w:basedOn w:val="Normal"/>
    <w:next w:val="Normal"/>
    <w:link w:val="Ttulo5Car"/>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Ttulo6">
    <w:name w:val="heading 6"/>
    <w:basedOn w:val="Normal"/>
    <w:next w:val="Normal"/>
    <w:link w:val="Ttulo6Car"/>
    <w:unhideWhenUsed/>
    <w:qFormat/>
    <w:locked/>
    <w:rsid w:val="00DA041E"/>
    <w:pPr>
      <w:keepNext/>
      <w:numPr>
        <w:ilvl w:val="5"/>
        <w:numId w:val="34"/>
      </w:numPr>
      <w:spacing w:after="240"/>
      <w:outlineLvl w:val="5"/>
    </w:pPr>
    <w:rPr>
      <w:rFonts w:ascii="Times New Roman" w:eastAsia="Times New Roman" w:hAnsi="Times New Roman"/>
      <w:bCs/>
      <w:sz w:val="24"/>
      <w:lang w:val="en-GB" w:bidi="ar-DZ"/>
    </w:rPr>
  </w:style>
  <w:style w:type="paragraph" w:styleId="Ttulo7">
    <w:name w:val="heading 7"/>
    <w:basedOn w:val="Normal"/>
    <w:next w:val="Normal"/>
    <w:link w:val="Ttulo7Car"/>
    <w:unhideWhenUsed/>
    <w:qFormat/>
    <w:locked/>
    <w:rsid w:val="00DA041E"/>
    <w:pPr>
      <w:keepNext/>
      <w:numPr>
        <w:ilvl w:val="6"/>
        <w:numId w:val="34"/>
      </w:numPr>
      <w:spacing w:after="240"/>
      <w:outlineLvl w:val="6"/>
    </w:pPr>
    <w:rPr>
      <w:rFonts w:ascii="Times New Roman" w:eastAsia="Times New Roman" w:hAnsi="Times New Roman"/>
      <w:b/>
      <w:sz w:val="24"/>
      <w:szCs w:val="24"/>
      <w:lang w:val="en-GB" w:bidi="ar-DZ"/>
    </w:rPr>
  </w:style>
  <w:style w:type="paragraph" w:styleId="Ttulo8">
    <w:name w:val="heading 8"/>
    <w:basedOn w:val="Normal"/>
    <w:next w:val="Normal"/>
    <w:link w:val="Ttulo8Car"/>
    <w:unhideWhenUsed/>
    <w:qFormat/>
    <w:locked/>
    <w:rsid w:val="00DA041E"/>
    <w:pPr>
      <w:keepNext/>
      <w:numPr>
        <w:ilvl w:val="7"/>
        <w:numId w:val="34"/>
      </w:numPr>
      <w:spacing w:after="240"/>
      <w:outlineLvl w:val="7"/>
    </w:pPr>
    <w:rPr>
      <w:rFonts w:ascii="Times New Roman" w:eastAsia="Times New Roman" w:hAnsi="Times New Roman"/>
      <w:b/>
      <w:i/>
      <w:iCs/>
      <w:sz w:val="24"/>
      <w:szCs w:val="24"/>
      <w:lang w:val="en-GB" w:bidi="ar-DZ"/>
    </w:rPr>
  </w:style>
  <w:style w:type="paragraph" w:styleId="Ttulo9">
    <w:name w:val="heading 9"/>
    <w:basedOn w:val="Normal"/>
    <w:next w:val="Normal"/>
    <w:link w:val="Ttulo9Car"/>
    <w:unhideWhenUsed/>
    <w:qFormat/>
    <w:locked/>
    <w:rsid w:val="00DA041E"/>
    <w:pPr>
      <w:keepNext/>
      <w:numPr>
        <w:ilvl w:val="8"/>
        <w:numId w:val="34"/>
      </w:numPr>
      <w:spacing w:after="240"/>
      <w:outlineLvl w:val="8"/>
    </w:pPr>
    <w:rPr>
      <w:rFonts w:ascii="Times New Roman" w:eastAsia="Times New Roman" w:hAnsi="Times New Roman" w:cs="Arial"/>
      <w:i/>
      <w:sz w:val="24"/>
      <w:lang w:val="en-GB" w:bidi="ar-DZ"/>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rsid w:val="00DA041E"/>
    <w:rPr>
      <w:rFonts w:ascii="Tahoma" w:hAnsi="Tahoma" w:cs="Tahoma"/>
      <w:sz w:val="16"/>
      <w:szCs w:val="16"/>
    </w:rPr>
  </w:style>
  <w:style w:type="character" w:customStyle="1" w:styleId="TextodegloboCar">
    <w:name w:val="Texto de globo Car"/>
    <w:basedOn w:val="Fuentedeprrafopredeter"/>
    <w:link w:val="Textodeglobo"/>
    <w:semiHidden/>
    <w:locked/>
    <w:rsid w:val="00DA041E"/>
    <w:rPr>
      <w:rFonts w:ascii="Tahoma" w:eastAsiaTheme="minorHAnsi" w:hAnsi="Tahoma" w:cs="Tahoma"/>
      <w:sz w:val="16"/>
      <w:szCs w:val="16"/>
      <w:lang w:val="en-US" w:eastAsia="en-US"/>
    </w:rPr>
  </w:style>
  <w:style w:type="paragraph" w:styleId="Encabezado">
    <w:name w:val="header"/>
    <w:basedOn w:val="Normal"/>
    <w:link w:val="EncabezadoCar"/>
    <w:semiHidden/>
    <w:rsid w:val="00DA041E"/>
    <w:pPr>
      <w:tabs>
        <w:tab w:val="center" w:pos="4320"/>
        <w:tab w:val="right" w:pos="8640"/>
      </w:tabs>
    </w:pPr>
  </w:style>
  <w:style w:type="character" w:customStyle="1" w:styleId="EncabezadoCar">
    <w:name w:val="Encabezado Car"/>
    <w:basedOn w:val="Fuentedeprrafopredeter"/>
    <w:link w:val="Encabezado"/>
    <w:semiHidden/>
    <w:locked/>
    <w:rsid w:val="00DA041E"/>
    <w:rPr>
      <w:rFonts w:ascii="Linux Libertine" w:eastAsiaTheme="minorHAnsi" w:hAnsi="Linux Libertine" w:cstheme="minorBidi"/>
      <w:sz w:val="18"/>
      <w:szCs w:val="22"/>
      <w:lang w:val="en-US" w:eastAsia="en-US"/>
    </w:rPr>
  </w:style>
  <w:style w:type="paragraph" w:styleId="Piedepgina">
    <w:name w:val="footer"/>
    <w:basedOn w:val="Normal"/>
    <w:link w:val="PiedepginaCar"/>
    <w:rsid w:val="00DA041E"/>
    <w:pPr>
      <w:tabs>
        <w:tab w:val="center" w:pos="4320"/>
        <w:tab w:val="right" w:pos="8640"/>
      </w:tabs>
    </w:pPr>
  </w:style>
  <w:style w:type="character" w:customStyle="1" w:styleId="PiedepginaCar">
    <w:name w:val="Pie de página Car"/>
    <w:basedOn w:val="Fuentedeprrafopredeter"/>
    <w:link w:val="Piedepgina"/>
    <w:locked/>
    <w:rsid w:val="00DA041E"/>
    <w:rPr>
      <w:rFonts w:ascii="Linux Libertine" w:eastAsiaTheme="minorHAnsi" w:hAnsi="Linux Libertine" w:cstheme="minorBidi"/>
      <w:sz w:val="18"/>
      <w:szCs w:val="22"/>
      <w:lang w:val="en-US" w:eastAsia="en-US"/>
    </w:rPr>
  </w:style>
  <w:style w:type="paragraph" w:styleId="Textonotaalfinal">
    <w:name w:val="endnote text"/>
    <w:basedOn w:val="Normal"/>
    <w:link w:val="TextonotaalfinalCar"/>
    <w:uiPriority w:val="99"/>
    <w:unhideWhenUsed/>
    <w:rsid w:val="00DA041E"/>
    <w:rPr>
      <w:sz w:val="20"/>
      <w:szCs w:val="20"/>
    </w:rPr>
  </w:style>
  <w:style w:type="character" w:customStyle="1" w:styleId="TextonotaalfinalCar">
    <w:name w:val="Texto nota al final Car"/>
    <w:basedOn w:val="Fuentedeprrafopredeter"/>
    <w:link w:val="Textonotaalfinal"/>
    <w:uiPriority w:val="99"/>
    <w:locked/>
    <w:rsid w:val="00DA041E"/>
    <w:rPr>
      <w:rFonts w:ascii="Linux Libertine" w:eastAsiaTheme="minorHAnsi" w:hAnsi="Linux Libertine" w:cstheme="minorBidi"/>
      <w:lang w:val="en-US" w:eastAsia="en-US"/>
    </w:rPr>
  </w:style>
  <w:style w:type="character" w:styleId="Refdenotaalfinal">
    <w:name w:val="endnote reference"/>
    <w:basedOn w:val="Fuentedeprrafopredeter"/>
    <w:uiPriority w:val="99"/>
    <w:unhideWhenUsed/>
    <w:rsid w:val="00DA041E"/>
    <w:rPr>
      <w:vertAlign w:val="superscript"/>
    </w:rPr>
  </w:style>
  <w:style w:type="table" w:styleId="Tablaconcuadrcula">
    <w:name w:val="Table Grid"/>
    <w:basedOn w:val="Tablanormal"/>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uiPriority w:val="20"/>
    <w:qFormat/>
    <w:locked/>
    <w:rsid w:val="00466B55"/>
    <w:rPr>
      <w:i/>
      <w:iCs/>
    </w:rPr>
  </w:style>
  <w:style w:type="character" w:styleId="Hipervnculo">
    <w:name w:val="Hyperlink"/>
    <w:basedOn w:val="Fuentedeprrafopredeter"/>
    <w:uiPriority w:val="99"/>
    <w:unhideWhenUsed/>
    <w:rsid w:val="00DA041E"/>
    <w:rPr>
      <w:color w:val="0000FF" w:themeColor="hyperlink"/>
      <w:u w:val="single"/>
    </w:rPr>
  </w:style>
  <w:style w:type="character" w:styleId="Hipervnculovisitado">
    <w:name w:val="FollowedHyperlink"/>
    <w:basedOn w:val="Fuentedeprrafopredeter"/>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NormalWeb">
    <w:name w:val="Normal (Web)"/>
    <w:basedOn w:val="Normal"/>
    <w:uiPriority w:val="99"/>
    <w:unhideWhenUsed/>
    <w:rsid w:val="006C7EC9"/>
    <w:pPr>
      <w:spacing w:before="100" w:beforeAutospacing="1" w:after="100" w:afterAutospacing="1"/>
    </w:pPr>
    <w:rPr>
      <w:rFonts w:eastAsia="Times New Roman"/>
    </w:r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Refdecomentario">
    <w:name w:val="annotation reference"/>
    <w:basedOn w:val="Fuentedeprrafopredeter"/>
    <w:rsid w:val="00DA041E"/>
    <w:rPr>
      <w:sz w:val="16"/>
      <w:szCs w:val="16"/>
    </w:rPr>
  </w:style>
  <w:style w:type="paragraph" w:styleId="Textocomentario">
    <w:name w:val="annotation text"/>
    <w:basedOn w:val="Normal"/>
    <w:link w:val="TextocomentarioCar"/>
    <w:rsid w:val="00DA041E"/>
    <w:rPr>
      <w:sz w:val="20"/>
    </w:rPr>
  </w:style>
  <w:style w:type="character" w:customStyle="1" w:styleId="TextocomentarioCar">
    <w:name w:val="Texto comentario Car"/>
    <w:basedOn w:val="Fuentedeprrafopredeter"/>
    <w:link w:val="Textocomentario"/>
    <w:rsid w:val="00DA041E"/>
    <w:rPr>
      <w:rFonts w:ascii="Linux Libertine" w:eastAsiaTheme="minorHAnsi" w:hAnsi="Linux Libertine" w:cstheme="minorBidi"/>
      <w:szCs w:val="22"/>
      <w:lang w:val="en-US" w:eastAsia="en-US"/>
    </w:rPr>
  </w:style>
  <w:style w:type="paragraph" w:styleId="Asuntodelcomentario">
    <w:name w:val="annotation subject"/>
    <w:basedOn w:val="Textocomentario"/>
    <w:next w:val="Textocomentario"/>
    <w:link w:val="AsuntodelcomentarioCar"/>
    <w:rsid w:val="00DA041E"/>
    <w:rPr>
      <w:b/>
      <w:bCs/>
    </w:rPr>
  </w:style>
  <w:style w:type="character" w:customStyle="1" w:styleId="AsuntodelcomentarioCar">
    <w:name w:val="Asunto del comentario Car"/>
    <w:basedOn w:val="TextocomentarioCar"/>
    <w:link w:val="Asuntodelcomentario"/>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Textoennegrita">
    <w:name w:val="Strong"/>
    <w:basedOn w:val="Fuentedeprrafopredeter"/>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Fuentedeprrafopredeter"/>
    <w:rsid w:val="00574B19"/>
  </w:style>
  <w:style w:type="paragraph" w:styleId="Prrafodelista">
    <w:name w:val="List Paragraph"/>
    <w:autoRedefine/>
    <w:uiPriority w:val="34"/>
    <w:qFormat/>
    <w:rsid w:val="00DA041E"/>
    <w:pPr>
      <w:spacing w:before="120" w:line="264" w:lineRule="auto"/>
      <w:ind w:left="360"/>
      <w:contextualSpacing/>
      <w:jc w:val="both"/>
    </w:pPr>
    <w:rPr>
      <w:rFonts w:ascii="Linux Libertine" w:eastAsiaTheme="minorHAnsi" w:hAnsi="Linux Libertine" w:cs="Linux Libertine"/>
      <w:sz w:val="18"/>
      <w:szCs w:val="22"/>
      <w:lang w:val="en-US" w:eastAsia="en-US"/>
    </w:rPr>
  </w:style>
  <w:style w:type="character" w:customStyle="1" w:styleId="Ttulo1Car">
    <w:name w:val="Título 1 Car"/>
    <w:basedOn w:val="Fuentedeprrafopredeter"/>
    <w:link w:val="Ttulo1"/>
    <w:uiPriority w:val="9"/>
    <w:rsid w:val="00DA041E"/>
    <w:rPr>
      <w:rFonts w:asciiTheme="majorHAnsi" w:eastAsiaTheme="majorEastAsia" w:hAnsiTheme="majorHAnsi" w:cstheme="majorBidi"/>
      <w:b/>
      <w:bCs/>
      <w:color w:val="365F91" w:themeColor="accent1" w:themeShade="BF"/>
      <w:sz w:val="28"/>
      <w:szCs w:val="28"/>
      <w:lang w:val="en-US" w:eastAsia="en-US"/>
    </w:rPr>
  </w:style>
  <w:style w:type="character" w:customStyle="1" w:styleId="Ttulo2Car">
    <w:name w:val="Título 2 Car"/>
    <w:basedOn w:val="Fuentedeprrafopredeter"/>
    <w:link w:val="Ttulo2"/>
    <w:uiPriority w:val="9"/>
    <w:rsid w:val="00DA041E"/>
    <w:rPr>
      <w:rFonts w:asciiTheme="majorHAnsi" w:eastAsiaTheme="majorEastAsia" w:hAnsiTheme="majorHAnsi" w:cstheme="majorBidi"/>
      <w:b/>
      <w:bCs/>
      <w:color w:val="0070C0"/>
      <w:sz w:val="26"/>
      <w:szCs w:val="26"/>
      <w:lang w:val="en-US" w:eastAsia="en-US"/>
    </w:rPr>
  </w:style>
  <w:style w:type="character" w:customStyle="1" w:styleId="Ttulo3Car">
    <w:name w:val="Título 3 Car"/>
    <w:basedOn w:val="Fuentedeprrafopredeter"/>
    <w:link w:val="Ttulo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Ttulo4Car">
    <w:name w:val="Título 4 Car"/>
    <w:basedOn w:val="Fuentedeprrafopredeter"/>
    <w:link w:val="Ttulo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Ttulo5Car">
    <w:name w:val="Título 5 Car"/>
    <w:basedOn w:val="Fuentedeprrafopredeter"/>
    <w:link w:val="Ttulo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Ttulo6Car">
    <w:name w:val="Título 6 Car"/>
    <w:basedOn w:val="Fuentedeprrafopredeter"/>
    <w:link w:val="Ttulo6"/>
    <w:rsid w:val="00DA041E"/>
    <w:rPr>
      <w:rFonts w:ascii="Times New Roman" w:eastAsia="Times New Roman" w:hAnsi="Times New Roman" w:cstheme="minorBidi"/>
      <w:bCs/>
      <w:sz w:val="24"/>
      <w:szCs w:val="22"/>
      <w:lang w:val="en-GB" w:eastAsia="en-US" w:bidi="ar-DZ"/>
    </w:rPr>
  </w:style>
  <w:style w:type="character" w:customStyle="1" w:styleId="Ttulo7Car">
    <w:name w:val="Título 7 Car"/>
    <w:basedOn w:val="Fuentedeprrafopredeter"/>
    <w:link w:val="Ttulo7"/>
    <w:rsid w:val="00DA041E"/>
    <w:rPr>
      <w:rFonts w:ascii="Times New Roman" w:eastAsia="Times New Roman" w:hAnsi="Times New Roman" w:cstheme="minorBidi"/>
      <w:b/>
      <w:sz w:val="24"/>
      <w:szCs w:val="24"/>
      <w:lang w:val="en-GB" w:eastAsia="en-US" w:bidi="ar-DZ"/>
    </w:rPr>
  </w:style>
  <w:style w:type="character" w:customStyle="1" w:styleId="Ttulo8Car">
    <w:name w:val="Título 8 Car"/>
    <w:basedOn w:val="Fuentedeprrafopredeter"/>
    <w:link w:val="Ttulo8"/>
    <w:rsid w:val="00DA041E"/>
    <w:rPr>
      <w:rFonts w:ascii="Times New Roman" w:eastAsia="Times New Roman" w:hAnsi="Times New Roman" w:cstheme="minorBidi"/>
      <w:b/>
      <w:i/>
      <w:iCs/>
      <w:sz w:val="24"/>
      <w:szCs w:val="24"/>
      <w:lang w:val="en-GB" w:eastAsia="en-US" w:bidi="ar-DZ"/>
    </w:rPr>
  </w:style>
  <w:style w:type="character" w:customStyle="1" w:styleId="Ttulo9Car">
    <w:name w:val="Título 9 Car"/>
    <w:basedOn w:val="Fuentedeprrafopredeter"/>
    <w:link w:val="Ttulo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Fuentedeprrafopredeter"/>
    <w:uiPriority w:val="1"/>
    <w:qFormat/>
    <w:rsid w:val="00DA041E"/>
    <w:rPr>
      <w:color w:val="auto"/>
      <w:bdr w:val="none" w:sz="0" w:space="0" w:color="auto"/>
      <w:shd w:val="clear" w:color="auto" w:fill="auto"/>
    </w:rPr>
  </w:style>
  <w:style w:type="character" w:styleId="Refdenotaalpie">
    <w:name w:val="footnote reference"/>
    <w:basedOn w:val="Fuentedeprrafopredeter"/>
    <w:uiPriority w:val="99"/>
    <w:unhideWhenUsed/>
    <w:rsid w:val="00DA041E"/>
    <w:rPr>
      <w:vertAlign w:val="superscript"/>
    </w:rPr>
  </w:style>
  <w:style w:type="paragraph" w:customStyle="1" w:styleId="Head1">
    <w:name w:val="Head1"/>
    <w:autoRedefine/>
    <w:qFormat/>
    <w:rsid w:val="00FF7D7B"/>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DA041E"/>
    <w:pPr>
      <w:spacing w:before="180" w:after="80"/>
      <w:ind w:left="440" w:hanging="440"/>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DA041E"/>
    <w:pPr>
      <w:spacing w:before="120"/>
    </w:pPr>
    <w:rPr>
      <w:rFonts w:cs="Linux Libertine"/>
    </w:rPr>
  </w:style>
  <w:style w:type="paragraph" w:customStyle="1" w:styleId="Titledocument">
    <w:name w:val="Title_document"/>
    <w:link w:val="TitledocumentCar"/>
    <w:autoRedefine/>
    <w:qFormat/>
    <w:rsid w:val="00DA041E"/>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DA041E"/>
    <w:rPr>
      <w:rFonts w:ascii="Courier New" w:eastAsia="Arial Unicode MS" w:hAnsi="Courier New" w:cs="Times New Roman"/>
      <w:sz w:val="20"/>
      <w:szCs w:val="20"/>
    </w:rPr>
  </w:style>
  <w:style w:type="character" w:customStyle="1" w:styleId="Publisher">
    <w:name w:val="Publisher"/>
    <w:basedOn w:val="Fuentedeprrafopredeter"/>
    <w:uiPriority w:val="1"/>
    <w:qFormat/>
    <w:rsid w:val="00DA041E"/>
    <w:rPr>
      <w:color w:val="auto"/>
      <w:bdr w:val="none" w:sz="0" w:space="0" w:color="auto"/>
      <w:shd w:val="clear" w:color="auto" w:fill="auto"/>
    </w:rPr>
  </w:style>
  <w:style w:type="paragraph" w:styleId="Cita">
    <w:name w:val="Quote"/>
    <w:basedOn w:val="Normal"/>
    <w:next w:val="Normal"/>
    <w:link w:val="CitaCar"/>
    <w:uiPriority w:val="29"/>
    <w:qFormat/>
    <w:rsid w:val="00661B7D"/>
    <w:pPr>
      <w:ind w:left="720"/>
    </w:pPr>
    <w:rPr>
      <w:iCs/>
      <w:color w:val="000000" w:themeColor="text1"/>
    </w:rPr>
  </w:style>
  <w:style w:type="character" w:customStyle="1" w:styleId="CitaCar">
    <w:name w:val="Cita Car"/>
    <w:basedOn w:val="Fuentedeprrafopredeter"/>
    <w:link w:val="Cita"/>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Fuentedeprrafopredeter"/>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Fuentedeprrafopredeter"/>
    <w:uiPriority w:val="1"/>
    <w:qFormat/>
    <w:rsid w:val="00DA041E"/>
    <w:rPr>
      <w:color w:val="auto"/>
      <w:bdr w:val="none" w:sz="0" w:space="0" w:color="auto"/>
      <w:shd w:val="clear" w:color="auto" w:fill="auto"/>
    </w:rPr>
  </w:style>
  <w:style w:type="character" w:customStyle="1" w:styleId="Pages">
    <w:name w:val="Pages"/>
    <w:basedOn w:val="Fuentedeprrafopredeter"/>
    <w:uiPriority w:val="1"/>
    <w:qFormat/>
    <w:rsid w:val="00DA041E"/>
    <w:rPr>
      <w:color w:val="auto"/>
      <w:bdr w:val="none" w:sz="0" w:space="0" w:color="auto"/>
      <w:shd w:val="clear" w:color="auto" w:fill="auto"/>
    </w:rPr>
  </w:style>
  <w:style w:type="character" w:customStyle="1" w:styleId="Degree">
    <w:name w:val="Degree"/>
    <w:basedOn w:val="Fuentedeprrafopredeter"/>
    <w:uiPriority w:val="1"/>
    <w:qFormat/>
    <w:rsid w:val="00DA041E"/>
    <w:rPr>
      <w:color w:val="auto"/>
      <w:bdr w:val="none" w:sz="0" w:space="0" w:color="auto"/>
      <w:shd w:val="clear" w:color="auto" w:fill="auto"/>
    </w:rPr>
  </w:style>
  <w:style w:type="character" w:customStyle="1" w:styleId="Role">
    <w:name w:val="Role"/>
    <w:basedOn w:val="Fuentedeprrafopredeter"/>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Fuentedeprrafopredeter"/>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Fuentedeprrafopredeter"/>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Fuentedeprrafopredeter"/>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Fuentedeprrafopredeter"/>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Fuentedeprrafopredeter"/>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Fuentedeprrafopredeter"/>
    <w:uiPriority w:val="1"/>
    <w:qFormat/>
    <w:rsid w:val="00DA041E"/>
    <w:rPr>
      <w:color w:val="8064A2" w:themeColor="accent4"/>
    </w:rPr>
  </w:style>
  <w:style w:type="paragraph" w:customStyle="1" w:styleId="Authors">
    <w:name w:val="Authors"/>
    <w:link w:val="AuthorsChar"/>
    <w:autoRedefine/>
    <w:qFormat/>
    <w:rsid w:val="002234D4"/>
    <w:pPr>
      <w:spacing w:before="120" w:after="120"/>
      <w:jc w:val="center"/>
    </w:pPr>
    <w:rPr>
      <w:rFonts w:ascii="Linux Biolinum" w:eastAsiaTheme="minorHAnsi" w:hAnsi="Linux Biolinum" w:cs="Linux Biolinum"/>
      <w:sz w:val="24"/>
      <w:szCs w:val="22"/>
      <w:lang w:val="en-US" w:eastAsia="en-US"/>
    </w:rPr>
  </w:style>
  <w:style w:type="character" w:customStyle="1" w:styleId="AuthorsChar">
    <w:name w:val="Authors Char"/>
    <w:basedOn w:val="Fuentedeprrafopredeter"/>
    <w:link w:val="Authors"/>
    <w:rsid w:val="002234D4"/>
    <w:rPr>
      <w:rFonts w:ascii="Linux Biolinum" w:eastAsiaTheme="minorHAnsi" w:hAnsi="Linux Biolinum" w:cs="Linux Biolinum"/>
      <w:sz w:val="24"/>
      <w:szCs w:val="22"/>
      <w:lang w:val="en-US" w:eastAsia="en-US"/>
    </w:rPr>
  </w:style>
  <w:style w:type="character" w:customStyle="1" w:styleId="BookTitle">
    <w:name w:val="BookTitle"/>
    <w:basedOn w:val="Fuentedeprrafopredeter"/>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DA041E"/>
    <w:rPr>
      <w:rFonts w:asciiTheme="majorHAnsi" w:hAnsiTheme="majorHAnsi" w:cs="Times New Roman"/>
      <w:sz w:val="24"/>
      <w:szCs w:val="24"/>
    </w:rPr>
  </w:style>
  <w:style w:type="character" w:customStyle="1" w:styleId="City">
    <w:name w:val="City"/>
    <w:basedOn w:val="Fuentedeprrafopredeter"/>
    <w:uiPriority w:val="1"/>
    <w:qFormat/>
    <w:rsid w:val="00DA041E"/>
    <w:rPr>
      <w:color w:val="auto"/>
      <w:bdr w:val="none" w:sz="0" w:space="0" w:color="auto"/>
      <w:shd w:val="clear" w:color="auto" w:fill="auto"/>
    </w:rPr>
  </w:style>
  <w:style w:type="character" w:customStyle="1" w:styleId="Collab">
    <w:name w:val="Collab"/>
    <w:basedOn w:val="Fuentedeprrafopredeter"/>
    <w:uiPriority w:val="1"/>
    <w:qFormat/>
    <w:rsid w:val="00DA041E"/>
    <w:rPr>
      <w:color w:val="auto"/>
      <w:bdr w:val="none" w:sz="0" w:space="0" w:color="auto"/>
      <w:shd w:val="clear" w:color="auto" w:fill="auto"/>
    </w:rPr>
  </w:style>
  <w:style w:type="character" w:customStyle="1" w:styleId="ConfDate">
    <w:name w:val="ConfDate"/>
    <w:basedOn w:val="Fuentedeprrafopredeter"/>
    <w:uiPriority w:val="1"/>
    <w:rsid w:val="00DA041E"/>
    <w:rPr>
      <w:rFonts w:ascii="Times New Roman" w:hAnsi="Times New Roman"/>
      <w:color w:val="FF0066"/>
      <w:sz w:val="20"/>
    </w:rPr>
  </w:style>
  <w:style w:type="character" w:customStyle="1" w:styleId="ConfLoc">
    <w:name w:val="ConfLoc"/>
    <w:basedOn w:val="Fuentedeprrafopredeter"/>
    <w:uiPriority w:val="1"/>
    <w:rsid w:val="00DA041E"/>
    <w:rPr>
      <w:color w:val="003300"/>
      <w:bdr w:val="none" w:sz="0" w:space="0" w:color="auto"/>
      <w:shd w:val="clear" w:color="auto" w:fill="9999FF"/>
    </w:rPr>
  </w:style>
  <w:style w:type="character" w:customStyle="1" w:styleId="ConfName">
    <w:name w:val="ConfName"/>
    <w:basedOn w:val="Fuentedeprrafopredeter"/>
    <w:uiPriority w:val="1"/>
    <w:qFormat/>
    <w:rsid w:val="00DA041E"/>
    <w:rPr>
      <w:color w:val="15BDBD"/>
    </w:rPr>
  </w:style>
  <w:style w:type="paragraph" w:customStyle="1" w:styleId="Correspondence">
    <w:name w:val="Correspondence"/>
    <w:basedOn w:val="Normal"/>
    <w:link w:val="CorrespondenceChar"/>
    <w:autoRedefine/>
    <w:qFormat/>
    <w:rsid w:val="00DA041E"/>
    <w:rPr>
      <w:color w:val="215868" w:themeColor="accent5" w:themeShade="80"/>
    </w:rPr>
  </w:style>
  <w:style w:type="character" w:customStyle="1" w:styleId="CorrespondenceChar">
    <w:name w:val="Correspondence Char"/>
    <w:basedOn w:val="Fuentedeprrafopredeter"/>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Fuentedeprrafopredeter"/>
    <w:uiPriority w:val="1"/>
    <w:qFormat/>
    <w:rsid w:val="00DA041E"/>
    <w:rPr>
      <w:color w:val="auto"/>
      <w:bdr w:val="none" w:sz="0" w:space="0" w:color="auto"/>
      <w:shd w:val="clear" w:color="auto" w:fill="auto"/>
    </w:rPr>
  </w:style>
  <w:style w:type="paragraph" w:customStyle="1" w:styleId="DefItem">
    <w:name w:val="DefItem"/>
    <w:basedOn w:val="Normal"/>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Fuentedeprrafopredeter"/>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Fuentedeprrafopredeter"/>
    <w:uiPriority w:val="1"/>
    <w:qFormat/>
    <w:rsid w:val="00DA041E"/>
    <w:rPr>
      <w:color w:val="auto"/>
      <w:bdr w:val="none" w:sz="0" w:space="0" w:color="auto"/>
      <w:shd w:val="clear" w:color="auto" w:fill="auto"/>
    </w:rPr>
  </w:style>
  <w:style w:type="character" w:customStyle="1" w:styleId="Edition">
    <w:name w:val="Edition"/>
    <w:basedOn w:val="Fuentedeprrafopredeter"/>
    <w:uiPriority w:val="1"/>
    <w:qFormat/>
    <w:rsid w:val="00DA041E"/>
    <w:rPr>
      <w:color w:val="auto"/>
      <w:bdr w:val="none" w:sz="0" w:space="0" w:color="auto"/>
      <w:shd w:val="clear" w:color="auto" w:fill="auto"/>
    </w:rPr>
  </w:style>
  <w:style w:type="character" w:customStyle="1" w:styleId="EdSurname">
    <w:name w:val="EdSurname"/>
    <w:basedOn w:val="Fuentedeprrafopredeter"/>
    <w:uiPriority w:val="1"/>
    <w:qFormat/>
    <w:rsid w:val="00DA041E"/>
    <w:rPr>
      <w:color w:val="auto"/>
      <w:bdr w:val="none" w:sz="0" w:space="0" w:color="auto"/>
      <w:shd w:val="clear" w:color="auto" w:fill="auto"/>
    </w:rPr>
  </w:style>
  <w:style w:type="character" w:customStyle="1" w:styleId="Email">
    <w:name w:val="Email"/>
    <w:basedOn w:val="Fuentedeprrafopredeter"/>
    <w:uiPriority w:val="1"/>
    <w:qFormat/>
    <w:rsid w:val="00DA041E"/>
    <w:rPr>
      <w:color w:val="0808B8"/>
    </w:rPr>
  </w:style>
  <w:style w:type="character" w:customStyle="1" w:styleId="Fax">
    <w:name w:val="Fax"/>
    <w:basedOn w:val="Fuentedeprrafopredeter"/>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Fuentedeprrafopredeter"/>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Fuentedeprrafopredeter"/>
    <w:uiPriority w:val="1"/>
    <w:qFormat/>
    <w:rsid w:val="00DA041E"/>
    <w:rPr>
      <w:color w:val="auto"/>
      <w:bdr w:val="none" w:sz="0" w:space="0" w:color="auto"/>
      <w:shd w:val="clear" w:color="auto" w:fill="auto"/>
    </w:rPr>
  </w:style>
  <w:style w:type="character" w:customStyle="1" w:styleId="focus">
    <w:name w:val="focus"/>
    <w:basedOn w:val="Fuentedeprrafopredeter"/>
    <w:rsid w:val="00DA041E"/>
  </w:style>
  <w:style w:type="character" w:customStyle="1" w:styleId="FundAgency">
    <w:name w:val="FundAgency"/>
    <w:basedOn w:val="Fuentedeprrafopredeter"/>
    <w:uiPriority w:val="1"/>
    <w:qFormat/>
    <w:rsid w:val="00661B7D"/>
    <w:rPr>
      <w:color w:val="666699"/>
    </w:rPr>
  </w:style>
  <w:style w:type="character" w:customStyle="1" w:styleId="FundNumber">
    <w:name w:val="FundNumber"/>
    <w:basedOn w:val="Fuentedeprrafopredeter"/>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Fuentedeprrafopredeter"/>
    <w:uiPriority w:val="1"/>
    <w:qFormat/>
    <w:rsid w:val="00DA041E"/>
    <w:rPr>
      <w:color w:val="auto"/>
      <w:bdr w:val="none" w:sz="0" w:space="0" w:color="auto"/>
      <w:shd w:val="clear" w:color="auto" w:fill="auto"/>
    </w:rPr>
  </w:style>
  <w:style w:type="character" w:customStyle="1" w:styleId="JournalTitle">
    <w:name w:val="JournalTitle"/>
    <w:basedOn w:val="Fuentedeprrafopredeter"/>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DA041E"/>
    <w:pPr>
      <w:spacing w:before="60" w:after="60"/>
    </w:pPr>
  </w:style>
  <w:style w:type="character" w:customStyle="1" w:styleId="Label">
    <w:name w:val="Label"/>
    <w:basedOn w:val="Fuentedeprrafopredeter"/>
    <w:uiPriority w:val="1"/>
    <w:qFormat/>
    <w:rsid w:val="00DA041E"/>
    <w:rPr>
      <w:rFonts w:ascii="Linux Biolinum" w:hAnsi="Linux Biolinum"/>
      <w:b/>
      <w:color w:val="auto"/>
      <w:sz w:val="18"/>
    </w:rPr>
  </w:style>
  <w:style w:type="character" w:customStyle="1" w:styleId="MiscDate">
    <w:name w:val="MiscDate"/>
    <w:basedOn w:val="Fuentedeprrafopredeter"/>
    <w:uiPriority w:val="1"/>
    <w:qFormat/>
    <w:rsid w:val="00DA041E"/>
    <w:rPr>
      <w:color w:val="7030A0"/>
    </w:rPr>
  </w:style>
  <w:style w:type="character" w:customStyle="1" w:styleId="name-alternative">
    <w:name w:val="name-alternative"/>
    <w:basedOn w:val="Fuentedeprrafopredeter"/>
    <w:uiPriority w:val="1"/>
    <w:qFormat/>
    <w:rsid w:val="00DA041E"/>
    <w:rPr>
      <w:color w:val="0D0D0D" w:themeColor="text1" w:themeTint="F2"/>
    </w:rPr>
  </w:style>
  <w:style w:type="paragraph" w:customStyle="1" w:styleId="NomenclatureHead">
    <w:name w:val="NomenclatureHead"/>
    <w:basedOn w:val="Normal"/>
    <w:qFormat/>
    <w:rsid w:val="00DA041E"/>
    <w:rPr>
      <w:rFonts w:asciiTheme="majorHAnsi" w:hAnsiTheme="majorHAnsi"/>
      <w:color w:val="943634" w:themeColor="accent2" w:themeShade="BF"/>
      <w:sz w:val="28"/>
    </w:rPr>
  </w:style>
  <w:style w:type="character" w:customStyle="1" w:styleId="OrgDiv">
    <w:name w:val="OrgDiv"/>
    <w:basedOn w:val="Fuentedeprrafopredeter"/>
    <w:uiPriority w:val="1"/>
    <w:qFormat/>
    <w:rsid w:val="00DA041E"/>
    <w:rPr>
      <w:color w:val="548DD4" w:themeColor="text2" w:themeTint="99"/>
    </w:rPr>
  </w:style>
  <w:style w:type="character" w:customStyle="1" w:styleId="OrgName">
    <w:name w:val="OrgName"/>
    <w:basedOn w:val="Fuentedeprrafopredeter"/>
    <w:uiPriority w:val="1"/>
    <w:qFormat/>
    <w:rsid w:val="00DA041E"/>
    <w:rPr>
      <w:color w:val="17365D" w:themeColor="text2" w:themeShade="BF"/>
    </w:rPr>
  </w:style>
  <w:style w:type="paragraph" w:customStyle="1" w:styleId="Para">
    <w:name w:val="Para"/>
    <w:autoRedefine/>
    <w:qFormat/>
    <w:rsid w:val="0092215E"/>
    <w:pPr>
      <w:spacing w:line="264" w:lineRule="auto"/>
      <w:jc w:val="both"/>
    </w:pPr>
    <w:rPr>
      <w:rFonts w:ascii="Linux Libertine" w:eastAsiaTheme="minorHAnsi" w:hAnsi="Linux Libertine" w:cstheme="minorBidi"/>
      <w:sz w:val="18"/>
      <w:szCs w:val="22"/>
      <w:lang w:val="en-US" w:eastAsia="en-US"/>
    </w:rPr>
  </w:style>
  <w:style w:type="character" w:customStyle="1" w:styleId="PatentNum">
    <w:name w:val="PatentNum"/>
    <w:basedOn w:val="Fuentedeprrafopredeter"/>
    <w:uiPriority w:val="1"/>
    <w:qFormat/>
    <w:rsid w:val="00DA041E"/>
    <w:rPr>
      <w:color w:val="0000FF"/>
    </w:rPr>
  </w:style>
  <w:style w:type="character" w:customStyle="1" w:styleId="Phone">
    <w:name w:val="Phone"/>
    <w:basedOn w:val="Fuentedeprrafopredeter"/>
    <w:uiPriority w:val="1"/>
    <w:qFormat/>
    <w:rsid w:val="00DA041E"/>
    <w:rPr>
      <w:color w:val="A0502C"/>
    </w:rPr>
  </w:style>
  <w:style w:type="character" w:customStyle="1" w:styleId="PinCode">
    <w:name w:val="PinCode"/>
    <w:basedOn w:val="Fuentedeprrafopredeter"/>
    <w:uiPriority w:val="1"/>
    <w:qFormat/>
    <w:rsid w:val="00DA041E"/>
    <w:rPr>
      <w:color w:val="808000"/>
    </w:rPr>
  </w:style>
  <w:style w:type="character" w:styleId="Textodelmarcadordeposicin">
    <w:name w:val="Placeholder Text"/>
    <w:basedOn w:val="Fuentedeprrafopredeter"/>
    <w:uiPriority w:val="99"/>
    <w:semiHidden/>
    <w:rsid w:val="00DA041E"/>
    <w:rPr>
      <w:color w:val="808080"/>
    </w:rPr>
  </w:style>
  <w:style w:type="paragraph" w:customStyle="1" w:styleId="Poem">
    <w:name w:val="Poem"/>
    <w:basedOn w:val="Normal"/>
    <w:qFormat/>
    <w:rsid w:val="00DA041E"/>
    <w:pPr>
      <w:ind w:left="1440"/>
    </w:pPr>
    <w:rPr>
      <w:color w:val="4F6228" w:themeColor="accent3" w:themeShade="80"/>
    </w:rPr>
  </w:style>
  <w:style w:type="paragraph" w:customStyle="1" w:styleId="PoemSource">
    <w:name w:val="PoemSource"/>
    <w:basedOn w:val="Normal"/>
    <w:qFormat/>
    <w:rsid w:val="00DA041E"/>
    <w:pPr>
      <w:jc w:val="right"/>
    </w:pPr>
    <w:rPr>
      <w:color w:val="4F6228" w:themeColor="accent3" w:themeShade="80"/>
    </w:rPr>
  </w:style>
  <w:style w:type="character" w:customStyle="1" w:styleId="Prefix">
    <w:name w:val="Prefix"/>
    <w:basedOn w:val="Fuentedeprrafopredeter"/>
    <w:uiPriority w:val="1"/>
    <w:qFormat/>
    <w:rsid w:val="00DA041E"/>
    <w:rPr>
      <w:color w:val="auto"/>
      <w:bdr w:val="none" w:sz="0" w:space="0" w:color="auto"/>
      <w:shd w:val="clear" w:color="auto" w:fill="auto"/>
    </w:rPr>
  </w:style>
  <w:style w:type="paragraph" w:customStyle="1" w:styleId="Source0">
    <w:name w:val="Source"/>
    <w:basedOn w:val="Normal"/>
    <w:qFormat/>
    <w:rsid w:val="00DA041E"/>
    <w:pPr>
      <w:ind w:left="720"/>
      <w:jc w:val="right"/>
    </w:pPr>
  </w:style>
  <w:style w:type="character" w:customStyle="1" w:styleId="ReceivedDate">
    <w:name w:val="ReceivedDate"/>
    <w:basedOn w:val="Fuentedeprrafopredeter"/>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Fuentedeprrafopredeter"/>
    <w:uiPriority w:val="1"/>
    <w:qFormat/>
    <w:rsid w:val="00DA041E"/>
    <w:rPr>
      <w:color w:val="auto"/>
      <w:bdr w:val="none" w:sz="0" w:space="0" w:color="auto"/>
      <w:shd w:val="clear" w:color="auto" w:fill="auto"/>
    </w:rPr>
  </w:style>
  <w:style w:type="character" w:customStyle="1" w:styleId="RevisedDate">
    <w:name w:val="RevisedDate"/>
    <w:basedOn w:val="Fuentedeprrafopredeter"/>
    <w:uiPriority w:val="1"/>
    <w:qFormat/>
    <w:rsid w:val="00DA041E"/>
    <w:rPr>
      <w:color w:val="0070C0"/>
    </w:rPr>
  </w:style>
  <w:style w:type="paragraph" w:customStyle="1" w:styleId="SignatureAff">
    <w:name w:val="SignatureAff"/>
    <w:basedOn w:val="Normal"/>
    <w:qFormat/>
    <w:rsid w:val="00DA041E"/>
    <w:pPr>
      <w:jc w:val="right"/>
    </w:pPr>
  </w:style>
  <w:style w:type="paragraph" w:customStyle="1" w:styleId="SignatureBlock">
    <w:name w:val="SignatureBlock"/>
    <w:basedOn w:val="Normal"/>
    <w:qFormat/>
    <w:rsid w:val="00DA041E"/>
    <w:pPr>
      <w:jc w:val="right"/>
    </w:pPr>
    <w:rPr>
      <w:bdr w:val="dotted" w:sz="4" w:space="0" w:color="auto"/>
    </w:rPr>
  </w:style>
  <w:style w:type="character" w:customStyle="1" w:styleId="State">
    <w:name w:val="State"/>
    <w:basedOn w:val="Fuentedeprrafopredeter"/>
    <w:uiPriority w:val="1"/>
    <w:qFormat/>
    <w:rsid w:val="00DA041E"/>
    <w:rPr>
      <w:color w:val="A70B38"/>
    </w:rPr>
  </w:style>
  <w:style w:type="paragraph" w:customStyle="1" w:styleId="StatementItalic">
    <w:name w:val="StatementItalic"/>
    <w:basedOn w:val="Normal"/>
    <w:autoRedefine/>
    <w:qFormat/>
    <w:rsid w:val="00DA041E"/>
    <w:pPr>
      <w:ind w:left="720"/>
    </w:pPr>
    <w:rPr>
      <w:i/>
      <w:sz w:val="20"/>
    </w:rPr>
  </w:style>
  <w:style w:type="paragraph" w:customStyle="1" w:styleId="Statements">
    <w:name w:val="Statements"/>
    <w:basedOn w:val="Normal"/>
    <w:qFormat/>
    <w:rsid w:val="00DA041E"/>
    <w:pPr>
      <w:ind w:firstLine="240"/>
    </w:pPr>
  </w:style>
  <w:style w:type="character" w:customStyle="1" w:styleId="Street">
    <w:name w:val="Street"/>
    <w:basedOn w:val="Fuentedeprrafopredeter"/>
    <w:uiPriority w:val="1"/>
    <w:qFormat/>
    <w:rsid w:val="00DA041E"/>
    <w:rPr>
      <w:color w:val="auto"/>
      <w:bdr w:val="none" w:sz="0" w:space="0" w:color="auto"/>
      <w:shd w:val="clear" w:color="auto" w:fill="auto"/>
    </w:rPr>
  </w:style>
  <w:style w:type="character" w:customStyle="1" w:styleId="Suffix">
    <w:name w:val="Suffix"/>
    <w:basedOn w:val="Fuentedeprrafopredeter"/>
    <w:uiPriority w:val="1"/>
    <w:qFormat/>
    <w:rsid w:val="00DA041E"/>
    <w:rPr>
      <w:color w:val="auto"/>
      <w:bdr w:val="none" w:sz="0" w:space="0" w:color="auto"/>
      <w:shd w:val="clear" w:color="auto" w:fill="auto"/>
    </w:rPr>
  </w:style>
  <w:style w:type="character" w:customStyle="1" w:styleId="Surname">
    <w:name w:val="Surname"/>
    <w:basedOn w:val="Fuentedeprrafopredeter"/>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Fuentedeprrafopredeter"/>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DA041E"/>
    <w:pPr>
      <w:spacing w:before="60" w:line="240" w:lineRule="auto"/>
      <w:jc w:val="center"/>
    </w:pPr>
    <w:rPr>
      <w:rFonts w:cs="Linux Libertine"/>
      <w:sz w:val="14"/>
    </w:rPr>
  </w:style>
  <w:style w:type="character" w:customStyle="1" w:styleId="TableFootnoteChar">
    <w:name w:val="TableFootnote Char"/>
    <w:basedOn w:val="Fuentedeprrafopredeter"/>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Fuentedeprrafopredeter"/>
    <w:uiPriority w:val="1"/>
    <w:qFormat/>
    <w:rsid w:val="00DA041E"/>
    <w:rPr>
      <w:color w:val="E36C0A" w:themeColor="accent6" w:themeShade="BF"/>
    </w:rPr>
  </w:style>
  <w:style w:type="character" w:customStyle="1" w:styleId="Year">
    <w:name w:val="Year"/>
    <w:basedOn w:val="Fuentedeprrafopredeter"/>
    <w:uiPriority w:val="1"/>
    <w:qFormat/>
    <w:rsid w:val="00DA041E"/>
    <w:rPr>
      <w:color w:val="auto"/>
      <w:bdr w:val="none" w:sz="0" w:space="0" w:color="auto"/>
      <w:shd w:val="clear" w:color="auto" w:fill="auto"/>
    </w:rPr>
  </w:style>
  <w:style w:type="paragraph" w:customStyle="1" w:styleId="DisplayFormulaUnnum">
    <w:name w:val="DisplayFormulaUnnum"/>
    <w:basedOn w:val="Normal"/>
    <w:link w:val="DisplayFormulaUnnumChar"/>
    <w:rsid w:val="00DA041E"/>
  </w:style>
  <w:style w:type="character" w:customStyle="1" w:styleId="DateChar">
    <w:name w:val="Date Char"/>
    <w:basedOn w:val="Fuentedeprrafopredeter"/>
    <w:uiPriority w:val="99"/>
    <w:semiHidden/>
    <w:rsid w:val="00DA041E"/>
  </w:style>
  <w:style w:type="character" w:customStyle="1" w:styleId="SubtitleChar">
    <w:name w:val="Subtitle Char"/>
    <w:basedOn w:val="Fuentedeprrafopredeter"/>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Fuentedeprrafopredeter"/>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DA041E"/>
  </w:style>
  <w:style w:type="character" w:customStyle="1" w:styleId="FigureUnnumChar">
    <w:name w:val="FigureUnnum Char"/>
    <w:basedOn w:val="Fuentedeprrafopredeter"/>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DA041E"/>
  </w:style>
  <w:style w:type="character" w:customStyle="1" w:styleId="PresentAddressChar">
    <w:name w:val="PresentAddress Char"/>
    <w:basedOn w:val="Fuentedeprrafopredeter"/>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style>
  <w:style w:type="character" w:customStyle="1" w:styleId="ParaContinueChar">
    <w:name w:val="ParaContinue Char"/>
    <w:basedOn w:val="Fuentedeprrafopredeter"/>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Fuentedeprrafopredeter"/>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Fuentedeprrafopredeter"/>
    <w:uiPriority w:val="1"/>
    <w:qFormat/>
    <w:rsid w:val="00DA041E"/>
    <w:rPr>
      <w:color w:val="auto"/>
      <w:bdr w:val="none" w:sz="0" w:space="0" w:color="auto"/>
      <w:shd w:val="clear" w:color="auto" w:fill="auto"/>
    </w:rPr>
  </w:style>
  <w:style w:type="character" w:customStyle="1" w:styleId="Report">
    <w:name w:val="Report"/>
    <w:basedOn w:val="Fuentedeprrafopredeter"/>
    <w:uiPriority w:val="1"/>
    <w:qFormat/>
    <w:rsid w:val="00DA041E"/>
    <w:rPr>
      <w:bdr w:val="none" w:sz="0" w:space="0" w:color="auto"/>
      <w:shd w:val="clear" w:color="auto" w:fill="auto"/>
    </w:rPr>
  </w:style>
  <w:style w:type="character" w:customStyle="1" w:styleId="Thesis">
    <w:name w:val="Thesis"/>
    <w:basedOn w:val="Fuentedeprrafopredeter"/>
    <w:uiPriority w:val="1"/>
    <w:qFormat/>
    <w:rsid w:val="00DA041E"/>
    <w:rPr>
      <w:color w:val="auto"/>
      <w:bdr w:val="none" w:sz="0" w:space="0" w:color="auto"/>
      <w:shd w:val="clear" w:color="auto" w:fill="auto"/>
    </w:rPr>
  </w:style>
  <w:style w:type="character" w:customStyle="1" w:styleId="Issn">
    <w:name w:val="Issn"/>
    <w:basedOn w:val="Fuentedeprrafopredeter"/>
    <w:uiPriority w:val="1"/>
    <w:qFormat/>
    <w:rsid w:val="00DA041E"/>
    <w:rPr>
      <w:bdr w:val="none" w:sz="0" w:space="0" w:color="auto"/>
      <w:shd w:val="clear" w:color="auto" w:fill="auto"/>
    </w:rPr>
  </w:style>
  <w:style w:type="character" w:customStyle="1" w:styleId="Isbn">
    <w:name w:val="Isbn"/>
    <w:basedOn w:val="Fuentedeprrafopredeter"/>
    <w:uiPriority w:val="1"/>
    <w:qFormat/>
    <w:rsid w:val="00DA041E"/>
    <w:rPr>
      <w:bdr w:val="none" w:sz="0" w:space="0" w:color="auto"/>
      <w:shd w:val="clear" w:color="auto" w:fill="auto"/>
    </w:rPr>
  </w:style>
  <w:style w:type="character" w:customStyle="1" w:styleId="Coden">
    <w:name w:val="Coden"/>
    <w:basedOn w:val="Fuentedeprrafopredeter"/>
    <w:uiPriority w:val="1"/>
    <w:qFormat/>
    <w:rsid w:val="00DA041E"/>
    <w:rPr>
      <w:color w:val="auto"/>
      <w:bdr w:val="none" w:sz="0" w:space="0" w:color="auto"/>
      <w:shd w:val="clear" w:color="auto" w:fill="auto"/>
    </w:rPr>
  </w:style>
  <w:style w:type="character" w:customStyle="1" w:styleId="Patent">
    <w:name w:val="Patent"/>
    <w:basedOn w:val="Fuentedeprrafopredeter"/>
    <w:uiPriority w:val="1"/>
    <w:qFormat/>
    <w:rsid w:val="00DA041E"/>
    <w:rPr>
      <w:color w:val="auto"/>
      <w:bdr w:val="none" w:sz="0" w:space="0" w:color="auto"/>
      <w:shd w:val="clear" w:color="auto" w:fill="auto"/>
    </w:rPr>
  </w:style>
  <w:style w:type="character" w:customStyle="1" w:styleId="MiddleName">
    <w:name w:val="MiddleName"/>
    <w:basedOn w:val="Fuentedeprrafopredeter"/>
    <w:uiPriority w:val="1"/>
    <w:qFormat/>
    <w:rsid w:val="00DA041E"/>
    <w:rPr>
      <w:color w:val="auto"/>
      <w:bdr w:val="none" w:sz="0" w:space="0" w:color="auto"/>
      <w:shd w:val="clear" w:color="auto" w:fill="auto"/>
    </w:rPr>
  </w:style>
  <w:style w:type="character" w:customStyle="1" w:styleId="Query">
    <w:name w:val="Query"/>
    <w:basedOn w:val="Fuentedeprrafopredeter"/>
    <w:uiPriority w:val="1"/>
    <w:rsid w:val="00DA041E"/>
    <w:rPr>
      <w:bdr w:val="none" w:sz="0" w:space="0" w:color="auto"/>
      <w:shd w:val="clear" w:color="auto" w:fill="FFFF0F"/>
    </w:rPr>
  </w:style>
  <w:style w:type="character" w:customStyle="1" w:styleId="EdMiddleName">
    <w:name w:val="EdMiddleName"/>
    <w:basedOn w:val="Fuentedeprrafopredeter"/>
    <w:uiPriority w:val="1"/>
    <w:rsid w:val="00DA041E"/>
    <w:rPr>
      <w:bdr w:val="none" w:sz="0" w:space="0" w:color="auto"/>
      <w:shd w:val="clear" w:color="auto" w:fill="auto"/>
    </w:rPr>
  </w:style>
  <w:style w:type="paragraph" w:customStyle="1" w:styleId="UnnumFigure">
    <w:name w:val="UnnumFigure"/>
    <w:basedOn w:val="Normal"/>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DA041E"/>
  </w:style>
  <w:style w:type="paragraph" w:customStyle="1" w:styleId="Bibentry">
    <w:name w:val="Bib_entry"/>
    <w:autoRedefine/>
    <w:qFormat/>
    <w:rsid w:val="00DA041E"/>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DA041E"/>
  </w:style>
  <w:style w:type="paragraph" w:customStyle="1" w:styleId="ListEnd">
    <w:name w:val="ListEnd"/>
    <w:basedOn w:val="Normal"/>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Normal"/>
    <w:qFormat/>
    <w:rsid w:val="00DA041E"/>
  </w:style>
  <w:style w:type="paragraph" w:styleId="Descripcin">
    <w:name w:val="caption"/>
    <w:basedOn w:val="Normal"/>
    <w:next w:val="Normal"/>
    <w:autoRedefine/>
    <w:uiPriority w:val="35"/>
    <w:unhideWhenUsed/>
    <w:qFormat/>
    <w:locked/>
    <w:rsid w:val="00DA041E"/>
    <w:rPr>
      <w:b/>
      <w:bCs/>
      <w:color w:val="4F81BD" w:themeColor="accent1"/>
      <w:szCs w:val="18"/>
    </w:rPr>
  </w:style>
  <w:style w:type="paragraph" w:customStyle="1" w:styleId="Epigraph">
    <w:name w:val="Epigraph"/>
    <w:basedOn w:val="Normal"/>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pPr>
  </w:style>
  <w:style w:type="paragraph" w:customStyle="1" w:styleId="PullQuote">
    <w:name w:val="PullQuote"/>
    <w:basedOn w:val="Para"/>
    <w:qFormat/>
    <w:rsid w:val="00DA041E"/>
    <w:pPr>
      <w:shd w:val="clear" w:color="auto" w:fill="EAF1DD" w:themeFill="accent3" w:themeFillTint="33"/>
      <w:ind w:left="1134" w:right="1134"/>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Fuentedeprrafopredeter"/>
    <w:uiPriority w:val="1"/>
    <w:qFormat/>
    <w:rsid w:val="00DA041E"/>
    <w:rPr>
      <w:color w:val="9900FF"/>
    </w:rPr>
  </w:style>
  <w:style w:type="character" w:customStyle="1" w:styleId="FundingAgency">
    <w:name w:val="FundingAgency"/>
    <w:basedOn w:val="Fuentedeprrafopredeter"/>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Subttulo"/>
    <w:qFormat/>
    <w:rsid w:val="00DA041E"/>
  </w:style>
  <w:style w:type="paragraph" w:customStyle="1" w:styleId="SelfCitation">
    <w:name w:val="SelfCitation"/>
    <w:basedOn w:val="Para"/>
    <w:qFormat/>
    <w:rsid w:val="00DA041E"/>
  </w:style>
  <w:style w:type="paragraph" w:styleId="Subttulo">
    <w:name w:val="Subtitle"/>
    <w:basedOn w:val="Normal"/>
    <w:next w:val="Normal"/>
    <w:link w:val="SubttuloCar"/>
    <w:uiPriority w:val="11"/>
    <w:qFormat/>
    <w:locked/>
    <w:rsid w:val="00DA041E"/>
    <w:pPr>
      <w:numPr>
        <w:ilvl w:val="1"/>
      </w:numPr>
      <w:spacing w:before="120" w:after="60"/>
      <w:jc w:val="center"/>
    </w:pPr>
    <w:rPr>
      <w:rFonts w:ascii="Linux Biolinum" w:eastAsiaTheme="majorEastAsia" w:hAnsi="Linux Biolinum" w:cstheme="majorBidi"/>
      <w:iCs/>
      <w:sz w:val="24"/>
      <w:szCs w:val="24"/>
    </w:rPr>
  </w:style>
  <w:style w:type="character" w:customStyle="1" w:styleId="SubttuloCar">
    <w:name w:val="Subtítulo Car"/>
    <w:basedOn w:val="Fuentedeprrafopredeter"/>
    <w:link w:val="Subttulo"/>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Normal"/>
    <w:qFormat/>
    <w:rsid w:val="00DA041E"/>
  </w:style>
  <w:style w:type="paragraph" w:customStyle="1" w:styleId="Copyright">
    <w:name w:val="Copyright"/>
    <w:basedOn w:val="Normal"/>
    <w:qFormat/>
    <w:rsid w:val="00DA041E"/>
  </w:style>
  <w:style w:type="paragraph" w:customStyle="1" w:styleId="InlineSupp">
    <w:name w:val="InlineSupp"/>
    <w:basedOn w:val="Normal"/>
    <w:qFormat/>
    <w:rsid w:val="00DA041E"/>
  </w:style>
  <w:style w:type="paragraph" w:customStyle="1" w:styleId="SidebarQuote">
    <w:name w:val="SidebarQuote"/>
    <w:basedOn w:val="Normal"/>
    <w:qFormat/>
    <w:rsid w:val="00DA041E"/>
  </w:style>
  <w:style w:type="character" w:customStyle="1" w:styleId="AltName">
    <w:name w:val="AltName"/>
    <w:basedOn w:val="Fuentedeprrafopredeter"/>
    <w:uiPriority w:val="1"/>
    <w:qFormat/>
    <w:rsid w:val="00DA041E"/>
    <w:rPr>
      <w:color w:val="403152" w:themeColor="accent4" w:themeShade="80"/>
    </w:rPr>
  </w:style>
  <w:style w:type="paragraph" w:customStyle="1" w:styleId="StereoChemComp">
    <w:name w:val="StereoChemComp"/>
    <w:basedOn w:val="Normal"/>
    <w:qFormat/>
    <w:rsid w:val="00DA041E"/>
  </w:style>
  <w:style w:type="paragraph" w:customStyle="1" w:styleId="StereoChemForm">
    <w:name w:val="StereoChemForm"/>
    <w:basedOn w:val="Normal"/>
    <w:qFormat/>
    <w:rsid w:val="00DA041E"/>
  </w:style>
  <w:style w:type="paragraph" w:customStyle="1" w:styleId="StereoChemInfo">
    <w:name w:val="StereoChemInfo"/>
    <w:basedOn w:val="Normal"/>
    <w:qFormat/>
    <w:rsid w:val="00DA041E"/>
  </w:style>
  <w:style w:type="paragraph" w:customStyle="1" w:styleId="MTDisplayEquation">
    <w:name w:val="MTDisplayEquation"/>
    <w:basedOn w:val="Normal"/>
    <w:next w:val="Normal"/>
    <w:link w:val="MTDisplayEquationChar"/>
    <w:rsid w:val="006912AD"/>
    <w:pPr>
      <w:tabs>
        <w:tab w:val="center" w:pos="4820"/>
        <w:tab w:val="right" w:pos="9640"/>
      </w:tabs>
      <w:spacing w:line="480" w:lineRule="auto"/>
    </w:pPr>
  </w:style>
  <w:style w:type="character" w:customStyle="1" w:styleId="MTDisplayEquationChar">
    <w:name w:val="MTDisplayEquation Char"/>
    <w:basedOn w:val="Fuentedeprrafopredeter"/>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Fuentedeprrafopredeter"/>
    <w:rsid w:val="00040AE8"/>
    <w:rPr>
      <w:sz w:val="28"/>
      <w:szCs w:val="28"/>
    </w:rPr>
  </w:style>
  <w:style w:type="paragraph" w:styleId="Textonotapie">
    <w:name w:val="footnote text"/>
    <w:basedOn w:val="Normal"/>
    <w:link w:val="TextonotapieCar"/>
    <w:rsid w:val="00DA041E"/>
    <w:pPr>
      <w:spacing w:line="240" w:lineRule="auto"/>
    </w:pPr>
    <w:rPr>
      <w:sz w:val="14"/>
    </w:rPr>
  </w:style>
  <w:style w:type="character" w:customStyle="1" w:styleId="TextonotapieCar">
    <w:name w:val="Texto nota pie Car"/>
    <w:basedOn w:val="Fuentedeprrafopredeter"/>
    <w:link w:val="Textonotapie"/>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35"/>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36"/>
      </w:numPr>
    </w:pPr>
  </w:style>
  <w:style w:type="paragraph" w:customStyle="1" w:styleId="SIGPLANAbstractheading">
    <w:name w:val="SIGPLAN Abstract heading"/>
    <w:basedOn w:val="SIGPLANAcknowledgmentsheading"/>
    <w:next w:val="SIGPLANParagraph1"/>
    <w:rsid w:val="00DA041E"/>
    <w:pPr>
      <w:numPr>
        <w:numId w:val="37"/>
      </w:numPr>
      <w:spacing w:before="0" w:line="240" w:lineRule="exact"/>
    </w:pPr>
  </w:style>
  <w:style w:type="paragraph" w:customStyle="1" w:styleId="SIGPLANAppendixheading">
    <w:name w:val="SIGPLAN Appendix heading"/>
    <w:basedOn w:val="SIGPLANSectionheading"/>
    <w:next w:val="SIGPLANParagraph1"/>
    <w:rsid w:val="00DA041E"/>
    <w:pPr>
      <w:numPr>
        <w:numId w:val="38"/>
      </w:numPr>
    </w:pPr>
  </w:style>
  <w:style w:type="paragraph" w:customStyle="1" w:styleId="SIGPLANAuthorname">
    <w:name w:val="SIGPLAN Author name"/>
    <w:basedOn w:val="Normal"/>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Fuentedeprrafopredeter"/>
    <w:rsid w:val="00DA041E"/>
    <w:rPr>
      <w:rFonts w:ascii="Lucida Console" w:hAnsi="Lucida Console"/>
      <w:sz w:val="16"/>
    </w:rPr>
  </w:style>
  <w:style w:type="character" w:customStyle="1" w:styleId="SIGPLANComputer">
    <w:name w:val="SIGPLAN Computer"/>
    <w:basedOn w:val="Fuentedeprrafopredeter"/>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Fuentedeprrafopredeter"/>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Sinlista"/>
    <w:rsid w:val="00DA041E"/>
    <w:pPr>
      <w:numPr>
        <w:numId w:val="39"/>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Sinlista"/>
    <w:rsid w:val="00DA041E"/>
    <w:pPr>
      <w:numPr>
        <w:numId w:val="40"/>
      </w:numPr>
    </w:pPr>
  </w:style>
  <w:style w:type="numbering" w:customStyle="1" w:styleId="SIGPLANListnumber">
    <w:name w:val="SIGPLAN List number"/>
    <w:basedOn w:val="Sinlista"/>
    <w:rsid w:val="00DA041E"/>
    <w:pPr>
      <w:numPr>
        <w:numId w:val="41"/>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42"/>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DA041E"/>
    <w:pPr>
      <w:spacing w:line="240" w:lineRule="auto"/>
    </w:pPr>
  </w:style>
  <w:style w:type="paragraph" w:customStyle="1" w:styleId="Annotation">
    <w:name w:val="Annotation"/>
    <w:basedOn w:val="Normal"/>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DA041E"/>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DA041E"/>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Normal"/>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Normal"/>
    <w:next w:val="Normal"/>
    <w:rsid w:val="00DA041E"/>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Normal"/>
    <w:rsid w:val="00DA041E"/>
    <w:pPr>
      <w:spacing w:before="0"/>
    </w:pPr>
    <w:rPr>
      <w:b w:val="0"/>
      <w:i/>
      <w:sz w:val="36"/>
    </w:rPr>
  </w:style>
  <w:style w:type="paragraph" w:customStyle="1" w:styleId="ChemFormula">
    <w:name w:val="ChemFormula"/>
    <w:basedOn w:val="Normal"/>
    <w:qFormat/>
    <w:rsid w:val="00DA041E"/>
  </w:style>
  <w:style w:type="paragraph" w:customStyle="1" w:styleId="ChemFormulaUnnum">
    <w:name w:val="ChemFormulaUnnum"/>
    <w:basedOn w:val="Normal"/>
    <w:qFormat/>
    <w:rsid w:val="00DA041E"/>
  </w:style>
  <w:style w:type="paragraph" w:customStyle="1" w:styleId="Chemistry">
    <w:name w:val="Chemistry"/>
    <w:basedOn w:val="Normal"/>
    <w:qFormat/>
    <w:rsid w:val="00DA041E"/>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DA041E"/>
  </w:style>
  <w:style w:type="paragraph" w:customStyle="1" w:styleId="ClientTag">
    <w:name w:val="ClientTag"/>
    <w:basedOn w:val="Normal"/>
    <w:qFormat/>
    <w:rsid w:val="00DA041E"/>
  </w:style>
  <w:style w:type="paragraph" w:customStyle="1" w:styleId="Contributor">
    <w:name w:val="Contributor"/>
    <w:basedOn w:val="Normal"/>
    <w:qFormat/>
    <w:rsid w:val="00DA041E"/>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Fuentedeprrafopredeter"/>
    <w:uiPriority w:val="1"/>
    <w:qFormat/>
    <w:rsid w:val="00DA041E"/>
    <w:rPr>
      <w:b/>
      <w:color w:val="0070C0"/>
    </w:rPr>
  </w:style>
  <w:style w:type="paragraph" w:customStyle="1" w:styleId="Definition">
    <w:name w:val="Definition"/>
    <w:basedOn w:val="Normal"/>
    <w:qFormat/>
    <w:rsid w:val="00DA041E"/>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Normal"/>
    <w:qFormat/>
    <w:rsid w:val="00DA041E"/>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Normal"/>
    <w:qFormat/>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Normal"/>
    <w:qFormat/>
    <w:rsid w:val="00DA041E"/>
  </w:style>
  <w:style w:type="character" w:customStyle="1" w:styleId="EpreprintDate">
    <w:name w:val="EpreprintDate"/>
    <w:basedOn w:val="Fuentedeprrafopredeter"/>
    <w:uiPriority w:val="1"/>
    <w:qFormat/>
    <w:rsid w:val="00DA041E"/>
    <w:rPr>
      <w:bdr w:val="none" w:sz="0" w:space="0" w:color="auto"/>
      <w:shd w:val="clear" w:color="auto" w:fill="B8CCE4" w:themeFill="accent1" w:themeFillTint="66"/>
    </w:rPr>
  </w:style>
  <w:style w:type="character" w:customStyle="1" w:styleId="EqnCount">
    <w:name w:val="EqnCount"/>
    <w:basedOn w:val="Fuentedeprrafopredeter"/>
    <w:uiPriority w:val="1"/>
    <w:qFormat/>
    <w:rsid w:val="00DA041E"/>
    <w:rPr>
      <w:color w:val="0000FF"/>
    </w:rPr>
  </w:style>
  <w:style w:type="character" w:customStyle="1" w:styleId="eSlide">
    <w:name w:val="eSlide"/>
    <w:basedOn w:val="Fuentedeprrafopredeter"/>
    <w:uiPriority w:val="1"/>
    <w:qFormat/>
    <w:rsid w:val="00DA041E"/>
    <w:rPr>
      <w:color w:val="FF0000"/>
    </w:rPr>
  </w:style>
  <w:style w:type="paragraph" w:customStyle="1" w:styleId="ExampleBegin">
    <w:name w:val="Exampl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Normal"/>
    <w:qFormat/>
    <w:rsid w:val="00DA041E"/>
  </w:style>
  <w:style w:type="paragraph" w:customStyle="1" w:styleId="Explanation">
    <w:name w:val="Explanation"/>
    <w:basedOn w:val="Normal"/>
    <w:rsid w:val="00DA041E"/>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Normal"/>
    <w:rsid w:val="00DA041E"/>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Normal"/>
    <w:qFormat/>
    <w:rsid w:val="00DA041E"/>
  </w:style>
  <w:style w:type="paragraph" w:customStyle="1" w:styleId="FeatureHead1">
    <w:name w:val="FeatureHead1"/>
    <w:basedOn w:val="Normal"/>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Normal"/>
    <w:qFormat/>
    <w:rsid w:val="00DA041E"/>
  </w:style>
  <w:style w:type="character" w:customStyle="1" w:styleId="FigCount">
    <w:name w:val="FigCount"/>
    <w:basedOn w:val="Fuentedeprrafopredeter"/>
    <w:uiPriority w:val="1"/>
    <w:qFormat/>
    <w:rsid w:val="00DA041E"/>
    <w:rPr>
      <w:color w:val="0000FF"/>
    </w:rPr>
  </w:style>
  <w:style w:type="paragraph" w:customStyle="1" w:styleId="FigKeyword">
    <w:name w:val="FigKeyword"/>
    <w:basedOn w:val="Normal"/>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Normal"/>
    <w:rsid w:val="00DA041E"/>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Normal"/>
    <w:rsid w:val="00DA041E"/>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Normal"/>
    <w:qFormat/>
    <w:rsid w:val="00DA041E"/>
  </w:style>
  <w:style w:type="paragraph" w:customStyle="1" w:styleId="Index2">
    <w:name w:val="Index2"/>
    <w:basedOn w:val="Normal"/>
    <w:qFormat/>
    <w:rsid w:val="00DA041E"/>
    <w:pPr>
      <w:ind w:left="284"/>
    </w:pPr>
  </w:style>
  <w:style w:type="paragraph" w:customStyle="1" w:styleId="Index3">
    <w:name w:val="Index3"/>
    <w:basedOn w:val="Normal"/>
    <w:qFormat/>
    <w:rsid w:val="00DA041E"/>
    <w:pPr>
      <w:ind w:left="567"/>
    </w:pPr>
  </w:style>
  <w:style w:type="paragraph" w:customStyle="1" w:styleId="Index4">
    <w:name w:val="Index4"/>
    <w:basedOn w:val="Normal"/>
    <w:qFormat/>
    <w:rsid w:val="00DA041E"/>
    <w:pPr>
      <w:ind w:left="851"/>
    </w:pPr>
  </w:style>
  <w:style w:type="paragraph" w:customStyle="1" w:styleId="IndexHead">
    <w:name w:val="IndexHead"/>
    <w:basedOn w:val="Normal"/>
    <w:qFormat/>
    <w:rsid w:val="00DA041E"/>
  </w:style>
  <w:style w:type="paragraph" w:customStyle="1" w:styleId="Letter-ps">
    <w:name w:val="Letter-ps"/>
    <w:basedOn w:val="Normal"/>
    <w:next w:val="Normal"/>
    <w:qFormat/>
    <w:rsid w:val="00DA041E"/>
  </w:style>
  <w:style w:type="paragraph" w:customStyle="1" w:styleId="MainHeading">
    <w:name w:val="MainHeading"/>
    <w:basedOn w:val="Normal"/>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Normal"/>
    <w:qFormat/>
    <w:rsid w:val="00DA041E"/>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Normal"/>
    <w:rsid w:val="00DA041E"/>
    <w:rPr>
      <w:rFonts w:ascii="Times New Roman" w:hAnsi="Times New Roman"/>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Fuentedeprrafopredeter"/>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Normal"/>
    <w:next w:val="Normal"/>
    <w:rsid w:val="00DA041E"/>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Normal"/>
    <w:rsid w:val="00DA041E"/>
    <w:rPr>
      <w:b/>
    </w:rPr>
  </w:style>
  <w:style w:type="paragraph" w:customStyle="1" w:styleId="Prelims">
    <w:name w:val="Prelims"/>
    <w:basedOn w:val="Normal"/>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Normal"/>
    <w:qFormat/>
    <w:rsid w:val="00DA041E"/>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Normal"/>
    <w:qFormat/>
    <w:rsid w:val="00DA041E"/>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Normal"/>
    <w:qFormat/>
    <w:rsid w:val="00DA041E"/>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Normal"/>
    <w:rsid w:val="00DA041E"/>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Normal"/>
    <w:rsid w:val="00DA041E"/>
    <w:pPr>
      <w:spacing w:after="240"/>
    </w:pPr>
    <w:rPr>
      <w:rFonts w:ascii="Times New Roman" w:eastAsia="Times New Roman" w:hAnsi="Times New Roman" w:cs="Times New Roman"/>
      <w:sz w:val="24"/>
      <w:szCs w:val="24"/>
      <w:lang w:val="en-GB" w:bidi="ar-DZ"/>
    </w:rPr>
  </w:style>
  <w:style w:type="paragraph" w:customStyle="1" w:styleId="Quotation">
    <w:name w:val="Quotation"/>
    <w:basedOn w:val="Normal"/>
    <w:qFormat/>
    <w:rsid w:val="00DA041E"/>
    <w:pPr>
      <w:jc w:val="center"/>
    </w:pPr>
    <w:rPr>
      <w:sz w:val="16"/>
    </w:rPr>
  </w:style>
  <w:style w:type="character" w:customStyle="1" w:styleId="RefCount">
    <w:name w:val="RefCount"/>
    <w:basedOn w:val="Fuentedeprrafopredeter"/>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Fuentedeprrafopredeter"/>
    <w:uiPriority w:val="1"/>
    <w:qFormat/>
    <w:rsid w:val="00DA041E"/>
    <w:rPr>
      <w:color w:val="5F497A" w:themeColor="accent4" w:themeShade="BF"/>
    </w:rPr>
  </w:style>
  <w:style w:type="character" w:customStyle="1" w:styleId="RevisedDate2">
    <w:name w:val="RevisedDate2"/>
    <w:basedOn w:val="Fuentedeprrafopredeter"/>
    <w:uiPriority w:val="1"/>
    <w:qFormat/>
    <w:rsid w:val="00DA041E"/>
    <w:rPr>
      <w:color w:val="E36C0A" w:themeColor="accent6" w:themeShade="BF"/>
    </w:rPr>
  </w:style>
  <w:style w:type="paragraph" w:styleId="Saludo">
    <w:name w:val="Salutation"/>
    <w:basedOn w:val="Normal"/>
    <w:next w:val="Normal"/>
    <w:link w:val="SaludoCar"/>
    <w:uiPriority w:val="99"/>
    <w:unhideWhenUsed/>
    <w:rsid w:val="00DA041E"/>
  </w:style>
  <w:style w:type="character" w:customStyle="1" w:styleId="SaludoCar">
    <w:name w:val="Saludo Car"/>
    <w:basedOn w:val="Fuentedeprrafopredeter"/>
    <w:link w:val="Saludo"/>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Normal"/>
    <w:qFormat/>
    <w:rsid w:val="00DA041E"/>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Fuentedeprrafopredeter"/>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Fuentedeprrafopredeter"/>
    <w:uiPriority w:val="1"/>
    <w:qFormat/>
    <w:rsid w:val="00DA041E"/>
    <w:rPr>
      <w:color w:val="0000FF"/>
    </w:rPr>
  </w:style>
  <w:style w:type="paragraph" w:customStyle="1" w:styleId="TOC1">
    <w:name w:val="TOC1"/>
    <w:basedOn w:val="Normal"/>
    <w:qFormat/>
    <w:rsid w:val="00DA041E"/>
  </w:style>
  <w:style w:type="paragraph" w:customStyle="1" w:styleId="TOC2">
    <w:name w:val="TOC2"/>
    <w:basedOn w:val="Normal"/>
    <w:qFormat/>
    <w:rsid w:val="00DA041E"/>
  </w:style>
  <w:style w:type="paragraph" w:customStyle="1" w:styleId="TOC3">
    <w:name w:val="TOC3"/>
    <w:basedOn w:val="Normal"/>
    <w:qFormat/>
    <w:rsid w:val="00DA041E"/>
  </w:style>
  <w:style w:type="paragraph" w:customStyle="1" w:styleId="TOC4">
    <w:name w:val="TOC4"/>
    <w:basedOn w:val="Normal"/>
    <w:qFormat/>
    <w:rsid w:val="00DA041E"/>
  </w:style>
  <w:style w:type="paragraph" w:customStyle="1" w:styleId="TOCHeading">
    <w:name w:val="TOCHeading"/>
    <w:basedOn w:val="Normal"/>
    <w:qFormat/>
    <w:rsid w:val="00DA041E"/>
  </w:style>
  <w:style w:type="paragraph" w:customStyle="1" w:styleId="Translation">
    <w:name w:val="Translation"/>
    <w:basedOn w:val="Extract"/>
    <w:qFormat/>
    <w:rsid w:val="00DA041E"/>
    <w:rPr>
      <w:color w:val="7030A0"/>
    </w:rPr>
  </w:style>
  <w:style w:type="paragraph" w:customStyle="1" w:styleId="Update">
    <w:name w:val="Update"/>
    <w:basedOn w:val="Normal"/>
    <w:qFormat/>
    <w:rsid w:val="00DA041E"/>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Normal"/>
    <w:next w:val="Normal"/>
    <w:qFormat/>
    <w:rsid w:val="00DA041E"/>
  </w:style>
  <w:style w:type="paragraph" w:customStyle="1" w:styleId="Video">
    <w:name w:val="Video"/>
    <w:basedOn w:val="Normal"/>
    <w:qFormat/>
    <w:rsid w:val="00DA041E"/>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Normal"/>
    <w:rsid w:val="00DA041E"/>
    <w:rPr>
      <w:rFonts w:ascii="Times New Roman" w:eastAsia="Times New Roman" w:hAnsi="Times New Roman" w:cs="Times New Roman"/>
      <w:sz w:val="24"/>
      <w:szCs w:val="24"/>
      <w:lang w:val="en-GB" w:bidi="ar-DZ"/>
    </w:rPr>
  </w:style>
  <w:style w:type="paragraph" w:customStyle="1" w:styleId="Yours">
    <w:name w:val="Yours"/>
    <w:basedOn w:val="Normal"/>
    <w:next w:val="Normal"/>
    <w:qFormat/>
    <w:rsid w:val="00DA041E"/>
  </w:style>
  <w:style w:type="character" w:styleId="Nmerodepgina">
    <w:name w:val="page number"/>
    <w:basedOn w:val="Fuentedeprrafopredeter"/>
    <w:uiPriority w:val="99"/>
    <w:unhideWhenUsed/>
    <w:rsid w:val="00DA041E"/>
    <w:rPr>
      <w:rFonts w:ascii="Linux Libertine" w:hAnsi="Linux Libertine"/>
      <w:sz w:val="14"/>
    </w:rPr>
  </w:style>
  <w:style w:type="character" w:styleId="Nmerodelnea">
    <w:name w:val="line number"/>
    <w:basedOn w:val="Fuentedeprrafopredeter"/>
    <w:uiPriority w:val="99"/>
    <w:unhideWhenUsed/>
    <w:rsid w:val="00DA041E"/>
    <w:rPr>
      <w:sz w:val="16"/>
    </w:rPr>
  </w:style>
  <w:style w:type="paragraph" w:styleId="Sinespaciado">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Fuentedeprrafopredeter"/>
    <w:uiPriority w:val="1"/>
    <w:qFormat/>
    <w:rsid w:val="00DA041E"/>
    <w:rPr>
      <w:color w:val="E36C0A" w:themeColor="accent6" w:themeShade="BF"/>
    </w:rPr>
  </w:style>
  <w:style w:type="character" w:customStyle="1" w:styleId="OtherTitle">
    <w:name w:val="OtherTitle"/>
    <w:basedOn w:val="Fuentedeprrafopredeter"/>
    <w:uiPriority w:val="1"/>
    <w:qFormat/>
    <w:rsid w:val="00DA041E"/>
    <w:rPr>
      <w:bdr w:val="none" w:sz="0" w:space="0" w:color="auto"/>
      <w:shd w:val="clear" w:color="auto" w:fill="B6DDE8" w:themeFill="accent5" w:themeFillTint="66"/>
    </w:rPr>
  </w:style>
  <w:style w:type="paragraph" w:customStyle="1" w:styleId="SidebarText">
    <w:name w:val="SidebarText"/>
    <w:basedOn w:val="Normal"/>
    <w:qFormat/>
    <w:rsid w:val="00DA041E"/>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Normal"/>
    <w:rsid w:val="00DA041E"/>
    <w:pPr>
      <w:pBdr>
        <w:top w:val="single" w:sz="4" w:space="2" w:color="auto"/>
        <w:bottom w:val="single" w:sz="4" w:space="2" w:color="auto"/>
      </w:pBdr>
      <w:spacing w:before="200"/>
    </w:pPr>
  </w:style>
  <w:style w:type="paragraph" w:customStyle="1" w:styleId="RefFormatHead">
    <w:name w:val="RefFormatHead"/>
    <w:basedOn w:val="Normal"/>
    <w:qFormat/>
    <w:rsid w:val="00057B2A"/>
    <w:pPr>
      <w:spacing w:before="120"/>
    </w:pPr>
    <w:rPr>
      <w:rFonts w:cs="Linux Libertine"/>
      <w:b/>
      <w:sz w:val="16"/>
    </w:rPr>
  </w:style>
  <w:style w:type="paragraph" w:customStyle="1" w:styleId="RefFormatPara">
    <w:name w:val="RefFormatPara"/>
    <w:basedOn w:val="Normal"/>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EndNoteBibliographyTitle">
    <w:name w:val="EndNote Bibliography Title"/>
    <w:basedOn w:val="Normal"/>
    <w:link w:val="EndNoteBibliographyTitleCar"/>
    <w:rsid w:val="00D66D7F"/>
    <w:pPr>
      <w:jc w:val="center"/>
    </w:pPr>
    <w:rPr>
      <w:rFonts w:cs="Linux Libertine"/>
      <w:noProof/>
      <w:sz w:val="14"/>
    </w:rPr>
  </w:style>
  <w:style w:type="character" w:customStyle="1" w:styleId="TitledocumentCar">
    <w:name w:val="Title_document Car"/>
    <w:basedOn w:val="Fuentedeprrafopredeter"/>
    <w:link w:val="Titledocument"/>
    <w:rsid w:val="00D66D7F"/>
    <w:rPr>
      <w:rFonts w:ascii="Linux Biolinum" w:eastAsia="Times New Roman" w:hAnsi="Linux Biolinum" w:cs="Times New Roman"/>
      <w:b/>
      <w:sz w:val="35"/>
      <w:lang w:val="en-US" w:eastAsia="en-US"/>
    </w:rPr>
  </w:style>
  <w:style w:type="character" w:customStyle="1" w:styleId="EndNoteBibliographyTitleCar">
    <w:name w:val="EndNote Bibliography Title Car"/>
    <w:basedOn w:val="TitledocumentCar"/>
    <w:link w:val="EndNoteBibliographyTitle"/>
    <w:rsid w:val="00D66D7F"/>
    <w:rPr>
      <w:rFonts w:ascii="Linux Libertine" w:eastAsiaTheme="minorHAnsi" w:hAnsi="Linux Libertine" w:cs="Linux Libertine"/>
      <w:b w:val="0"/>
      <w:noProof/>
      <w:sz w:val="14"/>
      <w:szCs w:val="22"/>
      <w:lang w:val="en-US" w:eastAsia="en-US"/>
    </w:rPr>
  </w:style>
  <w:style w:type="paragraph" w:customStyle="1" w:styleId="EndNoteBibliography">
    <w:name w:val="EndNote Bibliography"/>
    <w:basedOn w:val="Normal"/>
    <w:link w:val="EndNoteBibliographyCar"/>
    <w:rsid w:val="00D66D7F"/>
    <w:pPr>
      <w:spacing w:line="240" w:lineRule="auto"/>
      <w:jc w:val="left"/>
    </w:pPr>
    <w:rPr>
      <w:rFonts w:cs="Linux Libertine"/>
      <w:noProof/>
      <w:sz w:val="14"/>
    </w:rPr>
  </w:style>
  <w:style w:type="character" w:customStyle="1" w:styleId="EndNoteBibliographyCar">
    <w:name w:val="EndNote Bibliography Car"/>
    <w:basedOn w:val="TitledocumentCar"/>
    <w:link w:val="EndNoteBibliography"/>
    <w:rsid w:val="00D66D7F"/>
    <w:rPr>
      <w:rFonts w:ascii="Linux Libertine" w:eastAsiaTheme="minorHAnsi" w:hAnsi="Linux Libertine" w:cs="Linux Libertine"/>
      <w:b w:val="0"/>
      <w:noProof/>
      <w:sz w:val="14"/>
      <w:szCs w:val="22"/>
      <w:lang w:val="en-US" w:eastAsia="en-US"/>
    </w:rPr>
  </w:style>
  <w:style w:type="character" w:customStyle="1" w:styleId="apple-converted-space">
    <w:name w:val="apple-converted-space"/>
    <w:basedOn w:val="Fuentedeprrafopredeter"/>
    <w:rsid w:val="00B53EAE"/>
  </w:style>
  <w:style w:type="character" w:customStyle="1" w:styleId="il">
    <w:name w:val="il"/>
    <w:basedOn w:val="Fuentedeprrafopredeter"/>
    <w:rsid w:val="000E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dx.doi.org/10.1145/3067695.30759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B570FA82-C334-47D0-AE99-AEE4EE8A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ACM.dotm</Template>
  <TotalTime>1669</TotalTime>
  <Pages>2</Pages>
  <Words>4113</Words>
  <Characters>22623</Characters>
  <Application>Microsoft Office Word</Application>
  <DocSecurity>0</DocSecurity>
  <Lines>188</Lines>
  <Paragraphs>53</Paragraphs>
  <ScaleCrop>false</ScaleCrop>
  <HeadingPairs>
    <vt:vector size="6" baseType="variant">
      <vt:variant>
        <vt:lpstr>Título</vt:lpstr>
      </vt:variant>
      <vt:variant>
        <vt:i4>1</vt:i4>
      </vt:variant>
      <vt:variant>
        <vt:lpstr>Title</vt:lpstr>
      </vt:variant>
      <vt:variant>
        <vt:i4>1</vt:i4>
      </vt:variant>
      <vt:variant>
        <vt:lpstr>Titolo</vt:lpstr>
      </vt:variant>
      <vt:variant>
        <vt:i4>1</vt:i4>
      </vt:variant>
    </vt:vector>
  </HeadingPairs>
  <TitlesOfParts>
    <vt:vector size="3" baseType="lpstr">
      <vt:lpstr>Spin-wave dynamics in a hexagonal 2-D magnonic crystal</vt:lpstr>
      <vt:lpstr>Spin-wave dynamics in a hexagonal 2-D magnonic crystal</vt:lpstr>
      <vt:lpstr>Spin-wave dynamics in a hexagonal 2-D magnonic crystal</vt:lpstr>
    </vt:vector>
  </TitlesOfParts>
  <Company/>
  <LinksUpToDate>false</LinksUpToDate>
  <CharactersWithSpaces>26683</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Sergio</dc:creator>
  <cp:lastModifiedBy>Sergio</cp:lastModifiedBy>
  <cp:revision>1550</cp:revision>
  <cp:lastPrinted>2017-01-27T11:01:00Z</cp:lastPrinted>
  <dcterms:created xsi:type="dcterms:W3CDTF">2014-06-21T14:11:00Z</dcterms:created>
  <dcterms:modified xsi:type="dcterms:W3CDTF">2017-05-02T11:22:00Z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